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62" w:rsidRDefault="00CE6F62" w:rsidP="006E5209">
      <w:pPr>
        <w:ind w:right="174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Pr="003A15CB">
        <w:rPr>
          <w:sz w:val="28"/>
          <w:szCs w:val="28"/>
        </w:rPr>
        <w:t xml:space="preserve"> </w:t>
      </w:r>
    </w:p>
    <w:p w:rsidR="00CE6F62" w:rsidRDefault="00CE6F62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КИИКСКОГО  СЕЛЬСОВЕТА</w:t>
      </w:r>
    </w:p>
    <w:p w:rsidR="00CE6F62" w:rsidRDefault="00CE6F62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CE6F62" w:rsidRPr="006428B9" w:rsidRDefault="00CE6F62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CE6F62" w:rsidRDefault="00CE6F62" w:rsidP="006E5209">
      <w:pPr>
        <w:pStyle w:val="Heading1"/>
        <w:jc w:val="center"/>
        <w:rPr>
          <w:sz w:val="28"/>
          <w:szCs w:val="28"/>
        </w:rPr>
      </w:pPr>
    </w:p>
    <w:p w:rsidR="00CE6F62" w:rsidRPr="006E5209" w:rsidRDefault="00CE6F62" w:rsidP="006E5209">
      <w:pPr>
        <w:pStyle w:val="Heading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E5209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CE6F62" w:rsidRPr="006428B9" w:rsidRDefault="00CE6F62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седьмой сессии четвертого созыва</w:t>
      </w:r>
    </w:p>
    <w:p w:rsidR="00CE6F62" w:rsidRPr="006428B9" w:rsidRDefault="00CE6F62" w:rsidP="006E5209">
      <w:pPr>
        <w:ind w:left="-851" w:right="-766"/>
        <w:jc w:val="center"/>
        <w:rPr>
          <w:sz w:val="28"/>
          <w:szCs w:val="28"/>
        </w:rPr>
      </w:pPr>
      <w:r>
        <w:rPr>
          <w:sz w:val="28"/>
          <w:szCs w:val="28"/>
        </w:rPr>
        <w:t>с. Киик</w:t>
      </w:r>
    </w:p>
    <w:p w:rsidR="00CE6F62" w:rsidRDefault="00CE6F62" w:rsidP="006E5209">
      <w:pPr>
        <w:ind w:right="-82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от 22.08.2013                                                                                               № 109</w:t>
      </w:r>
    </w:p>
    <w:p w:rsidR="00CE6F62" w:rsidRDefault="00CE6F62" w:rsidP="006E5209">
      <w:pPr>
        <w:rPr>
          <w:b/>
          <w:bCs/>
          <w:sz w:val="28"/>
          <w:szCs w:val="28"/>
        </w:rPr>
      </w:pPr>
    </w:p>
    <w:p w:rsidR="00CE6F62" w:rsidRDefault="00CE6F62" w:rsidP="006E5209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бюджет Киикского сельсовета Тогучинского района на  2013 год и плановый период 2014-2015 гг</w:t>
      </w:r>
    </w:p>
    <w:p w:rsidR="00CE6F62" w:rsidRPr="00C7473B" w:rsidRDefault="00CE6F62" w:rsidP="006E5209">
      <w:pPr>
        <w:jc w:val="center"/>
        <w:rPr>
          <w:sz w:val="28"/>
          <w:szCs w:val="28"/>
        </w:rPr>
      </w:pPr>
    </w:p>
    <w:p w:rsidR="00CE6F62" w:rsidRDefault="00CE6F62" w:rsidP="00BF0866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 Бюджетным кодексом Российской Федерации от 31.07.1998 № 145-ФЗ,</w:t>
      </w:r>
      <w:r w:rsidRPr="007A42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Киикского сельсовета, Положением «О бюджетном процессе в Киикском сельсовете» и рассмотрев предложение бюджетной комиссии, Совет депутатов    </w:t>
      </w:r>
    </w:p>
    <w:p w:rsidR="00CE6F62" w:rsidRPr="00DD75A9" w:rsidRDefault="00CE6F62" w:rsidP="008100E7">
      <w:pPr>
        <w:ind w:right="-5" w:firstLine="708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</w:t>
      </w:r>
    </w:p>
    <w:p w:rsidR="00CE6F62" w:rsidRDefault="00CE6F62" w:rsidP="0059434B">
      <w:pPr>
        <w:jc w:val="both"/>
        <w:rPr>
          <w:sz w:val="28"/>
          <w:szCs w:val="28"/>
        </w:rPr>
      </w:pPr>
      <w:r w:rsidRPr="00C67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РЕШИЛ:</w:t>
      </w:r>
    </w:p>
    <w:p w:rsidR="00CE6F62" w:rsidRPr="00DD75A9" w:rsidRDefault="00CE6F62" w:rsidP="0059434B">
      <w:pPr>
        <w:jc w:val="both"/>
        <w:rPr>
          <w:sz w:val="16"/>
          <w:szCs w:val="16"/>
        </w:rPr>
      </w:pPr>
    </w:p>
    <w:p w:rsidR="00CE6F62" w:rsidRDefault="00CE6F62" w:rsidP="0059434B">
      <w:pPr>
        <w:jc w:val="both"/>
        <w:rPr>
          <w:sz w:val="28"/>
          <w:szCs w:val="28"/>
        </w:rPr>
      </w:pPr>
      <w:r w:rsidRPr="00C67E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Внести в решение двадцать четвертой сессии Совета депутатов Киикского сельсовета четвертого созыва от 20.12.2012г «О бюджете Киикского сельсовета Тогучинского района Новосибирской области  на 2013 год и плановый период 2014-2015гг» следующие изменения: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в пункте 1.1цифры 10905,7 заменить цифрами 13231,0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в пункте 1.2цифры 10905,7 заменить цифрами 12931,0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3.утвердить таблицу 1 приложения 4 «Доходы бюджета Киикского сельсовета Тогучинского района  на 2013год» в прилагаемой редакции.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утвердить таблицу 1 приложения 5 «Распределение бюджетных ассигнований по разделам и подразделам классификации расходов бюджета Киикского сельсовета Тогучинского района  на 2013 год» в прилагаемой редакции.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утвердить таблицу 1 приложения 6 «Источники финансирования дефицита бюджета Киикского сельсовета Тогучинского района  на 2013 год» в прилагаемой редакции.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6. Настоящее решение вступает в силу со дня опубликования в  периодическом печатном издании органа местного самоуправления «Киикский Вестник».</w:t>
      </w:r>
    </w:p>
    <w:p w:rsidR="00CE6F62" w:rsidRDefault="00CE6F62" w:rsidP="005274D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6F62" w:rsidRDefault="00CE6F62" w:rsidP="005274D4">
      <w:pPr>
        <w:ind w:right="-5"/>
        <w:jc w:val="both"/>
        <w:rPr>
          <w:sz w:val="28"/>
          <w:szCs w:val="28"/>
        </w:rPr>
      </w:pPr>
    </w:p>
    <w:p w:rsidR="00CE6F62" w:rsidRDefault="00CE6F62" w:rsidP="005274D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E6F62" w:rsidRDefault="00CE6F62" w:rsidP="0059434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Киикского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В.Н. Макаров</w:t>
      </w:r>
    </w:p>
    <w:p w:rsidR="00CE6F62" w:rsidRDefault="00CE6F62" w:rsidP="0059434B">
      <w:pPr>
        <w:jc w:val="both"/>
        <w:rPr>
          <w:sz w:val="28"/>
          <w:szCs w:val="28"/>
        </w:rPr>
      </w:pPr>
    </w:p>
    <w:p w:rsidR="00CE6F62" w:rsidRDefault="00CE6F62" w:rsidP="001B06E1">
      <w:pPr>
        <w:jc w:val="right"/>
        <w:rPr>
          <w:sz w:val="20"/>
          <w:szCs w:val="20"/>
        </w:rPr>
      </w:pPr>
      <w:r>
        <w:t>Приложение № 4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К решению 27    сессии четвертого созыва от 22.08.2013  </w:t>
      </w:r>
    </w:p>
    <w:p w:rsidR="00CE6F62" w:rsidRDefault="00CE6F62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«О внесении изменений в бюджет Киикского сельсовета</w:t>
      </w:r>
    </w:p>
    <w:p w:rsidR="00CE6F62" w:rsidRDefault="00CE6F62" w:rsidP="005872C6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CE6F62" w:rsidRDefault="00CE6F62" w:rsidP="005872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CE6F62" w:rsidRDefault="00CE6F62" w:rsidP="005872C6">
      <w:pPr>
        <w:jc w:val="right"/>
        <w:rPr>
          <w:spacing w:val="-1"/>
          <w:sz w:val="18"/>
          <w:szCs w:val="18"/>
        </w:rPr>
      </w:pPr>
    </w:p>
    <w:p w:rsidR="00CE6F62" w:rsidRPr="00875F1D" w:rsidRDefault="00CE6F62" w:rsidP="005872C6">
      <w:pPr>
        <w:jc w:val="right"/>
      </w:pPr>
      <w:r>
        <w:t>Таблица 1</w:t>
      </w:r>
    </w:p>
    <w:p w:rsidR="00CE6F62" w:rsidRPr="00BF4BB7" w:rsidRDefault="00CE6F62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Доходная часть</w:t>
      </w:r>
    </w:p>
    <w:p w:rsidR="00CE6F62" w:rsidRPr="00BF4BB7" w:rsidRDefault="00CE6F62" w:rsidP="005872C6">
      <w:pPr>
        <w:jc w:val="center"/>
        <w:rPr>
          <w:b/>
          <w:bCs/>
          <w:sz w:val="28"/>
          <w:szCs w:val="28"/>
        </w:rPr>
      </w:pPr>
      <w:r w:rsidRPr="00BF4BB7">
        <w:rPr>
          <w:b/>
          <w:bCs/>
          <w:sz w:val="28"/>
          <w:szCs w:val="28"/>
        </w:rPr>
        <w:t>бюджета Киикского сельсовета</w:t>
      </w:r>
      <w:r>
        <w:rPr>
          <w:b/>
          <w:bCs/>
          <w:sz w:val="28"/>
          <w:szCs w:val="28"/>
        </w:rPr>
        <w:t xml:space="preserve"> Тогучинского района </w:t>
      </w:r>
      <w:r w:rsidRPr="00BF4BB7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 xml:space="preserve">13 </w:t>
      </w:r>
      <w:r w:rsidRPr="00BF4BB7">
        <w:rPr>
          <w:b/>
          <w:bCs/>
          <w:sz w:val="28"/>
          <w:szCs w:val="28"/>
        </w:rPr>
        <w:t>год</w:t>
      </w:r>
    </w:p>
    <w:p w:rsidR="00CE6F62" w:rsidRDefault="00CE6F62" w:rsidP="005872C6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               (тыс. руб.)</w:t>
      </w:r>
    </w:p>
    <w:tbl>
      <w:tblPr>
        <w:tblW w:w="86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99"/>
        <w:gridCol w:w="2477"/>
        <w:gridCol w:w="3321"/>
        <w:gridCol w:w="1315"/>
      </w:tblGrid>
      <w:tr w:rsidR="00CE6F62" w:rsidRPr="0058579E">
        <w:trPr>
          <w:trHeight w:val="1174"/>
        </w:trPr>
        <w:tc>
          <w:tcPr>
            <w:tcW w:w="1499" w:type="dxa"/>
            <w:vAlign w:val="center"/>
          </w:tcPr>
          <w:p w:rsidR="00CE6F62" w:rsidRDefault="00CE6F62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Главные администраторы</w:t>
            </w:r>
          </w:p>
          <w:p w:rsidR="00CE6F62" w:rsidRPr="004F1034" w:rsidRDefault="00CE6F62" w:rsidP="00FB49D4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snapToGrid w:val="0"/>
                <w:sz w:val="18"/>
                <w:szCs w:val="18"/>
              </w:rPr>
              <w:t>Бюджетных средств</w:t>
            </w:r>
          </w:p>
        </w:tc>
        <w:tc>
          <w:tcPr>
            <w:tcW w:w="2477" w:type="dxa"/>
            <w:vAlign w:val="center"/>
          </w:tcPr>
          <w:p w:rsidR="00CE6F62" w:rsidRPr="004F1034" w:rsidRDefault="00CE6F62" w:rsidP="00FB49D4">
            <w:pPr>
              <w:jc w:val="center"/>
              <w:rPr>
                <w:snapToGrid w:val="0"/>
                <w:sz w:val="18"/>
                <w:szCs w:val="18"/>
              </w:rPr>
            </w:pPr>
          </w:p>
          <w:p w:rsidR="00CE6F62" w:rsidRPr="004F1034" w:rsidRDefault="00CE6F62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Код</w:t>
            </w:r>
          </w:p>
        </w:tc>
        <w:tc>
          <w:tcPr>
            <w:tcW w:w="3321" w:type="dxa"/>
            <w:vAlign w:val="center"/>
          </w:tcPr>
          <w:p w:rsidR="00CE6F62" w:rsidRPr="004F1034" w:rsidRDefault="00CE6F62" w:rsidP="00FB49D4">
            <w:pPr>
              <w:jc w:val="center"/>
              <w:rPr>
                <w:snapToGrid w:val="0"/>
                <w:sz w:val="18"/>
                <w:szCs w:val="18"/>
              </w:rPr>
            </w:pPr>
            <w:r w:rsidRPr="004F1034">
              <w:rPr>
                <w:snapToGrid w:val="0"/>
                <w:sz w:val="18"/>
                <w:szCs w:val="18"/>
              </w:rPr>
              <w:t>Наименование кода администратора поступлений в бюджет, группы, подгруппы, статьи, подстатьи, элемента, программы (подпрограммы), кода экономической классификации доходов</w:t>
            </w:r>
          </w:p>
        </w:tc>
        <w:tc>
          <w:tcPr>
            <w:tcW w:w="1315" w:type="dxa"/>
            <w:vAlign w:val="center"/>
          </w:tcPr>
          <w:p w:rsidR="00CE6F62" w:rsidRPr="004F1034" w:rsidRDefault="00CE6F62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Сумма</w:t>
            </w:r>
          </w:p>
          <w:p w:rsidR="00CE6F62" w:rsidRPr="004F1034" w:rsidRDefault="00CE6F62" w:rsidP="00FB49D4">
            <w:pPr>
              <w:jc w:val="center"/>
              <w:rPr>
                <w:sz w:val="18"/>
                <w:szCs w:val="18"/>
              </w:rPr>
            </w:pP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1 00 00000 00 0000 000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B805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754,9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1 01 00000 00 0000 000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</w:rPr>
            </w:pPr>
            <w:r w:rsidRPr="004F1034">
              <w:rPr>
                <w:b/>
                <w:bCs/>
                <w:i/>
                <w:iCs/>
                <w:snapToGrid w:val="0"/>
              </w:rPr>
              <w:t>Налоги на прибыль, доходы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5872C6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213,8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1 01 02000 01 0000 110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587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213,8</w:t>
            </w:r>
          </w:p>
        </w:tc>
      </w:tr>
      <w:tr w:rsidR="00CE6F62" w:rsidRPr="0058579E">
        <w:tc>
          <w:tcPr>
            <w:tcW w:w="1499" w:type="dxa"/>
            <w:vAlign w:val="center"/>
          </w:tcPr>
          <w:p w:rsidR="00CE6F62" w:rsidRPr="004F1034" w:rsidRDefault="00CE6F62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CE6F62" w:rsidRPr="003B76E9" w:rsidRDefault="00CE6F62" w:rsidP="00FB49D4">
            <w:pPr>
              <w:rPr>
                <w:sz w:val="20"/>
                <w:szCs w:val="20"/>
              </w:rPr>
            </w:pPr>
          </w:p>
          <w:p w:rsidR="00CE6F62" w:rsidRPr="003B76E9" w:rsidRDefault="00CE6F62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02010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CE6F62" w:rsidRPr="003B76E9" w:rsidRDefault="00CE6F62" w:rsidP="00FB49D4">
            <w:pPr>
              <w:rPr>
                <w:sz w:val="20"/>
                <w:szCs w:val="20"/>
              </w:rPr>
            </w:pPr>
          </w:p>
          <w:p w:rsidR="00CE6F62" w:rsidRPr="003B76E9" w:rsidRDefault="00CE6F62" w:rsidP="00FB49D4">
            <w:pPr>
              <w:rPr>
                <w:sz w:val="20"/>
                <w:szCs w:val="20"/>
              </w:rPr>
            </w:pPr>
          </w:p>
        </w:tc>
        <w:tc>
          <w:tcPr>
            <w:tcW w:w="3321" w:type="dxa"/>
            <w:vAlign w:val="center"/>
          </w:tcPr>
          <w:p w:rsidR="00CE6F62" w:rsidRPr="003B76E9" w:rsidRDefault="00CE6F62" w:rsidP="00FB49D4">
            <w:pPr>
              <w:jc w:val="center"/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  в отношении которых исчисление и уплата налога осуществляется в соответствии со ст. 227,2271 и 228 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213,0</w:t>
            </w:r>
          </w:p>
        </w:tc>
      </w:tr>
      <w:tr w:rsidR="00CE6F62" w:rsidRPr="0058579E">
        <w:tc>
          <w:tcPr>
            <w:tcW w:w="1499" w:type="dxa"/>
            <w:vAlign w:val="center"/>
          </w:tcPr>
          <w:p w:rsidR="00CE6F62" w:rsidRPr="004F1034" w:rsidRDefault="00CE6F62" w:rsidP="005872C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CE6F62" w:rsidRPr="003B76E9" w:rsidRDefault="00CE6F62" w:rsidP="00FB49D4">
            <w:pPr>
              <w:rPr>
                <w:sz w:val="20"/>
                <w:szCs w:val="20"/>
              </w:rPr>
            </w:pPr>
          </w:p>
          <w:p w:rsidR="00CE6F62" w:rsidRPr="003B76E9" w:rsidRDefault="00CE6F62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02020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CE6F62" w:rsidRPr="004F1034" w:rsidRDefault="00CE6F62" w:rsidP="00FB49D4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sz w:val="20"/>
                <w:szCs w:val="20"/>
              </w:rPr>
              <w:t>полученных от осуществления деятельности физическими лицами, зарегистрированных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 227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5872C6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7</w:t>
            </w:r>
          </w:p>
        </w:tc>
      </w:tr>
      <w:tr w:rsidR="00CE6F62" w:rsidRPr="0058579E">
        <w:tc>
          <w:tcPr>
            <w:tcW w:w="1499" w:type="dxa"/>
            <w:vAlign w:val="center"/>
          </w:tcPr>
          <w:p w:rsidR="00CE6F62" w:rsidRPr="004F1034" w:rsidRDefault="00CE6F62" w:rsidP="00FB49D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  <w:vAlign w:val="center"/>
          </w:tcPr>
          <w:p w:rsidR="00CE6F62" w:rsidRPr="003B76E9" w:rsidRDefault="00CE6F62" w:rsidP="00FB49D4">
            <w:pPr>
              <w:rPr>
                <w:sz w:val="20"/>
                <w:szCs w:val="20"/>
              </w:rPr>
            </w:pPr>
          </w:p>
          <w:p w:rsidR="00CE6F62" w:rsidRPr="003B76E9" w:rsidRDefault="00CE6F62" w:rsidP="00FB49D4">
            <w:pPr>
              <w:rPr>
                <w:sz w:val="20"/>
                <w:szCs w:val="20"/>
              </w:rPr>
            </w:pPr>
            <w:r w:rsidRPr="003B76E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020</w:t>
            </w:r>
            <w:r>
              <w:rPr>
                <w:sz w:val="20"/>
                <w:szCs w:val="20"/>
              </w:rPr>
              <w:t>3</w:t>
            </w:r>
            <w:r w:rsidRPr="003B76E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 xml:space="preserve"> </w:t>
            </w:r>
            <w:r w:rsidRPr="003B76E9">
              <w:rPr>
                <w:sz w:val="20"/>
                <w:szCs w:val="20"/>
              </w:rPr>
              <w:t>110</w:t>
            </w:r>
          </w:p>
          <w:p w:rsidR="00CE6F62" w:rsidRPr="004F1034" w:rsidRDefault="00CE6F62" w:rsidP="00FB49D4">
            <w:pPr>
              <w:rPr>
                <w:sz w:val="18"/>
                <w:szCs w:val="18"/>
              </w:rPr>
            </w:pPr>
          </w:p>
        </w:tc>
        <w:tc>
          <w:tcPr>
            <w:tcW w:w="3321" w:type="dxa"/>
            <w:vAlign w:val="center"/>
          </w:tcPr>
          <w:p w:rsidR="00CE6F62" w:rsidRPr="004F1034" w:rsidRDefault="00CE6F62" w:rsidP="005872C6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Налог на доходы физических лиц с доходов, </w:t>
            </w:r>
            <w:r>
              <w:rPr>
                <w:sz w:val="20"/>
                <w:szCs w:val="20"/>
              </w:rPr>
              <w:t>полученных физичискими лицами в соответствии со статьей 228  Налогового кодекса РФ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5872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E6F62" w:rsidRPr="004F1034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487,0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 w:rsidRPr="004F1034">
              <w:rPr>
                <w:i/>
                <w:iCs/>
                <w:sz w:val="20"/>
                <w:szCs w:val="20"/>
              </w:rPr>
              <w:t xml:space="preserve">Налог на имущество физ. лиц 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26,0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</w:tr>
      <w:tr w:rsidR="00CE6F62" w:rsidRPr="004F1034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i/>
                <w:iCs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center"/>
              <w:rPr>
                <w:i/>
                <w:iCs/>
              </w:rPr>
            </w:pPr>
            <w:r w:rsidRPr="004F1034">
              <w:rPr>
                <w:i/>
                <w:iCs/>
                <w:sz w:val="20"/>
                <w:szCs w:val="20"/>
              </w:rPr>
              <w:t>Земельный</w:t>
            </w:r>
            <w:r w:rsidRPr="004F1034">
              <w:rPr>
                <w:i/>
                <w:iCs/>
              </w:rPr>
              <w:t xml:space="preserve"> </w:t>
            </w:r>
            <w:r w:rsidRPr="004F1034">
              <w:rPr>
                <w:i/>
                <w:iCs/>
                <w:sz w:val="20"/>
                <w:szCs w:val="20"/>
              </w:rPr>
              <w:t>налог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461,0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1 06 06013 10 0000 110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387,0</w:t>
            </w:r>
          </w:p>
        </w:tc>
      </w:tr>
      <w:tr w:rsidR="00CE6F62" w:rsidRPr="0058579E">
        <w:trPr>
          <w:trHeight w:val="1648"/>
        </w:trPr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182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1 06 06023 10 0000 110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  <w:r w:rsidRPr="004F1034">
              <w:rPr>
                <w:sz w:val="20"/>
                <w:szCs w:val="20"/>
              </w:rPr>
              <w:t>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1 08 00000 00 0000 000</w:t>
            </w:r>
          </w:p>
        </w:tc>
        <w:tc>
          <w:tcPr>
            <w:tcW w:w="3321" w:type="dxa"/>
            <w:vAlign w:val="center"/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ГОСУДАРСТВЕННАЯ ПОШЛИНА,  СБОРЫ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1 08 04020 01 0000 110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B80507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4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1 11 05000 00 0000 120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36,1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444</w:t>
            </w:r>
          </w:p>
        </w:tc>
        <w:tc>
          <w:tcPr>
            <w:tcW w:w="2477" w:type="dxa"/>
            <w:vAlign w:val="center"/>
          </w:tcPr>
          <w:p w:rsidR="00CE6F62" w:rsidRPr="00B2163B" w:rsidRDefault="00CE6F62" w:rsidP="00FB49D4">
            <w:pPr>
              <w:rPr>
                <w:sz w:val="20"/>
                <w:szCs w:val="20"/>
              </w:rPr>
            </w:pPr>
            <w:r w:rsidRPr="00B2163B">
              <w:rPr>
                <w:sz w:val="20"/>
                <w:szCs w:val="20"/>
              </w:rPr>
              <w:t>1 11 05013 10 0000 120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</w:tr>
      <w:tr w:rsidR="00CE6F62" w:rsidRPr="0058579E">
        <w:trPr>
          <w:trHeight w:val="1564"/>
        </w:trPr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12,0</w:t>
            </w:r>
          </w:p>
        </w:tc>
      </w:tr>
      <w:tr w:rsidR="00CE6F62" w:rsidRPr="0058579E">
        <w:trPr>
          <w:trHeight w:val="668"/>
        </w:trPr>
        <w:tc>
          <w:tcPr>
            <w:tcW w:w="1499" w:type="dxa"/>
          </w:tcPr>
          <w:p w:rsidR="00CE6F62" w:rsidRPr="00D906C7" w:rsidRDefault="00CE6F62" w:rsidP="00FB49D4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C957A9" w:rsidRDefault="00CE6F62" w:rsidP="00FB49D4">
            <w:pPr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</w:pPr>
            <w:r w:rsidRPr="00C957A9">
              <w:rPr>
                <w:rFonts w:ascii="Arial" w:hAnsi="Arial" w:cs="Arial"/>
                <w:b/>
                <w:bCs/>
                <w:i/>
                <w:iCs/>
                <w:snapToGrid w:val="0"/>
                <w:sz w:val="18"/>
                <w:szCs w:val="18"/>
              </w:rPr>
              <w:t>1 13 01000 00 0000 120</w:t>
            </w:r>
          </w:p>
        </w:tc>
        <w:tc>
          <w:tcPr>
            <w:tcW w:w="3321" w:type="dxa"/>
          </w:tcPr>
          <w:p w:rsidR="00CE6F62" w:rsidRPr="00D906C7" w:rsidRDefault="00CE6F62" w:rsidP="00FB49D4">
            <w:pPr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906C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D906C7" w:rsidRDefault="00CE6F62" w:rsidP="00FB49D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10,6</w:t>
            </w:r>
          </w:p>
        </w:tc>
      </w:tr>
      <w:tr w:rsidR="00CE6F62" w:rsidRPr="0058579E">
        <w:trPr>
          <w:trHeight w:val="847"/>
        </w:trPr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1 13 01995 10 0000 130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10,6</w:t>
            </w:r>
          </w:p>
        </w:tc>
      </w:tr>
      <w:tr w:rsidR="00CE6F62" w:rsidRPr="0058579E">
        <w:trPr>
          <w:trHeight w:val="847"/>
        </w:trPr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1 14 00000  00 0000 000</w:t>
            </w:r>
          </w:p>
        </w:tc>
        <w:tc>
          <w:tcPr>
            <w:tcW w:w="3321" w:type="dxa"/>
          </w:tcPr>
          <w:p w:rsidR="00CE6F62" w:rsidRPr="00D87D58" w:rsidRDefault="00CE6F62" w:rsidP="00FB49D4">
            <w:pPr>
              <w:jc w:val="both"/>
              <w:rPr>
                <w:sz w:val="18"/>
                <w:szCs w:val="18"/>
              </w:rPr>
            </w:pPr>
            <w:r w:rsidRPr="00D87D58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B80507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B80507">
              <w:rPr>
                <w:b/>
                <w:bCs/>
                <w:sz w:val="20"/>
                <w:szCs w:val="20"/>
              </w:rPr>
              <w:t>4,0</w:t>
            </w:r>
          </w:p>
        </w:tc>
      </w:tr>
      <w:tr w:rsidR="00CE6F62" w:rsidRPr="0058579E">
        <w:trPr>
          <w:trHeight w:val="847"/>
        </w:trPr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1 14 06000 00 0000 000</w:t>
            </w:r>
          </w:p>
        </w:tc>
        <w:tc>
          <w:tcPr>
            <w:tcW w:w="3321" w:type="dxa"/>
          </w:tcPr>
          <w:p w:rsidR="00CE6F62" w:rsidRPr="00C96926" w:rsidRDefault="00CE6F62" w:rsidP="00FB49D4">
            <w:pPr>
              <w:jc w:val="both"/>
              <w:rPr>
                <w:sz w:val="18"/>
                <w:szCs w:val="18"/>
              </w:rPr>
            </w:pPr>
            <w:r w:rsidRPr="00C96926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E6F62" w:rsidRPr="0058579E">
        <w:trPr>
          <w:trHeight w:val="847"/>
        </w:trPr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1 14 06013 10 0000 430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D87D58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2 00 00000 00 0000 000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</w:rPr>
            </w:pPr>
            <w:r w:rsidRPr="004F103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C969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12475,8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2 02 00000 00 0000 000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4F1034">
              <w:rPr>
                <w:b/>
                <w:bCs/>
                <w:i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12475,8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2 02 01000 00 0000 151</w:t>
            </w:r>
          </w:p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3858,1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2 02 01001 00 0000 151</w:t>
            </w:r>
          </w:p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2 02 01001 10 0000 151</w:t>
            </w:r>
          </w:p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3858,1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2 02 02000 00 0000 151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  <w:p w:rsidR="00CE6F62" w:rsidRPr="004F1034" w:rsidRDefault="00CE6F62" w:rsidP="00FB49D4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8505,0</w:t>
            </w:r>
          </w:p>
        </w:tc>
      </w:tr>
      <w:tr w:rsidR="00CE6F62" w:rsidRPr="0058579E"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2 02 02041 10 0000 151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1380,0</w:t>
            </w:r>
          </w:p>
        </w:tc>
      </w:tr>
      <w:tr w:rsidR="00CE6F62" w:rsidRPr="0058579E"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2 02 02077 10 0000 151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C96926">
              <w:rPr>
                <w:snapToGrid w:val="0"/>
                <w:sz w:val="20"/>
                <w:szCs w:val="20"/>
              </w:rP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5144,0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2 02 02999 10 0000 151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C969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1981,0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2 02 03000 00 0000 151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66,0</w:t>
            </w:r>
          </w:p>
        </w:tc>
      </w:tr>
      <w:tr w:rsidR="00CE6F62" w:rsidRPr="0058579E">
        <w:trPr>
          <w:trHeight w:val="1351"/>
        </w:trPr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2 02 03015 10 0000 151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</w:tc>
      </w:tr>
      <w:tr w:rsidR="00CE6F62" w:rsidRPr="0058579E">
        <w:trPr>
          <w:trHeight w:val="1351"/>
        </w:trPr>
        <w:tc>
          <w:tcPr>
            <w:tcW w:w="1499" w:type="dxa"/>
          </w:tcPr>
          <w:p w:rsidR="00CE6F62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2 02 03024 10 0000 151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napToGrid w:val="0"/>
                <w:sz w:val="20"/>
                <w:szCs w:val="20"/>
              </w:rPr>
              <w:t>2 02 04000 00 0000 151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F1034">
              <w:rPr>
                <w:b/>
                <w:bCs/>
                <w:i/>
                <w:i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46,7</w:t>
            </w:r>
          </w:p>
        </w:tc>
      </w:tr>
      <w:tr w:rsidR="00CE6F62" w:rsidRPr="0058579E">
        <w:tc>
          <w:tcPr>
            <w:tcW w:w="1499" w:type="dxa"/>
          </w:tcPr>
          <w:p w:rsidR="00CE6F62" w:rsidRPr="004F1034" w:rsidRDefault="00CE6F62" w:rsidP="00FB49D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555</w:t>
            </w:r>
          </w:p>
        </w:tc>
        <w:tc>
          <w:tcPr>
            <w:tcW w:w="2477" w:type="dxa"/>
          </w:tcPr>
          <w:p w:rsidR="00CE6F62" w:rsidRPr="004F1034" w:rsidRDefault="00CE6F62" w:rsidP="00C96926">
            <w:pPr>
              <w:rPr>
                <w:snapToGrid w:val="0"/>
                <w:sz w:val="20"/>
                <w:szCs w:val="20"/>
              </w:rPr>
            </w:pPr>
            <w:r w:rsidRPr="004F1034">
              <w:rPr>
                <w:snapToGrid w:val="0"/>
                <w:sz w:val="20"/>
                <w:szCs w:val="20"/>
              </w:rPr>
              <w:t>2 02 0401</w:t>
            </w:r>
            <w:r>
              <w:rPr>
                <w:snapToGrid w:val="0"/>
                <w:sz w:val="20"/>
                <w:szCs w:val="20"/>
              </w:rPr>
              <w:t>2</w:t>
            </w:r>
            <w:r w:rsidRPr="004F1034">
              <w:rPr>
                <w:snapToGrid w:val="0"/>
                <w:sz w:val="20"/>
                <w:szCs w:val="20"/>
              </w:rPr>
              <w:t xml:space="preserve"> 10 0000 151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C96926"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</w:tr>
      <w:tr w:rsidR="00CE6F62" w:rsidRPr="004F1034">
        <w:tc>
          <w:tcPr>
            <w:tcW w:w="1499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477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  <w:sz w:val="20"/>
                <w:szCs w:val="20"/>
              </w:rPr>
            </w:pPr>
            <w:r w:rsidRPr="004F1034">
              <w:rPr>
                <w:b/>
                <w:bCs/>
                <w:snapToGrid w:val="0"/>
                <w:sz w:val="20"/>
                <w:szCs w:val="20"/>
              </w:rPr>
              <w:t>ИТОГО</w:t>
            </w:r>
          </w:p>
        </w:tc>
        <w:tc>
          <w:tcPr>
            <w:tcW w:w="3321" w:type="dxa"/>
          </w:tcPr>
          <w:p w:rsidR="00CE6F62" w:rsidRPr="004F1034" w:rsidRDefault="00CE6F62" w:rsidP="00FB49D4">
            <w:pPr>
              <w:rPr>
                <w:b/>
                <w:bCs/>
                <w:snapToGrid w:val="0"/>
              </w:rPr>
            </w:pPr>
          </w:p>
        </w:tc>
        <w:tc>
          <w:tcPr>
            <w:tcW w:w="1315" w:type="dxa"/>
            <w:tcBorders>
              <w:top w:val="single" w:sz="6" w:space="0" w:color="auto"/>
              <w:bottom w:val="single" w:sz="6" w:space="0" w:color="auto"/>
            </w:tcBorders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13230,7</w:t>
            </w:r>
          </w:p>
        </w:tc>
      </w:tr>
    </w:tbl>
    <w:p w:rsidR="00CE6F62" w:rsidRDefault="00CE6F62" w:rsidP="005872C6">
      <w:pPr>
        <w:rPr>
          <w:b/>
          <w:bCs/>
        </w:rPr>
      </w:pPr>
    </w:p>
    <w:p w:rsidR="00CE6F62" w:rsidRDefault="00CE6F62" w:rsidP="005872C6">
      <w:pPr>
        <w:rPr>
          <w:b/>
          <w:bCs/>
        </w:rPr>
      </w:pPr>
    </w:p>
    <w:p w:rsidR="00CE6F62" w:rsidRDefault="00CE6F62" w:rsidP="005872C6">
      <w:pPr>
        <w:rPr>
          <w:b/>
          <w:bCs/>
        </w:rPr>
      </w:pPr>
    </w:p>
    <w:p w:rsidR="00CE6F62" w:rsidRDefault="00CE6F62" w:rsidP="005872C6">
      <w:pPr>
        <w:rPr>
          <w:b/>
          <w:bCs/>
        </w:rPr>
      </w:pPr>
    </w:p>
    <w:p w:rsidR="00CE6F62" w:rsidRDefault="00CE6F62" w:rsidP="005872C6">
      <w:pPr>
        <w:rPr>
          <w:b/>
          <w:bCs/>
        </w:rPr>
      </w:pPr>
    </w:p>
    <w:p w:rsidR="00CE6F62" w:rsidRDefault="00CE6F62" w:rsidP="005872C6">
      <w:pPr>
        <w:rPr>
          <w:b/>
          <w:bCs/>
        </w:rPr>
      </w:pPr>
    </w:p>
    <w:p w:rsidR="00CE6F62" w:rsidRDefault="00CE6F62" w:rsidP="006A6B9D">
      <w:pPr>
        <w:rPr>
          <w:b/>
          <w:bCs/>
        </w:rPr>
      </w:pPr>
    </w:p>
    <w:p w:rsidR="00CE6F62" w:rsidRDefault="00CE6F62" w:rsidP="00C23578">
      <w:pPr>
        <w:jc w:val="right"/>
      </w:pPr>
    </w:p>
    <w:p w:rsidR="00CE6F62" w:rsidRDefault="00CE6F62" w:rsidP="00C23578">
      <w:pPr>
        <w:jc w:val="right"/>
        <w:rPr>
          <w:sz w:val="20"/>
          <w:szCs w:val="20"/>
        </w:rPr>
      </w:pPr>
    </w:p>
    <w:p w:rsidR="00CE6F62" w:rsidRDefault="00CE6F62" w:rsidP="00C23578">
      <w:pPr>
        <w:jc w:val="right"/>
        <w:rPr>
          <w:sz w:val="20"/>
          <w:szCs w:val="20"/>
        </w:rPr>
      </w:pPr>
    </w:p>
    <w:p w:rsidR="00CE6F62" w:rsidRDefault="00CE6F62" w:rsidP="005872C6">
      <w:pPr>
        <w:jc w:val="right"/>
      </w:pPr>
      <w:r>
        <w:t>Приложение № 5</w:t>
      </w:r>
    </w:p>
    <w:p w:rsidR="00CE6F62" w:rsidRDefault="00CE6F62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27    сессии четвертого созыва от </w:t>
      </w:r>
    </w:p>
    <w:p w:rsidR="00CE6F62" w:rsidRDefault="00CE6F62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>22.08.2013  «О внесении изменений в бюджет Киикского сельсовета</w:t>
      </w:r>
    </w:p>
    <w:p w:rsidR="00CE6F62" w:rsidRDefault="00CE6F62" w:rsidP="00B80507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CE6F62" w:rsidRDefault="00CE6F62" w:rsidP="00B8050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CE6F62" w:rsidRDefault="00CE6F62" w:rsidP="005872C6">
      <w:pPr>
        <w:jc w:val="right"/>
        <w:rPr>
          <w:spacing w:val="-1"/>
          <w:sz w:val="18"/>
          <w:szCs w:val="18"/>
        </w:rPr>
      </w:pPr>
    </w:p>
    <w:p w:rsidR="00CE6F62" w:rsidRDefault="00CE6F62" w:rsidP="005872C6">
      <w:pPr>
        <w:shd w:val="clear" w:color="auto" w:fill="FFFFFF"/>
        <w:spacing w:line="202" w:lineRule="exact"/>
        <w:ind w:left="5150" w:firstLine="1320"/>
        <w:jc w:val="right"/>
        <w:rPr>
          <w:spacing w:val="-1"/>
        </w:rPr>
      </w:pPr>
      <w:r w:rsidRPr="0078016D">
        <w:rPr>
          <w:spacing w:val="-1"/>
        </w:rPr>
        <w:t xml:space="preserve">Таблица №1 </w:t>
      </w:r>
    </w:p>
    <w:p w:rsidR="00CE6F62" w:rsidRPr="0078016D" w:rsidRDefault="00CE6F62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</w:rPr>
      </w:pPr>
    </w:p>
    <w:p w:rsidR="00CE6F62" w:rsidRDefault="00CE6F62" w:rsidP="005872C6">
      <w:pPr>
        <w:jc w:val="center"/>
      </w:pPr>
      <w:r w:rsidRPr="00BF4BB7">
        <w:rPr>
          <w:b/>
          <w:bCs/>
        </w:rPr>
        <w:t>Распределение бюджетных ассигнований по разделам и подразделам классификации расходов бюджета Киикского сельсовета</w:t>
      </w:r>
      <w:r>
        <w:rPr>
          <w:b/>
          <w:bCs/>
        </w:rPr>
        <w:t xml:space="preserve"> Тогучинского района</w:t>
      </w:r>
      <w:r w:rsidRPr="00BF4BB7">
        <w:rPr>
          <w:b/>
          <w:bCs/>
        </w:rPr>
        <w:t xml:space="preserve"> на 20</w:t>
      </w:r>
      <w:r>
        <w:rPr>
          <w:b/>
          <w:bCs/>
        </w:rPr>
        <w:t>13</w:t>
      </w:r>
      <w:r w:rsidRPr="00BF4BB7">
        <w:rPr>
          <w:b/>
          <w:bCs/>
        </w:rPr>
        <w:t xml:space="preserve"> год</w:t>
      </w:r>
    </w:p>
    <w:tbl>
      <w:tblPr>
        <w:tblpPr w:leftFromText="180" w:rightFromText="180" w:vertAnchor="text" w:horzAnchor="margin" w:tblpXSpec="center" w:tblpY="1331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0"/>
        <w:gridCol w:w="725"/>
        <w:gridCol w:w="538"/>
        <w:gridCol w:w="572"/>
        <w:gridCol w:w="1096"/>
        <w:gridCol w:w="576"/>
        <w:gridCol w:w="911"/>
      </w:tblGrid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Рзд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Прз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Цс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Вр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Годов.</w:t>
            </w:r>
          </w:p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Назн.</w:t>
            </w:r>
          </w:p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14"/>
                <w:szCs w:val="14"/>
              </w:rPr>
              <w:t>(тыс.руб</w:t>
            </w:r>
            <w:r w:rsidRPr="004F1034">
              <w:rPr>
                <w:sz w:val="22"/>
                <w:szCs w:val="22"/>
              </w:rPr>
              <w:t>)</w:t>
            </w:r>
          </w:p>
        </w:tc>
      </w:tr>
      <w:tr w:rsidR="00CE6F62" w:rsidRPr="004F1034">
        <w:trPr>
          <w:trHeight w:val="365"/>
        </w:trPr>
        <w:tc>
          <w:tcPr>
            <w:tcW w:w="5230" w:type="dxa"/>
          </w:tcPr>
          <w:p w:rsidR="00CE6F62" w:rsidRPr="004F1034" w:rsidRDefault="00CE6F62" w:rsidP="00FB49D4">
            <w:pPr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4F103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2150,2</w:t>
            </w:r>
          </w:p>
        </w:tc>
      </w:tr>
      <w:tr w:rsidR="00CE6F62" w:rsidRPr="004F1034">
        <w:trPr>
          <w:trHeight w:val="525"/>
        </w:trPr>
        <w:tc>
          <w:tcPr>
            <w:tcW w:w="5230" w:type="dxa"/>
          </w:tcPr>
          <w:p w:rsidR="00CE6F62" w:rsidRPr="00846555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725" w:type="dxa"/>
          </w:tcPr>
          <w:p w:rsidR="00CE6F62" w:rsidRPr="00846555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46555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46555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846555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846555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846555" w:rsidRDefault="00CE6F62" w:rsidP="0059434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46555">
              <w:rPr>
                <w:b/>
                <w:bCs/>
                <w:i/>
                <w:iCs/>
                <w:sz w:val="22"/>
                <w:szCs w:val="22"/>
              </w:rPr>
              <w:t>464,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CE6F62" w:rsidRPr="004F1034">
        <w:trPr>
          <w:trHeight w:val="229"/>
        </w:trPr>
        <w:tc>
          <w:tcPr>
            <w:tcW w:w="5230" w:type="dxa"/>
          </w:tcPr>
          <w:p w:rsidR="00CE6F62" w:rsidRPr="004F1034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2916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CE6F62" w:rsidRPr="004F1034">
        <w:trPr>
          <w:trHeight w:val="229"/>
        </w:trPr>
        <w:tc>
          <w:tcPr>
            <w:tcW w:w="5230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CE6F62" w:rsidRPr="004F1034">
        <w:trPr>
          <w:trHeight w:val="229"/>
        </w:trPr>
        <w:tc>
          <w:tcPr>
            <w:tcW w:w="5230" w:type="dxa"/>
          </w:tcPr>
          <w:p w:rsidR="00CE6F62" w:rsidRPr="00846555" w:rsidRDefault="00CE6F62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CE6F62" w:rsidRPr="0084655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4655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4655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84655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CE6F62" w:rsidRPr="0084655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CE6F62" w:rsidRPr="00846555" w:rsidRDefault="00CE6F62" w:rsidP="0059434B">
            <w:pPr>
              <w:jc w:val="center"/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464,</w:t>
            </w:r>
            <w:r>
              <w:rPr>
                <w:i/>
                <w:iCs/>
                <w:sz w:val="22"/>
                <w:szCs w:val="22"/>
              </w:rPr>
              <w:t>2</w:t>
            </w:r>
          </w:p>
        </w:tc>
      </w:tr>
      <w:tr w:rsidR="00CE6F62" w:rsidRPr="004F1034">
        <w:trPr>
          <w:trHeight w:val="229"/>
        </w:trPr>
        <w:tc>
          <w:tcPr>
            <w:tcW w:w="5230" w:type="dxa"/>
          </w:tcPr>
          <w:p w:rsidR="00CE6F62" w:rsidRPr="003F2E51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F2E51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CE6F62" w:rsidRDefault="00CE6F62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CE6F62" w:rsidRPr="004F1034">
        <w:trPr>
          <w:trHeight w:val="395"/>
        </w:trPr>
        <w:tc>
          <w:tcPr>
            <w:tcW w:w="5230" w:type="dxa"/>
          </w:tcPr>
          <w:p w:rsidR="00CE6F62" w:rsidRPr="004F1034" w:rsidRDefault="00CE6F62" w:rsidP="00FB49D4">
            <w:pPr>
              <w:pStyle w:val="Heading2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F2E51">
              <w:rPr>
                <w:b w:val="0"/>
                <w:bCs w:val="0"/>
                <w:i w:val="0"/>
                <w:iCs w:val="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0020300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CE6F62" w:rsidRPr="004F1034" w:rsidRDefault="00CE6F62" w:rsidP="0059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</w:tr>
      <w:tr w:rsidR="00CE6F62" w:rsidRPr="004F1034">
        <w:tc>
          <w:tcPr>
            <w:tcW w:w="5230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A0E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25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5A0EB8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A0EB8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5A0EB8" w:rsidRDefault="00CE6F62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1663,7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1663,6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CE6F62" w:rsidRPr="00EB3AF9" w:rsidRDefault="00CE6F62" w:rsidP="00475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1135,2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CE6F62" w:rsidRPr="00EB091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091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091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091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EB091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EB0915">
              <w:rPr>
                <w:i/>
                <w:iCs/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CE6F62" w:rsidRPr="00EB0915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1135,2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1132,2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02C8C">
              <w:rPr>
                <w:rFonts w:ascii="Arial" w:hAnsi="Arial" w:cs="Arial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CE6F62" w:rsidRPr="00EB3AF9" w:rsidRDefault="00CE6F62" w:rsidP="003713F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494,7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CE6F62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494,7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383,1</w:t>
            </w:r>
          </w:p>
        </w:tc>
      </w:tr>
      <w:tr w:rsidR="00CE6F62" w:rsidRPr="00EB3AF9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6,9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26,8</w:t>
            </w:r>
          </w:p>
        </w:tc>
      </w:tr>
      <w:tr w:rsidR="00CE6F62" w:rsidRPr="004F1034">
        <w:tc>
          <w:tcPr>
            <w:tcW w:w="5230" w:type="dxa"/>
          </w:tcPr>
          <w:p w:rsidR="00CE6F62" w:rsidRPr="00DF01AE" w:rsidRDefault="00CE6F62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CE6F62" w:rsidRPr="00DF01AE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DF01AE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DF01AE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DF01AE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DF01AE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CE6F62" w:rsidRPr="00DF01AE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DF01AE">
              <w:rPr>
                <w:i/>
                <w:iCs/>
                <w:sz w:val="22"/>
                <w:szCs w:val="22"/>
              </w:rPr>
              <w:t>26,8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CE6F62" w:rsidRPr="00EB3AF9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sz w:val="22"/>
                <w:szCs w:val="22"/>
              </w:rPr>
            </w:pPr>
            <w:r w:rsidRPr="00EB3AF9">
              <w:rPr>
                <w:b/>
                <w:bCs/>
                <w:sz w:val="22"/>
                <w:szCs w:val="22"/>
              </w:rPr>
              <w:t>0,1</w:t>
            </w:r>
          </w:p>
        </w:tc>
      </w:tr>
      <w:tr w:rsidR="00CE6F62" w:rsidRPr="00EB3AF9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sz w:val="22"/>
                <w:szCs w:val="22"/>
              </w:rPr>
            </w:pPr>
            <w:r w:rsidRPr="00EB3AF9">
              <w:rPr>
                <w:sz w:val="22"/>
                <w:szCs w:val="22"/>
              </w:rPr>
              <w:t>0,1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CE6F62" w:rsidRPr="00C2461D" w:rsidRDefault="00CE6F62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C2461D" w:rsidRDefault="00CE6F62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C2461D" w:rsidRDefault="00CE6F62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04</w:t>
            </w:r>
          </w:p>
        </w:tc>
        <w:tc>
          <w:tcPr>
            <w:tcW w:w="1096" w:type="dxa"/>
          </w:tcPr>
          <w:p w:rsidR="00CE6F62" w:rsidRPr="00C2461D" w:rsidRDefault="00CE6F62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0020513</w:t>
            </w:r>
          </w:p>
        </w:tc>
        <w:tc>
          <w:tcPr>
            <w:tcW w:w="576" w:type="dxa"/>
          </w:tcPr>
          <w:p w:rsidR="00CE6F62" w:rsidRPr="00C2461D" w:rsidRDefault="00CE6F62" w:rsidP="00FB49D4">
            <w:pPr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44</w:t>
            </w:r>
          </w:p>
        </w:tc>
        <w:tc>
          <w:tcPr>
            <w:tcW w:w="911" w:type="dxa"/>
          </w:tcPr>
          <w:p w:rsidR="00CE6F62" w:rsidRPr="00C2461D" w:rsidRDefault="00CE6F62" w:rsidP="00FB49D4">
            <w:pPr>
              <w:jc w:val="center"/>
              <w:rPr>
                <w:sz w:val="22"/>
                <w:szCs w:val="22"/>
              </w:rPr>
            </w:pPr>
            <w:r w:rsidRPr="00C2461D">
              <w:rPr>
                <w:sz w:val="22"/>
                <w:szCs w:val="22"/>
              </w:rPr>
              <w:t>0,1</w:t>
            </w:r>
          </w:p>
        </w:tc>
      </w:tr>
      <w:tr w:rsidR="00CE6F62" w:rsidRPr="004F1034">
        <w:trPr>
          <w:trHeight w:val="292"/>
        </w:trPr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18,0</w:t>
            </w:r>
          </w:p>
        </w:tc>
      </w:tr>
      <w:tr w:rsidR="00CE6F62" w:rsidRPr="004F1034">
        <w:trPr>
          <w:trHeight w:val="292"/>
        </w:trPr>
        <w:tc>
          <w:tcPr>
            <w:tcW w:w="5230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0020000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85030C" w:rsidRDefault="00CE6F62" w:rsidP="00FB49D4">
            <w:pPr>
              <w:jc w:val="center"/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18,0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3C0A35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CE6F62" w:rsidRPr="004F1034">
        <w:tc>
          <w:tcPr>
            <w:tcW w:w="5230" w:type="dxa"/>
          </w:tcPr>
          <w:p w:rsidR="00CE6F62" w:rsidRPr="000E7125" w:rsidRDefault="00CE6F62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E7125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5" w:type="dxa"/>
          </w:tcPr>
          <w:p w:rsidR="00CE6F62" w:rsidRPr="000E712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0E712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0E712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CE6F62" w:rsidRPr="000E712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Pr="000E7125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0E7125">
              <w:rPr>
                <w:i/>
                <w:iCs/>
                <w:sz w:val="22"/>
                <w:szCs w:val="22"/>
              </w:rPr>
              <w:t>500</w:t>
            </w:r>
          </w:p>
        </w:tc>
        <w:tc>
          <w:tcPr>
            <w:tcW w:w="911" w:type="dxa"/>
          </w:tcPr>
          <w:p w:rsidR="00CE6F62" w:rsidRPr="000E7125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18,0</w:t>
            </w:r>
          </w:p>
        </w:tc>
      </w:tr>
      <w:tr w:rsidR="00CE6F62" w:rsidRPr="004F1034">
        <w:tc>
          <w:tcPr>
            <w:tcW w:w="5230" w:type="dxa"/>
          </w:tcPr>
          <w:p w:rsidR="00CE6F62" w:rsidRPr="003C0A3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0E7125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 w:rsidRPr="0085030C">
              <w:rPr>
                <w:sz w:val="22"/>
                <w:szCs w:val="22"/>
              </w:rPr>
              <w:t>06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0020400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4,3</w:t>
            </w:r>
          </w:p>
        </w:tc>
      </w:tr>
      <w:tr w:rsidR="00CE6F62" w:rsidRPr="004F1034">
        <w:tc>
          <w:tcPr>
            <w:tcW w:w="5230" w:type="dxa"/>
          </w:tcPr>
          <w:p w:rsidR="00CE6F62" w:rsidRPr="000E712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CE6F62" w:rsidRDefault="00CE6F62">
            <w:r w:rsidRPr="00706FB1">
              <w:rPr>
                <w:sz w:val="22"/>
                <w:szCs w:val="22"/>
              </w:rPr>
              <w:t>4,3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CE6F62" w:rsidRDefault="00CE6F62">
            <w:r w:rsidRPr="00706FB1">
              <w:rPr>
                <w:sz w:val="22"/>
                <w:szCs w:val="22"/>
              </w:rPr>
              <w:t>4,3</w:t>
            </w:r>
          </w:p>
        </w:tc>
      </w:tr>
      <w:tr w:rsidR="00CE6F62" w:rsidRPr="004F1034">
        <w:tc>
          <w:tcPr>
            <w:tcW w:w="5230" w:type="dxa"/>
          </w:tcPr>
          <w:p w:rsidR="00CE6F62" w:rsidRPr="000E712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72" w:type="dxa"/>
          </w:tcPr>
          <w:p w:rsidR="00CE6F62" w:rsidRPr="0085030C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9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0900200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Default="00CE6F62">
            <w:r w:rsidRPr="00706FB1">
              <w:rPr>
                <w:sz w:val="22"/>
                <w:szCs w:val="22"/>
              </w:rPr>
              <w:t>4,3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;Национальная оборона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65,9</w:t>
            </w:r>
          </w:p>
        </w:tc>
      </w:tr>
      <w:tr w:rsidR="00CE6F62" w:rsidRPr="004F1034">
        <w:trPr>
          <w:trHeight w:val="330"/>
        </w:trPr>
        <w:tc>
          <w:tcPr>
            <w:tcW w:w="5230" w:type="dxa"/>
          </w:tcPr>
          <w:p w:rsidR="00CE6F62" w:rsidRPr="004F1034" w:rsidRDefault="00CE6F62" w:rsidP="00FB49D4">
            <w:pPr>
              <w:jc w:val="both"/>
              <w:rPr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i/>
                <w:iCs/>
                <w:sz w:val="20"/>
                <w:szCs w:val="20"/>
              </w:rPr>
              <w:t>Мобилизационная  и вневойсковая подготовка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65,9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EB3AF9">
              <w:rPr>
                <w:rFonts w:ascii="Arial" w:hAnsi="Arial" w:cs="Arial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4F1034">
              <w:rPr>
                <w:sz w:val="22"/>
                <w:szCs w:val="22"/>
              </w:rPr>
              <w:t>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091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E00F5B">
              <w:rPr>
                <w:rFonts w:ascii="Arial" w:hAnsi="Arial" w:cs="Arial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CE6F62" w:rsidRPr="004F1034">
        <w:tc>
          <w:tcPr>
            <w:tcW w:w="5230" w:type="dxa"/>
          </w:tcPr>
          <w:p w:rsidR="00CE6F62" w:rsidRPr="00977D90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CE6F62" w:rsidRDefault="00CE6F62" w:rsidP="00FB49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CE6F62" w:rsidRDefault="00CE6F62">
            <w:r w:rsidRPr="00647406">
              <w:rPr>
                <w:sz w:val="22"/>
                <w:szCs w:val="22"/>
              </w:rPr>
              <w:t>4,1</w:t>
            </w:r>
          </w:p>
        </w:tc>
      </w:tr>
      <w:tr w:rsidR="00CE6F62" w:rsidRPr="004F1034">
        <w:tc>
          <w:tcPr>
            <w:tcW w:w="5230" w:type="dxa"/>
          </w:tcPr>
          <w:p w:rsidR="00CE6F62" w:rsidRPr="000E7125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02</w:t>
            </w:r>
          </w:p>
        </w:tc>
        <w:tc>
          <w:tcPr>
            <w:tcW w:w="572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0013600</w:t>
            </w:r>
          </w:p>
        </w:tc>
        <w:tc>
          <w:tcPr>
            <w:tcW w:w="576" w:type="dxa"/>
          </w:tcPr>
          <w:p w:rsidR="00CE6F62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Default="00CE6F62">
            <w:r w:rsidRPr="00647406">
              <w:rPr>
                <w:sz w:val="22"/>
                <w:szCs w:val="22"/>
              </w:rPr>
              <w:t>4,1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FB49D4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5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</w:t>
            </w:r>
          </w:p>
        </w:tc>
        <w:tc>
          <w:tcPr>
            <w:tcW w:w="109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FB49D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FB49D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66,7</w:t>
            </w:r>
          </w:p>
        </w:tc>
      </w:tr>
      <w:tr w:rsidR="00CE6F62" w:rsidRPr="004F1034">
        <w:trPr>
          <w:trHeight w:val="685"/>
        </w:trPr>
        <w:tc>
          <w:tcPr>
            <w:tcW w:w="5230" w:type="dxa"/>
          </w:tcPr>
          <w:p w:rsidR="00CE6F62" w:rsidRPr="004F1034" w:rsidRDefault="00CE6F62" w:rsidP="00FB49D4">
            <w:pPr>
              <w:pStyle w:val="Heading4"/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4F1034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4F1034" w:rsidRDefault="00CE6F62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572" w:type="dxa"/>
            <w:vAlign w:val="center"/>
          </w:tcPr>
          <w:p w:rsidR="00CE6F62" w:rsidRPr="004F1034" w:rsidRDefault="00CE6F62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 w:rsidRPr="004F1034">
              <w:rPr>
                <w:b w:val="0"/>
                <w:bCs w:val="0"/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FB49D4">
            <w:pPr>
              <w:jc w:val="center"/>
              <w:rPr>
                <w:i/>
                <w:iCs/>
                <w:sz w:val="22"/>
                <w:szCs w:val="22"/>
              </w:rPr>
            </w:pPr>
            <w:r w:rsidRPr="004F1034">
              <w:rPr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CE6F62" w:rsidRPr="004F1034" w:rsidRDefault="00CE6F62" w:rsidP="00FB49D4">
            <w:pPr>
              <w:pStyle w:val="Heading4"/>
              <w:jc w:val="center"/>
              <w:rPr>
                <w:b w:val="0"/>
                <w:bCs w:val="0"/>
                <w:i/>
                <w:iCs/>
                <w:sz w:val="22"/>
                <w:szCs w:val="22"/>
              </w:rPr>
            </w:pPr>
            <w:r>
              <w:rPr>
                <w:b w:val="0"/>
                <w:bCs w:val="0"/>
                <w:i/>
                <w:iCs/>
                <w:sz w:val="22"/>
                <w:szCs w:val="22"/>
              </w:rPr>
              <w:t>66,7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FB49D4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725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544A84" w:rsidRDefault="00CE6F62" w:rsidP="00FB49D4">
            <w:r w:rsidRPr="00544A84">
              <w:t>03</w:t>
            </w:r>
          </w:p>
        </w:tc>
        <w:tc>
          <w:tcPr>
            <w:tcW w:w="572" w:type="dxa"/>
          </w:tcPr>
          <w:p w:rsidR="00CE6F62" w:rsidRPr="00544A84" w:rsidRDefault="00CE6F62" w:rsidP="00FB49D4">
            <w:r w:rsidRPr="00544A84">
              <w:t>09</w:t>
            </w:r>
          </w:p>
        </w:tc>
        <w:tc>
          <w:tcPr>
            <w:tcW w:w="109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</w:tcPr>
          <w:p w:rsidR="00CE6F62" w:rsidRPr="004F1034" w:rsidRDefault="00CE6F62" w:rsidP="00FB49D4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FB49D4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46,7</w:t>
            </w:r>
          </w:p>
        </w:tc>
      </w:tr>
      <w:tr w:rsidR="00CE6F62" w:rsidRPr="004F1034">
        <w:tc>
          <w:tcPr>
            <w:tcW w:w="5230" w:type="dxa"/>
          </w:tcPr>
          <w:p w:rsidR="00CE6F62" w:rsidRPr="00977D90" w:rsidRDefault="00CE6F62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977D90">
              <w:rPr>
                <w:rFonts w:ascii="Arial" w:hAnsi="Arial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11" w:type="dxa"/>
            <w:vAlign w:val="center"/>
          </w:tcPr>
          <w:p w:rsidR="00CE6F62" w:rsidRPr="00977D90" w:rsidRDefault="00CE6F62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CE6F62" w:rsidRPr="00977D90" w:rsidRDefault="00CE6F62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CE6F62" w:rsidRPr="004F1034">
        <w:trPr>
          <w:trHeight w:val="388"/>
        </w:trPr>
        <w:tc>
          <w:tcPr>
            <w:tcW w:w="5230" w:type="dxa"/>
          </w:tcPr>
          <w:p w:rsidR="00CE6F62" w:rsidRPr="000E7125" w:rsidRDefault="00CE6F62" w:rsidP="00977D90">
            <w:pPr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977D90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977D90">
            <w:pPr>
              <w:jc w:val="center"/>
            </w:pPr>
            <w:r w:rsidRPr="003C2CB8">
              <w:rPr>
                <w:sz w:val="22"/>
                <w:szCs w:val="22"/>
              </w:rPr>
              <w:t>0700400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977D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4F1034">
              <w:rPr>
                <w:sz w:val="22"/>
                <w:szCs w:val="22"/>
              </w:rPr>
              <w:t>4</w:t>
            </w:r>
          </w:p>
        </w:tc>
        <w:tc>
          <w:tcPr>
            <w:tcW w:w="911" w:type="dxa"/>
            <w:vAlign w:val="center"/>
          </w:tcPr>
          <w:p w:rsidR="00CE6F62" w:rsidRPr="00977D90" w:rsidRDefault="00CE6F62" w:rsidP="00977D90">
            <w:pPr>
              <w:jc w:val="center"/>
            </w:pPr>
            <w:r>
              <w:rPr>
                <w:sz w:val="22"/>
                <w:szCs w:val="22"/>
              </w:rPr>
              <w:t>4</w:t>
            </w:r>
            <w:r w:rsidRPr="00977D90">
              <w:rPr>
                <w:sz w:val="22"/>
                <w:szCs w:val="22"/>
              </w:rPr>
              <w:t>6,7</w:t>
            </w:r>
          </w:p>
        </w:tc>
      </w:tr>
      <w:tr w:rsidR="00CE6F62" w:rsidRPr="004F1034">
        <w:trPr>
          <w:trHeight w:val="388"/>
        </w:trPr>
        <w:tc>
          <w:tcPr>
            <w:tcW w:w="5230" w:type="dxa"/>
          </w:tcPr>
          <w:p w:rsidR="00CE6F62" w:rsidRPr="005C0905" w:rsidRDefault="00CE6F62" w:rsidP="003713FB">
            <w:pPr>
              <w:rPr>
                <w:rFonts w:ascii="Arial" w:hAnsi="Arial" w:cs="Arial"/>
                <w:sz w:val="20"/>
                <w:szCs w:val="20"/>
              </w:rPr>
            </w:pPr>
            <w:r w:rsidRPr="003713FB">
              <w:rPr>
                <w:rFonts w:ascii="Arial" w:hAnsi="Arial" w:cs="Arial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  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3713FB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3713FB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3713FB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3713FB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CE6F62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E6F62" w:rsidRPr="004F1034">
        <w:trPr>
          <w:trHeight w:val="388"/>
        </w:trPr>
        <w:tc>
          <w:tcPr>
            <w:tcW w:w="5230" w:type="dxa"/>
          </w:tcPr>
          <w:p w:rsidR="00CE6F62" w:rsidRPr="005C0905" w:rsidRDefault="00CE6F62" w:rsidP="003713FB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3713FB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3713FB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3713FB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3713FB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CE6F62" w:rsidRDefault="00CE6F62" w:rsidP="003713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E6F62" w:rsidRPr="004F1034">
        <w:trPr>
          <w:trHeight w:val="388"/>
        </w:trPr>
        <w:tc>
          <w:tcPr>
            <w:tcW w:w="5230" w:type="dxa"/>
          </w:tcPr>
          <w:p w:rsidR="00CE6F62" w:rsidRPr="00DF01AE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544A84" w:rsidRDefault="00CE6F62" w:rsidP="0076461F">
            <w:pPr>
              <w:jc w:val="center"/>
            </w:pPr>
            <w:r>
              <w:t>03</w:t>
            </w:r>
          </w:p>
        </w:tc>
        <w:tc>
          <w:tcPr>
            <w:tcW w:w="572" w:type="dxa"/>
            <w:vAlign w:val="center"/>
          </w:tcPr>
          <w:p w:rsidR="00CE6F62" w:rsidRPr="00544A84" w:rsidRDefault="00CE6F62" w:rsidP="0076461F">
            <w:pPr>
              <w:jc w:val="center"/>
            </w:pPr>
            <w:r>
              <w:t>09</w:t>
            </w:r>
          </w:p>
        </w:tc>
        <w:tc>
          <w:tcPr>
            <w:tcW w:w="1096" w:type="dxa"/>
            <w:vAlign w:val="center"/>
          </w:tcPr>
          <w:p w:rsidR="00CE6F62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2180100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  <w:vAlign w:val="center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CE6F62" w:rsidRPr="004F1034">
        <w:tc>
          <w:tcPr>
            <w:tcW w:w="5230" w:type="dxa"/>
            <w:vAlign w:val="center"/>
          </w:tcPr>
          <w:p w:rsidR="00CE6F62" w:rsidRPr="00EB3AF9" w:rsidRDefault="00CE6F62" w:rsidP="0076461F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25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  <w:vAlign w:val="center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1796,7</w:t>
            </w:r>
          </w:p>
        </w:tc>
      </w:tr>
      <w:tr w:rsidR="00CE6F62" w:rsidRPr="004F1034">
        <w:tc>
          <w:tcPr>
            <w:tcW w:w="5230" w:type="dxa"/>
            <w:vAlign w:val="center"/>
          </w:tcPr>
          <w:p w:rsidR="00CE6F62" w:rsidRPr="00291684" w:rsidRDefault="00CE6F62" w:rsidP="00764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5" w:type="dxa"/>
          </w:tcPr>
          <w:p w:rsidR="00CE6F62" w:rsidRPr="0085030C" w:rsidRDefault="00CE6F62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85030C" w:rsidRDefault="00CE6F62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  <w:vAlign w:val="center"/>
          </w:tcPr>
          <w:p w:rsidR="00CE6F62" w:rsidRPr="0085030C" w:rsidRDefault="00CE6F62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</w:rPr>
              <w:t>09</w:t>
            </w:r>
          </w:p>
        </w:tc>
        <w:tc>
          <w:tcPr>
            <w:tcW w:w="1096" w:type="dxa"/>
            <w:vAlign w:val="center"/>
          </w:tcPr>
          <w:p w:rsidR="00CE6F62" w:rsidRPr="0085030C" w:rsidRDefault="00CE6F62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  <w:vAlign w:val="center"/>
          </w:tcPr>
          <w:p w:rsidR="00CE6F62" w:rsidRPr="0085030C" w:rsidRDefault="00CE6F62" w:rsidP="0076461F">
            <w:pPr>
              <w:rPr>
                <w:b/>
                <w:bCs/>
                <w:i/>
                <w:iCs/>
              </w:rPr>
            </w:pPr>
            <w:r w:rsidRPr="0085030C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85030C" w:rsidRDefault="00CE6F62" w:rsidP="0076461F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1627,6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AA04C1">
              <w:rPr>
                <w:rFonts w:ascii="Arial" w:hAnsi="Arial" w:cs="Arial"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725" w:type="dxa"/>
          </w:tcPr>
          <w:p w:rsidR="00CE6F62" w:rsidRPr="004F1034" w:rsidRDefault="00CE6F62" w:rsidP="0076461F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04</w:t>
            </w:r>
          </w:p>
        </w:tc>
        <w:tc>
          <w:tcPr>
            <w:tcW w:w="572" w:type="dxa"/>
          </w:tcPr>
          <w:p w:rsidR="00CE6F62" w:rsidRDefault="00CE6F62" w:rsidP="0076461F">
            <w:r>
              <w:t>09</w:t>
            </w:r>
          </w:p>
        </w:tc>
        <w:tc>
          <w:tcPr>
            <w:tcW w:w="1096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CE6F62" w:rsidRPr="004F1034" w:rsidRDefault="00CE6F62" w:rsidP="0076461F"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175,0</w:t>
            </w:r>
          </w:p>
        </w:tc>
      </w:tr>
      <w:tr w:rsidR="00CE6F62" w:rsidRPr="004F1034">
        <w:tc>
          <w:tcPr>
            <w:tcW w:w="5230" w:type="dxa"/>
            <w:vAlign w:val="center"/>
          </w:tcPr>
          <w:p w:rsidR="00CE6F62" w:rsidRPr="004F1034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4F1034" w:rsidRDefault="00CE6F62" w:rsidP="0076461F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04</w:t>
            </w:r>
          </w:p>
        </w:tc>
        <w:tc>
          <w:tcPr>
            <w:tcW w:w="572" w:type="dxa"/>
          </w:tcPr>
          <w:p w:rsidR="00CE6F62" w:rsidRDefault="00CE6F62" w:rsidP="0076461F">
            <w:r>
              <w:t>09</w:t>
            </w:r>
          </w:p>
        </w:tc>
        <w:tc>
          <w:tcPr>
            <w:tcW w:w="1096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Default="00CE6F62" w:rsidP="0076461F">
            <w:r>
              <w:rPr>
                <w:sz w:val="22"/>
                <w:szCs w:val="22"/>
              </w:rPr>
              <w:t>175,0</w:t>
            </w:r>
          </w:p>
        </w:tc>
      </w:tr>
      <w:tr w:rsidR="00CE6F62" w:rsidRPr="004F1034">
        <w:tc>
          <w:tcPr>
            <w:tcW w:w="5230" w:type="dxa"/>
            <w:vAlign w:val="center"/>
          </w:tcPr>
          <w:p w:rsidR="00CE6F62" w:rsidRPr="004F1034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85030C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85030C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04</w:t>
            </w:r>
          </w:p>
        </w:tc>
        <w:tc>
          <w:tcPr>
            <w:tcW w:w="572" w:type="dxa"/>
          </w:tcPr>
          <w:p w:rsidR="00CE6F62" w:rsidRDefault="00CE6F62" w:rsidP="0076461F">
            <w:r>
              <w:t>09</w:t>
            </w:r>
          </w:p>
        </w:tc>
        <w:tc>
          <w:tcPr>
            <w:tcW w:w="1096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3150200</w:t>
            </w:r>
          </w:p>
        </w:tc>
        <w:tc>
          <w:tcPr>
            <w:tcW w:w="576" w:type="dxa"/>
          </w:tcPr>
          <w:p w:rsidR="00CE6F62" w:rsidRPr="004F1034" w:rsidRDefault="00CE6F62" w:rsidP="0076461F"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Default="00CE6F62" w:rsidP="0076461F">
            <w:r>
              <w:rPr>
                <w:sz w:val="22"/>
                <w:szCs w:val="22"/>
              </w:rPr>
              <w:t>175,0</w:t>
            </w:r>
          </w:p>
        </w:tc>
      </w:tr>
      <w:tr w:rsidR="00CE6F62" w:rsidRPr="004F1034">
        <w:tc>
          <w:tcPr>
            <w:tcW w:w="5230" w:type="dxa"/>
            <w:vAlign w:val="center"/>
          </w:tcPr>
          <w:p w:rsidR="00CE6F62" w:rsidRPr="004F1034" w:rsidRDefault="00CE6F62" w:rsidP="0076461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96422">
              <w:rPr>
                <w:rFonts w:ascii="Arial" w:hAnsi="Arial" w:cs="Arial"/>
                <w:i/>
                <w:iCs/>
                <w:sz w:val="20"/>
                <w:szCs w:val="20"/>
              </w:rPr>
              <w:t>Реализация мероприятий долгосрочной целевой программы "Развитие автомобильных дорог регионального, межмуниципального и местного значения в Новосибирской области в 2012 - 2015 годах"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  <w:vAlign w:val="center"/>
          </w:tcPr>
          <w:p w:rsidR="00CE6F62" w:rsidRPr="004F1034" w:rsidRDefault="00CE6F62" w:rsidP="0076461F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CE6F62" w:rsidRPr="004F1034">
        <w:trPr>
          <w:trHeight w:val="294"/>
        </w:trPr>
        <w:tc>
          <w:tcPr>
            <w:tcW w:w="5230" w:type="dxa"/>
            <w:vAlign w:val="center"/>
          </w:tcPr>
          <w:p w:rsidR="00CE6F62" w:rsidRPr="004E6B87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  <w:vAlign w:val="center"/>
          </w:tcPr>
          <w:p w:rsidR="00CE6F62" w:rsidRDefault="00CE6F62" w:rsidP="0076461F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CE6F62" w:rsidRPr="004F1034">
        <w:trPr>
          <w:trHeight w:val="294"/>
        </w:trPr>
        <w:tc>
          <w:tcPr>
            <w:tcW w:w="5230" w:type="dxa"/>
            <w:vAlign w:val="center"/>
          </w:tcPr>
          <w:p w:rsidR="00CE6F62" w:rsidRPr="004E6B87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4E6B87">
              <w:rPr>
                <w:rFonts w:ascii="Arial" w:hAnsi="Arial" w:cs="Arial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25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  <w:vAlign w:val="center"/>
          </w:tcPr>
          <w:p w:rsidR="00CE6F62" w:rsidRPr="004F1034" w:rsidRDefault="00CE6F62" w:rsidP="0076461F">
            <w:pPr>
              <w:jc w:val="center"/>
            </w:pPr>
            <w:r w:rsidRPr="004F1034">
              <w:rPr>
                <w:sz w:val="22"/>
                <w:szCs w:val="22"/>
              </w:rPr>
              <w:t>04</w:t>
            </w:r>
          </w:p>
        </w:tc>
        <w:tc>
          <w:tcPr>
            <w:tcW w:w="572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096" w:type="dxa"/>
            <w:vAlign w:val="center"/>
          </w:tcPr>
          <w:p w:rsidR="00CE6F62" w:rsidRPr="004F1034" w:rsidRDefault="00CE6F62" w:rsidP="0076461F">
            <w:pPr>
              <w:jc w:val="center"/>
            </w:pPr>
            <w:r>
              <w:rPr>
                <w:sz w:val="22"/>
                <w:szCs w:val="22"/>
              </w:rPr>
              <w:t>5226300</w:t>
            </w:r>
          </w:p>
        </w:tc>
        <w:tc>
          <w:tcPr>
            <w:tcW w:w="576" w:type="dxa"/>
            <w:vAlign w:val="center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</w:t>
            </w:r>
          </w:p>
        </w:tc>
        <w:tc>
          <w:tcPr>
            <w:tcW w:w="911" w:type="dxa"/>
            <w:vAlign w:val="center"/>
          </w:tcPr>
          <w:p w:rsidR="00CE6F62" w:rsidRDefault="00CE6F62" w:rsidP="0076461F">
            <w:pPr>
              <w:pStyle w:val="Heading4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1452,6</w:t>
            </w:r>
          </w:p>
        </w:tc>
      </w:tr>
      <w:tr w:rsidR="00CE6F62" w:rsidRPr="004F1034">
        <w:tc>
          <w:tcPr>
            <w:tcW w:w="5230" w:type="dxa"/>
          </w:tcPr>
          <w:p w:rsidR="00CE6F62" w:rsidRPr="00EB3AF9" w:rsidRDefault="00CE6F62" w:rsidP="0076461F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25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572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12</w:t>
            </w:r>
          </w:p>
        </w:tc>
        <w:tc>
          <w:tcPr>
            <w:tcW w:w="1096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76461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169,1</w:t>
            </w:r>
          </w:p>
        </w:tc>
      </w:tr>
      <w:tr w:rsidR="00CE6F62" w:rsidRPr="00977D90">
        <w:tc>
          <w:tcPr>
            <w:tcW w:w="5230" w:type="dxa"/>
          </w:tcPr>
          <w:p w:rsidR="00CE6F62" w:rsidRPr="00977D90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977D90">
              <w:rPr>
                <w:rFonts w:ascii="Arial CYR" w:hAnsi="Arial CYR" w:cs="Arial CYR"/>
                <w:sz w:val="20"/>
                <w:szCs w:val="20"/>
              </w:rPr>
              <w:t>Подпрограмма «Территориальное планирование Новосибирской области»</w:t>
            </w:r>
          </w:p>
        </w:tc>
        <w:tc>
          <w:tcPr>
            <w:tcW w:w="725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977D90" w:rsidRDefault="00CE6F62" w:rsidP="0076461F">
            <w:r>
              <w:t>04</w:t>
            </w:r>
          </w:p>
        </w:tc>
        <w:tc>
          <w:tcPr>
            <w:tcW w:w="572" w:type="dxa"/>
          </w:tcPr>
          <w:p w:rsidR="00CE6F62" w:rsidRPr="00977D90" w:rsidRDefault="00CE6F62" w:rsidP="0076461F">
            <w:r>
              <w:t>12</w:t>
            </w:r>
          </w:p>
        </w:tc>
        <w:tc>
          <w:tcPr>
            <w:tcW w:w="1096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977D90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</w:tr>
      <w:tr w:rsidR="00CE6F62" w:rsidRPr="00977D90">
        <w:tc>
          <w:tcPr>
            <w:tcW w:w="5230" w:type="dxa"/>
          </w:tcPr>
          <w:p w:rsidR="00CE6F62" w:rsidRPr="00977D90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977D90" w:rsidRDefault="00CE6F62" w:rsidP="0076461F">
            <w:r>
              <w:t>04</w:t>
            </w:r>
          </w:p>
        </w:tc>
        <w:tc>
          <w:tcPr>
            <w:tcW w:w="572" w:type="dxa"/>
          </w:tcPr>
          <w:p w:rsidR="00CE6F62" w:rsidRPr="00977D90" w:rsidRDefault="00CE6F62" w:rsidP="0076461F">
            <w:r>
              <w:t>12</w:t>
            </w:r>
          </w:p>
        </w:tc>
        <w:tc>
          <w:tcPr>
            <w:tcW w:w="1096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5223201</w:t>
            </w:r>
          </w:p>
        </w:tc>
        <w:tc>
          <w:tcPr>
            <w:tcW w:w="576" w:type="dxa"/>
          </w:tcPr>
          <w:p w:rsidR="00CE6F62" w:rsidRPr="00977D90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Pr="00977D90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169,1</w:t>
            </w:r>
          </w:p>
        </w:tc>
      </w:tr>
      <w:tr w:rsidR="00CE6F62" w:rsidRPr="00EB3AF9">
        <w:tc>
          <w:tcPr>
            <w:tcW w:w="5230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B3AF9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25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72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</w:rPr>
            </w:pPr>
            <w:r w:rsidRPr="00EB3AF9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EB3AF9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EB3AF9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EB3AF9" w:rsidRDefault="00CE6F62" w:rsidP="0076461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6479,5</w:t>
            </w:r>
          </w:p>
        </w:tc>
      </w:tr>
      <w:tr w:rsidR="00CE6F62" w:rsidRPr="00291684">
        <w:trPr>
          <w:trHeight w:val="300"/>
        </w:trPr>
        <w:tc>
          <w:tcPr>
            <w:tcW w:w="5230" w:type="dxa"/>
          </w:tcPr>
          <w:p w:rsidR="00CE6F62" w:rsidRPr="00291684" w:rsidRDefault="00CE6F62" w:rsidP="0076461F">
            <w:pPr>
              <w:jc w:val="both"/>
              <w:rPr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Коммунальное</w:t>
            </w: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хозяйство</w:t>
            </w:r>
          </w:p>
        </w:tc>
        <w:tc>
          <w:tcPr>
            <w:tcW w:w="725" w:type="dxa"/>
          </w:tcPr>
          <w:p w:rsidR="00CE6F62" w:rsidRPr="00030DC6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030DC6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05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02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6045,1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Поддержка коммунального хозяйства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6D5CA4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Pr="006D5CA4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3510000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55432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90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3510500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AB790D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 реализацию областной целевой программы «Обеспечение населения Новосибирской области питьевой водой на 2012-2017годы»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5144,0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EB0915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5B29C2">
              <w:rPr>
                <w:rFonts w:ascii="Arial" w:hAnsi="Arial" w:cs="Arial"/>
                <w:sz w:val="20"/>
                <w:szCs w:val="20"/>
              </w:rPr>
              <w:t>Бюджетные инвестиции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5223700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11" w:type="dxa"/>
          </w:tcPr>
          <w:p w:rsidR="00CE6F62" w:rsidRDefault="00CE6F62" w:rsidP="0076461F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 xml:space="preserve">Бюджетные инвестиции в объекты государственной (муниципальной) собственности казенным учреждениям вне рамок государственного оборонного заказа  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5221700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</w:t>
            </w:r>
          </w:p>
        </w:tc>
        <w:tc>
          <w:tcPr>
            <w:tcW w:w="911" w:type="dxa"/>
          </w:tcPr>
          <w:p w:rsidR="00CE6F62" w:rsidRDefault="00CE6F62" w:rsidP="0076461F">
            <w:r w:rsidRPr="00F11CF9">
              <w:rPr>
                <w:sz w:val="22"/>
                <w:szCs w:val="22"/>
              </w:rPr>
              <w:t>5144,0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5B29C2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76461F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"Государственная поддержка муниципальных образований по благоустройству территорий населенных пунктов и подготовке объектов жилищно-коммунального хозяйства Новосибирской области к работе в осенне-зимний период на 2013-201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F11CF9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736,9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Pr="00F11CF9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736,9</w:t>
            </w:r>
          </w:p>
        </w:tc>
      </w:tr>
      <w:tr w:rsidR="00CE6F62" w:rsidRPr="006D5CA4">
        <w:trPr>
          <w:trHeight w:val="300"/>
        </w:trPr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02</w:t>
            </w:r>
          </w:p>
        </w:tc>
        <w:tc>
          <w:tcPr>
            <w:tcW w:w="109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Pr="00F11CF9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736,9</w:t>
            </w:r>
          </w:p>
        </w:tc>
      </w:tr>
      <w:tr w:rsidR="00CE6F62" w:rsidRPr="00291684">
        <w:trPr>
          <w:trHeight w:val="286"/>
        </w:trPr>
        <w:tc>
          <w:tcPr>
            <w:tcW w:w="5230" w:type="dxa"/>
          </w:tcPr>
          <w:p w:rsidR="00CE6F62" w:rsidRPr="00291684" w:rsidRDefault="00CE6F62" w:rsidP="0076461F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29168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Благоустройство</w:t>
            </w:r>
          </w:p>
        </w:tc>
        <w:tc>
          <w:tcPr>
            <w:tcW w:w="725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434,4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Уличное</w:t>
            </w:r>
            <w:r w:rsidRPr="004F1034">
              <w:rPr>
                <w:sz w:val="20"/>
                <w:szCs w:val="20"/>
              </w:rPr>
              <w:t xml:space="preserve"> освещение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Default="00CE6F62" w:rsidP="0076461F">
            <w:r>
              <w:rPr>
                <w:sz w:val="22"/>
                <w:szCs w:val="22"/>
              </w:rPr>
              <w:t>147,0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государственных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05</w:t>
            </w:r>
          </w:p>
        </w:tc>
        <w:tc>
          <w:tcPr>
            <w:tcW w:w="572" w:type="dxa"/>
          </w:tcPr>
          <w:p w:rsidR="00CE6F62" w:rsidRDefault="00CE6F62" w:rsidP="0076461F">
            <w:r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6000100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Default="00CE6F62" w:rsidP="0076461F">
            <w:r>
              <w:rPr>
                <w:sz w:val="22"/>
                <w:szCs w:val="22"/>
              </w:rPr>
              <w:t>147,0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4F1034">
              <w:rPr>
                <w:rFonts w:ascii="Arial CYR" w:hAnsi="Arial CYR" w:cs="Arial CYR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71542" w:rsidRDefault="00CE6F62" w:rsidP="0076461F">
            <w:r w:rsidRPr="00471542">
              <w:t>05</w:t>
            </w:r>
          </w:p>
        </w:tc>
        <w:tc>
          <w:tcPr>
            <w:tcW w:w="572" w:type="dxa"/>
          </w:tcPr>
          <w:p w:rsidR="00CE6F62" w:rsidRPr="00471542" w:rsidRDefault="00CE6F62" w:rsidP="0076461F">
            <w:r w:rsidRPr="00471542"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324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A45435" w:rsidRDefault="00CE6F62" w:rsidP="0076461F">
            <w:r w:rsidRPr="00A45435">
              <w:t>05</w:t>
            </w:r>
          </w:p>
        </w:tc>
        <w:tc>
          <w:tcPr>
            <w:tcW w:w="572" w:type="dxa"/>
          </w:tcPr>
          <w:p w:rsidR="00CE6F62" w:rsidRPr="00A45435" w:rsidRDefault="00CE6F62" w:rsidP="0076461F">
            <w:r w:rsidRPr="00A45435"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A45435" w:rsidRDefault="00CE6F62" w:rsidP="0076461F">
            <w:r w:rsidRPr="00A45435">
              <w:t>05</w:t>
            </w:r>
          </w:p>
        </w:tc>
        <w:tc>
          <w:tcPr>
            <w:tcW w:w="572" w:type="dxa"/>
          </w:tcPr>
          <w:p w:rsidR="00CE6F62" w:rsidRPr="00A45435" w:rsidRDefault="00CE6F62" w:rsidP="0076461F">
            <w:r w:rsidRPr="00A45435"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6000400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3,0</w:t>
            </w:r>
          </w:p>
        </w:tc>
      </w:tr>
      <w:tr w:rsidR="00CE6F62" w:rsidRPr="004F1034">
        <w:trPr>
          <w:trHeight w:val="1364"/>
        </w:trPr>
        <w:tc>
          <w:tcPr>
            <w:tcW w:w="5230" w:type="dxa"/>
          </w:tcPr>
          <w:p w:rsidR="00CE6F62" w:rsidRPr="00554324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5B29C2">
              <w:rPr>
                <w:rFonts w:ascii="Arial CYR" w:hAnsi="Arial CYR" w:cs="Arial CYR"/>
                <w:sz w:val="20"/>
                <w:szCs w:val="20"/>
              </w:rPr>
              <w:t>Ведомственная целевая программа «Государственная поддержка муниципальных образований по благоустройству территорий населенных пунктов и подготовке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A45435" w:rsidRDefault="00CE6F62" w:rsidP="0076461F">
            <w:r w:rsidRPr="00A45435">
              <w:t>05</w:t>
            </w:r>
          </w:p>
        </w:tc>
        <w:tc>
          <w:tcPr>
            <w:tcW w:w="572" w:type="dxa"/>
          </w:tcPr>
          <w:p w:rsidR="00CE6F62" w:rsidRPr="00A45435" w:rsidRDefault="00CE6F62" w:rsidP="0076461F">
            <w:r w:rsidRPr="00A45435"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284,4</w:t>
            </w:r>
          </w:p>
        </w:tc>
      </w:tr>
      <w:tr w:rsidR="00CE6F62" w:rsidRPr="004F1034">
        <w:tc>
          <w:tcPr>
            <w:tcW w:w="5230" w:type="dxa"/>
          </w:tcPr>
          <w:p w:rsidR="00CE6F62" w:rsidRPr="00554324" w:rsidRDefault="00CE6F62" w:rsidP="0076461F">
            <w:pPr>
              <w:rPr>
                <w:rFonts w:ascii="Arial CYR" w:hAnsi="Arial CYR" w:cs="Arial CYR"/>
                <w:sz w:val="20"/>
                <w:szCs w:val="20"/>
              </w:rPr>
            </w:pP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Субсидии юридическим лицам (кроме </w:t>
            </w:r>
            <w:r w:rsidRPr="001779EF">
              <w:rPr>
                <w:rFonts w:ascii="Arial" w:hAnsi="Arial" w:cs="Arial"/>
                <w:sz w:val="20"/>
                <w:szCs w:val="20"/>
              </w:rPr>
              <w:t>государственных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 xml:space="preserve"> (муниципальных) учреждений) , государственных корпораций (компаний), индивидуальным предпринимателям , физическим лицам-производителям товаров, работ,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554324">
              <w:rPr>
                <w:rFonts w:ascii="Arial CYR" w:hAnsi="Arial CYR" w:cs="Arial CYR"/>
                <w:sz w:val="20"/>
                <w:szCs w:val="20"/>
              </w:rPr>
              <w:t>услуг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A45435" w:rsidRDefault="00CE6F62" w:rsidP="0076461F">
            <w:r w:rsidRPr="00A45435">
              <w:t>05</w:t>
            </w:r>
          </w:p>
        </w:tc>
        <w:tc>
          <w:tcPr>
            <w:tcW w:w="572" w:type="dxa"/>
          </w:tcPr>
          <w:p w:rsidR="00CE6F62" w:rsidRPr="00A45435" w:rsidRDefault="00CE6F62" w:rsidP="0076461F">
            <w:r w:rsidRPr="00A45435">
              <w:t>03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6554300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284,4</w:t>
            </w:r>
          </w:p>
        </w:tc>
      </w:tr>
      <w:tr w:rsidR="00CE6F62" w:rsidRPr="004F1034">
        <w:tc>
          <w:tcPr>
            <w:tcW w:w="5230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Культура </w:t>
            </w:r>
          </w:p>
        </w:tc>
        <w:tc>
          <w:tcPr>
            <w:tcW w:w="725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</w:rPr>
            </w:pPr>
            <w:r w:rsidRPr="00291684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291684">
              <w:rPr>
                <w:b/>
                <w:bCs/>
                <w:i/>
                <w:iCs/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2372,0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rPr>
                <w:sz w:val="20"/>
                <w:szCs w:val="20"/>
              </w:rPr>
            </w:pPr>
            <w:r w:rsidRPr="004F1034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4400000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2372,0</w:t>
            </w:r>
          </w:p>
        </w:tc>
      </w:tr>
      <w:tr w:rsidR="00CE6F62" w:rsidRPr="004F1034">
        <w:tc>
          <w:tcPr>
            <w:tcW w:w="5230" w:type="dxa"/>
          </w:tcPr>
          <w:p w:rsidR="00CE6F62" w:rsidRPr="001779EF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08</w:t>
            </w:r>
          </w:p>
        </w:tc>
        <w:tc>
          <w:tcPr>
            <w:tcW w:w="572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000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2372,0</w:t>
            </w:r>
          </w:p>
        </w:tc>
      </w:tr>
      <w:tr w:rsidR="00CE6F62" w:rsidRPr="004F1034">
        <w:tc>
          <w:tcPr>
            <w:tcW w:w="5230" w:type="dxa"/>
          </w:tcPr>
          <w:p w:rsidR="00CE6F62" w:rsidRPr="00291684" w:rsidRDefault="00CE6F62" w:rsidP="00764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1836,8</w:t>
            </w:r>
          </w:p>
        </w:tc>
      </w:tr>
      <w:tr w:rsidR="00CE6F62" w:rsidRPr="004F1034">
        <w:tc>
          <w:tcPr>
            <w:tcW w:w="5230" w:type="dxa"/>
          </w:tcPr>
          <w:p w:rsidR="00CE6F62" w:rsidRPr="00846555" w:rsidRDefault="00CE6F62" w:rsidP="0076461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46555">
              <w:rPr>
                <w:rFonts w:ascii="Arial" w:hAnsi="Arial" w:cs="Arial"/>
                <w:i/>
                <w:iCs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5" w:type="dxa"/>
          </w:tcPr>
          <w:p w:rsidR="00CE6F62" w:rsidRPr="00846555" w:rsidRDefault="00CE6F62" w:rsidP="0076461F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846555" w:rsidRDefault="00CE6F62" w:rsidP="0076461F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08</w:t>
            </w:r>
          </w:p>
        </w:tc>
        <w:tc>
          <w:tcPr>
            <w:tcW w:w="572" w:type="dxa"/>
          </w:tcPr>
          <w:p w:rsidR="00CE6F62" w:rsidRPr="00846555" w:rsidRDefault="00CE6F62" w:rsidP="0076461F">
            <w:pPr>
              <w:rPr>
                <w:i/>
                <w:iCs/>
              </w:rPr>
            </w:pPr>
            <w:r w:rsidRPr="00846555">
              <w:rPr>
                <w:i/>
                <w:iCs/>
              </w:rPr>
              <w:t>01</w:t>
            </w:r>
          </w:p>
        </w:tc>
        <w:tc>
          <w:tcPr>
            <w:tcW w:w="1096" w:type="dxa"/>
          </w:tcPr>
          <w:p w:rsidR="00CE6F62" w:rsidRPr="00846555" w:rsidRDefault="00CE6F62" w:rsidP="0076461F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846555" w:rsidRDefault="00CE6F62" w:rsidP="0076461F">
            <w:pPr>
              <w:rPr>
                <w:i/>
                <w:iCs/>
                <w:sz w:val="22"/>
                <w:szCs w:val="22"/>
              </w:rPr>
            </w:pPr>
            <w:r w:rsidRPr="00846555">
              <w:rPr>
                <w:i/>
                <w:iCs/>
                <w:sz w:val="22"/>
                <w:szCs w:val="22"/>
              </w:rPr>
              <w:t>110</w:t>
            </w:r>
          </w:p>
        </w:tc>
        <w:tc>
          <w:tcPr>
            <w:tcW w:w="911" w:type="dxa"/>
          </w:tcPr>
          <w:p w:rsidR="00CE6F62" w:rsidRPr="00846555" w:rsidRDefault="00CE6F62" w:rsidP="0076461F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1836,8</w:t>
            </w:r>
          </w:p>
        </w:tc>
      </w:tr>
      <w:tr w:rsidR="00CE6F62" w:rsidRPr="004F1034">
        <w:tc>
          <w:tcPr>
            <w:tcW w:w="5230" w:type="dxa"/>
          </w:tcPr>
          <w:p w:rsidR="00CE6F62" w:rsidRPr="001779EF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1779EF">
              <w:rPr>
                <w:rFonts w:ascii="Arial" w:hAnsi="Arial" w:cs="Arial"/>
                <w:sz w:val="20"/>
                <w:szCs w:val="20"/>
              </w:rPr>
              <w:t>Выполнение функций бюджетными учреждениями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1836,8</w:t>
            </w:r>
          </w:p>
        </w:tc>
      </w:tr>
      <w:tr w:rsidR="00CE6F62" w:rsidRPr="004F1034">
        <w:tc>
          <w:tcPr>
            <w:tcW w:w="5230" w:type="dxa"/>
          </w:tcPr>
          <w:p w:rsidR="00CE6F62" w:rsidRPr="00291684" w:rsidRDefault="00CE6F62" w:rsidP="00764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200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531,2</w:t>
            </w:r>
          </w:p>
        </w:tc>
      </w:tr>
      <w:tr w:rsidR="00CE6F62" w:rsidRPr="004F1034">
        <w:tc>
          <w:tcPr>
            <w:tcW w:w="5230" w:type="dxa"/>
          </w:tcPr>
          <w:p w:rsidR="00CE6F62" w:rsidRPr="00846555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531,2</w:t>
            </w:r>
          </w:p>
        </w:tc>
      </w:tr>
      <w:tr w:rsidR="00CE6F62" w:rsidRPr="004F1034">
        <w:tc>
          <w:tcPr>
            <w:tcW w:w="5230" w:type="dxa"/>
          </w:tcPr>
          <w:p w:rsidR="00CE6F62" w:rsidRPr="00846555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CE6F62" w:rsidRPr="004F1034">
        <w:tc>
          <w:tcPr>
            <w:tcW w:w="5230" w:type="dxa"/>
          </w:tcPr>
          <w:p w:rsidR="00CE6F62" w:rsidRPr="00846555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846555">
              <w:rPr>
                <w:rFonts w:ascii="Arial" w:hAnsi="Arial" w:cs="Arial"/>
                <w:sz w:val="20"/>
                <w:szCs w:val="20"/>
              </w:rPr>
              <w:t>Прочие  закупки товаров, работ и услуг для государственных (муниципальных) нужд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496,8</w:t>
            </w:r>
          </w:p>
        </w:tc>
      </w:tr>
      <w:tr w:rsidR="00CE6F62" w:rsidRPr="004F1034">
        <w:tc>
          <w:tcPr>
            <w:tcW w:w="5230" w:type="dxa"/>
          </w:tcPr>
          <w:p w:rsidR="00CE6F62" w:rsidRPr="00291684" w:rsidRDefault="00CE6F62" w:rsidP="007646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1684">
              <w:rPr>
                <w:rFonts w:ascii="Arial" w:hAnsi="Arial" w:cs="Arial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5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08</w:t>
            </w:r>
          </w:p>
        </w:tc>
        <w:tc>
          <w:tcPr>
            <w:tcW w:w="572" w:type="dxa"/>
          </w:tcPr>
          <w:p w:rsidR="00CE6F62" w:rsidRPr="00291684" w:rsidRDefault="00CE6F62" w:rsidP="0076461F">
            <w:pPr>
              <w:rPr>
                <w:b/>
                <w:bCs/>
              </w:rPr>
            </w:pPr>
            <w:r w:rsidRPr="00291684">
              <w:rPr>
                <w:b/>
                <w:bCs/>
              </w:rPr>
              <w:t>01</w:t>
            </w:r>
          </w:p>
        </w:tc>
        <w:tc>
          <w:tcPr>
            <w:tcW w:w="109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Pr="00291684" w:rsidRDefault="00CE6F62" w:rsidP="0076461F">
            <w:pPr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800</w:t>
            </w:r>
          </w:p>
        </w:tc>
        <w:tc>
          <w:tcPr>
            <w:tcW w:w="911" w:type="dxa"/>
          </w:tcPr>
          <w:p w:rsidR="00CE6F62" w:rsidRPr="0029168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 w:rsidRPr="00291684">
              <w:rPr>
                <w:b/>
                <w:bCs/>
                <w:sz w:val="22"/>
                <w:szCs w:val="22"/>
              </w:rPr>
              <w:t>4,0</w:t>
            </w:r>
          </w:p>
        </w:tc>
      </w:tr>
      <w:tr w:rsidR="00CE6F62" w:rsidRPr="004F1034">
        <w:tc>
          <w:tcPr>
            <w:tcW w:w="5230" w:type="dxa"/>
          </w:tcPr>
          <w:p w:rsidR="00CE6F62" w:rsidRPr="00DF01AE" w:rsidRDefault="00CE6F62" w:rsidP="0076461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01AE">
              <w:rPr>
                <w:rFonts w:ascii="Arial" w:hAnsi="Arial" w:cs="Arial"/>
                <w:i/>
                <w:iCs/>
                <w:sz w:val="20"/>
                <w:szCs w:val="20"/>
              </w:rPr>
              <w:t>Уплата налогов, сборов и иных обязательных  платежей в бюджеты бюджетной системы Российской Федерации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CE6F62" w:rsidRPr="004F1034">
        <w:tc>
          <w:tcPr>
            <w:tcW w:w="5230" w:type="dxa"/>
          </w:tcPr>
          <w:p w:rsidR="00CE6F62" w:rsidRPr="00EB0915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DF01AE"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CE6F62" w:rsidRPr="004F1034">
        <w:tc>
          <w:tcPr>
            <w:tcW w:w="5230" w:type="dxa"/>
          </w:tcPr>
          <w:p w:rsidR="00CE6F62" w:rsidRPr="00E00F5B" w:rsidRDefault="00CE6F62" w:rsidP="0076461F">
            <w:pPr>
              <w:rPr>
                <w:rFonts w:ascii="Arial" w:hAnsi="Arial" w:cs="Arial"/>
                <w:sz w:val="20"/>
                <w:szCs w:val="20"/>
              </w:rPr>
            </w:pPr>
            <w:r w:rsidRPr="00EB0915">
              <w:rPr>
                <w:rFonts w:ascii="Arial" w:hAnsi="Arial" w:cs="Arial"/>
                <w:sz w:val="20"/>
                <w:szCs w:val="20"/>
              </w:rPr>
              <w:t>Уплата прочих налогов, сборов и иных обязательных  платежей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555</w:t>
            </w:r>
          </w:p>
        </w:tc>
        <w:tc>
          <w:tcPr>
            <w:tcW w:w="538" w:type="dxa"/>
          </w:tcPr>
          <w:p w:rsidR="00CE6F62" w:rsidRDefault="00CE6F62" w:rsidP="0076461F">
            <w:r>
              <w:t>08</w:t>
            </w:r>
          </w:p>
        </w:tc>
        <w:tc>
          <w:tcPr>
            <w:tcW w:w="572" w:type="dxa"/>
          </w:tcPr>
          <w:p w:rsidR="00CE6F62" w:rsidRDefault="00CE6F62" w:rsidP="0076461F">
            <w:r>
              <w:t>01</w:t>
            </w: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sz w:val="22"/>
                <w:szCs w:val="22"/>
              </w:rPr>
            </w:pPr>
            <w:r w:rsidRPr="004F1034">
              <w:rPr>
                <w:sz w:val="22"/>
                <w:szCs w:val="22"/>
              </w:rPr>
              <w:t>4409900</w:t>
            </w:r>
          </w:p>
        </w:tc>
        <w:tc>
          <w:tcPr>
            <w:tcW w:w="576" w:type="dxa"/>
          </w:tcPr>
          <w:p w:rsidR="00CE6F62" w:rsidRDefault="00CE6F62" w:rsidP="007646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911" w:type="dxa"/>
          </w:tcPr>
          <w:p w:rsidR="00CE6F62" w:rsidRDefault="00CE6F62" w:rsidP="00764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CE6F62" w:rsidRPr="004F1034">
        <w:tc>
          <w:tcPr>
            <w:tcW w:w="5230" w:type="dxa"/>
          </w:tcPr>
          <w:p w:rsidR="00CE6F62" w:rsidRPr="004F1034" w:rsidRDefault="00CE6F62" w:rsidP="0076461F">
            <w:pPr>
              <w:jc w:val="both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25" w:type="dxa"/>
          </w:tcPr>
          <w:p w:rsidR="00CE6F62" w:rsidRPr="004F1034" w:rsidRDefault="00CE6F62" w:rsidP="007646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38" w:type="dxa"/>
          </w:tcPr>
          <w:p w:rsidR="00CE6F62" w:rsidRPr="004F1034" w:rsidRDefault="00CE6F62" w:rsidP="007646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2" w:type="dxa"/>
          </w:tcPr>
          <w:p w:rsidR="00CE6F62" w:rsidRPr="004F1034" w:rsidRDefault="00CE6F62" w:rsidP="007646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</w:tcPr>
          <w:p w:rsidR="00CE6F62" w:rsidRPr="004F1034" w:rsidRDefault="00CE6F62" w:rsidP="007646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6" w:type="dxa"/>
          </w:tcPr>
          <w:p w:rsidR="00CE6F62" w:rsidRPr="004F1034" w:rsidRDefault="00CE6F62" w:rsidP="0076461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:rsidR="00CE6F62" w:rsidRPr="004F1034" w:rsidRDefault="00CE6F62" w:rsidP="0076461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12931,0</w:t>
            </w:r>
          </w:p>
        </w:tc>
      </w:tr>
    </w:tbl>
    <w:p w:rsidR="00CE6F62" w:rsidRDefault="00CE6F62" w:rsidP="005872C6">
      <w:pPr>
        <w:shd w:val="clear" w:color="auto" w:fill="FFFFFF"/>
        <w:spacing w:line="202" w:lineRule="exact"/>
        <w:ind w:left="5150" w:firstLine="1320"/>
        <w:rPr>
          <w:spacing w:val="-1"/>
        </w:rPr>
      </w:pPr>
    </w:p>
    <w:p w:rsidR="00CE6F62" w:rsidRDefault="00CE6F62" w:rsidP="00DB327E">
      <w:pPr>
        <w:jc w:val="right"/>
      </w:pPr>
    </w:p>
    <w:p w:rsidR="00CE6F62" w:rsidRDefault="00CE6F62" w:rsidP="00DB327E">
      <w:pPr>
        <w:jc w:val="right"/>
      </w:pPr>
    </w:p>
    <w:p w:rsidR="00CE6F62" w:rsidRDefault="00CE6F62" w:rsidP="00DB327E">
      <w:pPr>
        <w:jc w:val="right"/>
      </w:pPr>
    </w:p>
    <w:p w:rsidR="00CE6F62" w:rsidRDefault="00CE6F62" w:rsidP="005872C6">
      <w:pPr>
        <w:jc w:val="right"/>
      </w:pPr>
      <w:r>
        <w:t>Приложение № 6</w:t>
      </w:r>
    </w:p>
    <w:p w:rsidR="00CE6F62" w:rsidRDefault="00CE6F62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27    сессии четвертого созыва от </w:t>
      </w:r>
    </w:p>
    <w:p w:rsidR="00CE6F62" w:rsidRDefault="00CE6F62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>22.08.2013  «О внесении изменений в бюджет Киикского сельсовета</w:t>
      </w:r>
    </w:p>
    <w:p w:rsidR="00CE6F62" w:rsidRDefault="00CE6F62" w:rsidP="00482613">
      <w:pPr>
        <w:jc w:val="right"/>
        <w:rPr>
          <w:sz w:val="20"/>
          <w:szCs w:val="20"/>
        </w:rPr>
      </w:pP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Тогучинского района Новосибирской области</w:t>
      </w:r>
    </w:p>
    <w:p w:rsidR="00CE6F62" w:rsidRDefault="00CE6F62" w:rsidP="0048261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на 2013</w:t>
      </w:r>
      <w:r w:rsidRPr="00833826">
        <w:rPr>
          <w:sz w:val="20"/>
          <w:szCs w:val="20"/>
        </w:rPr>
        <w:t xml:space="preserve"> </w:t>
      </w:r>
      <w:r>
        <w:rPr>
          <w:sz w:val="20"/>
          <w:szCs w:val="20"/>
        </w:rPr>
        <w:t>год и  плановый  период 2014-2015 гг.»</w:t>
      </w:r>
    </w:p>
    <w:p w:rsidR="00CE6F62" w:rsidRDefault="00CE6F62" w:rsidP="00482613">
      <w:pPr>
        <w:jc w:val="right"/>
        <w:rPr>
          <w:spacing w:val="-1"/>
          <w:sz w:val="18"/>
          <w:szCs w:val="18"/>
        </w:rPr>
      </w:pPr>
    </w:p>
    <w:p w:rsidR="00CE6F62" w:rsidRPr="003B08CF" w:rsidRDefault="00CE6F62" w:rsidP="005872C6">
      <w:pPr>
        <w:ind w:left="720"/>
        <w:jc w:val="right"/>
        <w:rPr>
          <w:spacing w:val="-1"/>
        </w:rPr>
      </w:pPr>
      <w:r w:rsidRPr="003B08CF">
        <w:t>Таблица 1</w:t>
      </w:r>
    </w:p>
    <w:p w:rsidR="00CE6F62" w:rsidRPr="003B08CF" w:rsidRDefault="00CE6F62" w:rsidP="005872C6">
      <w:pPr>
        <w:shd w:val="clear" w:color="auto" w:fill="FFFFFF"/>
        <w:spacing w:line="202" w:lineRule="exact"/>
        <w:ind w:left="5150" w:firstLine="1320"/>
        <w:jc w:val="both"/>
        <w:rPr>
          <w:spacing w:val="-1"/>
          <w:sz w:val="26"/>
          <w:szCs w:val="26"/>
        </w:rPr>
      </w:pPr>
    </w:p>
    <w:p w:rsidR="00CE6F62" w:rsidRDefault="00CE6F62" w:rsidP="005872C6">
      <w:pPr>
        <w:jc w:val="center"/>
        <w:rPr>
          <w:b/>
          <w:bCs/>
          <w:spacing w:val="-1"/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 xml:space="preserve">Источники Финансирования дефицита бюджета </w:t>
      </w:r>
    </w:p>
    <w:p w:rsidR="00CE6F62" w:rsidRPr="003B08CF" w:rsidRDefault="00CE6F62" w:rsidP="005872C6">
      <w:pPr>
        <w:jc w:val="center"/>
        <w:rPr>
          <w:i/>
          <w:iCs/>
        </w:rPr>
      </w:pPr>
      <w:r w:rsidRPr="003B08CF">
        <w:rPr>
          <w:b/>
          <w:bCs/>
          <w:i/>
          <w:iCs/>
          <w:spacing w:val="-1"/>
        </w:rPr>
        <w:t>Киикского сельсовета Тогучинского района на 201</w:t>
      </w:r>
      <w:r>
        <w:rPr>
          <w:b/>
          <w:bCs/>
          <w:i/>
          <w:iCs/>
          <w:spacing w:val="-1"/>
        </w:rPr>
        <w:t>3</w:t>
      </w:r>
      <w:r w:rsidRPr="003B08CF">
        <w:rPr>
          <w:b/>
          <w:bCs/>
          <w:i/>
          <w:iCs/>
          <w:spacing w:val="-1"/>
        </w:rPr>
        <w:t>год</w:t>
      </w:r>
    </w:p>
    <w:p w:rsidR="00CE6F62" w:rsidRPr="00BF4BB7" w:rsidRDefault="00CE6F62" w:rsidP="005872C6">
      <w:pPr>
        <w:jc w:val="right"/>
        <w:rPr>
          <w:b/>
          <w:bCs/>
        </w:rPr>
      </w:pPr>
      <w:r w:rsidRPr="00BF4BB7">
        <w:rPr>
          <w:b/>
          <w:bCs/>
        </w:rPr>
        <w:t xml:space="preserve"> </w:t>
      </w:r>
    </w:p>
    <w:tbl>
      <w:tblPr>
        <w:tblW w:w="10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4"/>
        <w:gridCol w:w="3199"/>
        <w:gridCol w:w="4365"/>
        <w:gridCol w:w="1526"/>
      </w:tblGrid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</w:pPr>
          </w:p>
          <w:p w:rsidR="00CE6F62" w:rsidRPr="004F1034" w:rsidRDefault="00CE6F62" w:rsidP="00FB49D4">
            <w:pPr>
              <w:jc w:val="center"/>
              <w:rPr>
                <w:sz w:val="18"/>
                <w:szCs w:val="18"/>
              </w:rPr>
            </w:pPr>
            <w:r w:rsidRPr="004F1034">
              <w:rPr>
                <w:sz w:val="18"/>
                <w:szCs w:val="18"/>
              </w:rPr>
              <w:t>Главный администратор источника финансирования дефицита бюджета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</w:pPr>
          </w:p>
          <w:p w:rsidR="00CE6F62" w:rsidRPr="004F1034" w:rsidRDefault="00CE6F62" w:rsidP="00FB49D4">
            <w:pPr>
              <w:jc w:val="center"/>
            </w:pPr>
            <w:r w:rsidRPr="004F1034">
              <w:t>КОД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</w:pPr>
            <w:r w:rsidRPr="004F1034">
              <w:t xml:space="preserve">Наименование кода администратора, группы, подгруппы, статьи, элемента, кода экономической классификации источников внутреннего финансирования дефицитов бюджетов </w:t>
            </w:r>
          </w:p>
        </w:tc>
        <w:tc>
          <w:tcPr>
            <w:tcW w:w="1526" w:type="dxa"/>
          </w:tcPr>
          <w:p w:rsidR="00CE6F62" w:rsidRPr="004F1034" w:rsidRDefault="00CE6F62" w:rsidP="00FB49D4">
            <w:pPr>
              <w:jc w:val="center"/>
            </w:pPr>
          </w:p>
          <w:p w:rsidR="00CE6F62" w:rsidRPr="004F1034" w:rsidRDefault="00CE6F62" w:rsidP="00FB49D4">
            <w:pPr>
              <w:jc w:val="center"/>
            </w:pPr>
            <w:r w:rsidRPr="004F1034">
              <w:t>Сумма</w:t>
            </w:r>
          </w:p>
          <w:p w:rsidR="00CE6F62" w:rsidRPr="004F1034" w:rsidRDefault="00CE6F62" w:rsidP="00FB49D4">
            <w:pPr>
              <w:jc w:val="center"/>
            </w:pPr>
            <w:r w:rsidRPr="004F1034">
              <w:t>201</w:t>
            </w:r>
            <w:r>
              <w:t>3</w:t>
            </w:r>
            <w:r w:rsidRPr="004F1034">
              <w:t>г</w:t>
            </w:r>
          </w:p>
          <w:p w:rsidR="00CE6F62" w:rsidRPr="004F1034" w:rsidRDefault="00CE6F62" w:rsidP="00FB49D4">
            <w:pPr>
              <w:jc w:val="center"/>
            </w:pPr>
          </w:p>
          <w:p w:rsidR="00CE6F62" w:rsidRPr="004F1034" w:rsidRDefault="00CE6F62" w:rsidP="00FB49D4">
            <w:pPr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 w:rsidRPr="004F1034">
              <w:rPr>
                <w:i/>
                <w:iCs/>
                <w:sz w:val="18"/>
                <w:szCs w:val="18"/>
              </w:rPr>
              <w:t>(Тыс. рублей.)</w:t>
            </w:r>
          </w:p>
          <w:p w:rsidR="00CE6F62" w:rsidRPr="004F1034" w:rsidRDefault="00CE6F62" w:rsidP="00FB49D4">
            <w:pPr>
              <w:jc w:val="center"/>
            </w:pP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  <w:r w:rsidRPr="004F1034">
              <w:rPr>
                <w:b/>
                <w:bCs/>
                <w:sz w:val="20"/>
                <w:szCs w:val="20"/>
              </w:rPr>
              <w:t>555</w:t>
            </w:r>
          </w:p>
        </w:tc>
        <w:tc>
          <w:tcPr>
            <w:tcW w:w="9090" w:type="dxa"/>
            <w:gridSpan w:val="3"/>
          </w:tcPr>
          <w:p w:rsidR="00CE6F62" w:rsidRPr="004F1034" w:rsidRDefault="00CE6F62" w:rsidP="00FB49D4">
            <w:pPr>
              <w:jc w:val="center"/>
              <w:rPr>
                <w:b/>
                <w:bCs/>
              </w:rPr>
            </w:pPr>
            <w:r w:rsidRPr="004F1034">
              <w:rPr>
                <w:b/>
                <w:bCs/>
              </w:rPr>
              <w:t>Администрация Киикского сельсовета Тогучинского района Новосибирской области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</w:pPr>
            <w:r w:rsidRPr="004F1034">
              <w:rPr>
                <w:sz w:val="20"/>
                <w:szCs w:val="20"/>
              </w:rPr>
              <w:t>Источники финансирования средств бюджета- всего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01 05 00 00 00 0000 000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01 03 00 00 00 0000 000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01 03 00 00 00 0000 700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01 03 00 00 10 0000 710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01 03 00 00 00 0000 800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 w:rsidRPr="00216F5E">
              <w:rPr>
                <w:sz w:val="20"/>
                <w:szCs w:val="20"/>
              </w:rPr>
              <w:t>300,0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01 03 00 00 10 0000 810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6" w:type="dxa"/>
          </w:tcPr>
          <w:p w:rsidR="00CE6F62" w:rsidRPr="00216F5E" w:rsidRDefault="00CE6F62" w:rsidP="00FB49D4">
            <w:pPr>
              <w:jc w:val="center"/>
              <w:rPr>
                <w:sz w:val="20"/>
                <w:szCs w:val="20"/>
              </w:rPr>
            </w:pPr>
            <w:r w:rsidRPr="00216F5E">
              <w:rPr>
                <w:sz w:val="20"/>
                <w:szCs w:val="20"/>
              </w:rPr>
              <w:t>300,0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01 05 00 00 00 0000 500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26" w:type="dxa"/>
            <w:vAlign w:val="center"/>
          </w:tcPr>
          <w:p w:rsidR="00CE6F62" w:rsidRPr="004F1034" w:rsidRDefault="00CE6F62" w:rsidP="00482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-13230,7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01 05 02 00 00 0000 510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26" w:type="dxa"/>
            <w:vAlign w:val="center"/>
          </w:tcPr>
          <w:p w:rsidR="00CE6F62" w:rsidRPr="00AA0EA7" w:rsidRDefault="00CE6F62" w:rsidP="00482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-13230,7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01 05 02 01 00 0000 510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26" w:type="dxa"/>
            <w:vAlign w:val="center"/>
          </w:tcPr>
          <w:p w:rsidR="00CE6F62" w:rsidRPr="00AA0EA7" w:rsidRDefault="00CE6F62" w:rsidP="00482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-13230,7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01 05 02 01 10 0000 510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26" w:type="dxa"/>
            <w:vAlign w:val="center"/>
          </w:tcPr>
          <w:p w:rsidR="00CE6F62" w:rsidRPr="00AA0EA7" w:rsidRDefault="00CE6F62" w:rsidP="004826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-13230,7</w:t>
            </w:r>
          </w:p>
        </w:tc>
      </w:tr>
      <w:tr w:rsidR="00CE6F62" w:rsidRPr="004F1034">
        <w:trPr>
          <w:trHeight w:val="286"/>
        </w:trPr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01 05 00 00 00 0000 600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26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13231,0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01 05 02 00 00 0000 610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26" w:type="dxa"/>
            <w:vAlign w:val="center"/>
          </w:tcPr>
          <w:p w:rsidR="00CE6F62" w:rsidRDefault="00CE6F62" w:rsidP="00D848A8">
            <w:pPr>
              <w:jc w:val="center"/>
            </w:pPr>
            <w:r>
              <w:rPr>
                <w:sz w:val="20"/>
                <w:szCs w:val="20"/>
              </w:rPr>
              <w:t>13231,0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01 05 02 01 00 0000 610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526" w:type="dxa"/>
            <w:vAlign w:val="center"/>
          </w:tcPr>
          <w:p w:rsidR="00CE6F62" w:rsidRDefault="00CE6F62" w:rsidP="00482613">
            <w:pPr>
              <w:jc w:val="center"/>
            </w:pPr>
            <w:r w:rsidRPr="00CF4F7B">
              <w:rPr>
                <w:sz w:val="20"/>
                <w:szCs w:val="20"/>
              </w:rPr>
              <w:t>13231,0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01 05 02 01 10 0000 610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jc w:val="both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526" w:type="dxa"/>
            <w:vAlign w:val="center"/>
          </w:tcPr>
          <w:p w:rsidR="00CE6F62" w:rsidRDefault="00CE6F62" w:rsidP="00482613">
            <w:pPr>
              <w:jc w:val="center"/>
            </w:pPr>
            <w:r w:rsidRPr="00CF4F7B">
              <w:rPr>
                <w:sz w:val="20"/>
                <w:szCs w:val="20"/>
              </w:rPr>
              <w:t>13231,0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01 06 00 00 00 0000 000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Иные поступления внутреннего финансирования дефицита бюджетов</w:t>
            </w:r>
          </w:p>
        </w:tc>
        <w:tc>
          <w:tcPr>
            <w:tcW w:w="1526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F62" w:rsidRPr="004F1034">
        <w:tc>
          <w:tcPr>
            <w:tcW w:w="1664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555</w:t>
            </w:r>
          </w:p>
        </w:tc>
        <w:tc>
          <w:tcPr>
            <w:tcW w:w="3199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01 02 00 00 00 0000 000</w:t>
            </w:r>
          </w:p>
        </w:tc>
        <w:tc>
          <w:tcPr>
            <w:tcW w:w="4365" w:type="dxa"/>
          </w:tcPr>
          <w:p w:rsidR="00CE6F62" w:rsidRPr="004F1034" w:rsidRDefault="00CE6F62" w:rsidP="00FB49D4">
            <w:pPr>
              <w:rPr>
                <w:sz w:val="20"/>
                <w:szCs w:val="20"/>
              </w:rPr>
            </w:pPr>
            <w:r w:rsidRPr="004F1034">
              <w:rPr>
                <w:sz w:val="20"/>
                <w:szCs w:val="20"/>
              </w:rPr>
              <w:t>Источник внешнего финансирования дефицита бюджета поселения</w:t>
            </w:r>
          </w:p>
        </w:tc>
        <w:tc>
          <w:tcPr>
            <w:tcW w:w="1526" w:type="dxa"/>
          </w:tcPr>
          <w:p w:rsidR="00CE6F62" w:rsidRPr="004F1034" w:rsidRDefault="00CE6F62" w:rsidP="00FB49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E6F62" w:rsidRDefault="00CE6F62" w:rsidP="005872C6">
      <w:pPr>
        <w:jc w:val="right"/>
        <w:rPr>
          <w:sz w:val="20"/>
          <w:szCs w:val="20"/>
        </w:rPr>
      </w:pPr>
    </w:p>
    <w:p w:rsidR="00CE6F62" w:rsidRPr="0082464C" w:rsidRDefault="00CE6F62" w:rsidP="005872C6">
      <w:pPr>
        <w:shd w:val="clear" w:color="auto" w:fill="FFFFFF"/>
        <w:spacing w:line="202" w:lineRule="exact"/>
        <w:ind w:left="5150" w:firstLine="1320"/>
        <w:jc w:val="center"/>
        <w:rPr>
          <w:spacing w:val="-1"/>
          <w:sz w:val="20"/>
          <w:szCs w:val="20"/>
        </w:rPr>
      </w:pPr>
    </w:p>
    <w:p w:rsidR="00CE6F62" w:rsidRDefault="00CE6F62" w:rsidP="005872C6">
      <w:pPr>
        <w:jc w:val="right"/>
      </w:pPr>
    </w:p>
    <w:sectPr w:rsidR="00CE6F62" w:rsidSect="007C1B12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F62" w:rsidRDefault="00CE6F62" w:rsidP="00340FBA">
      <w:r>
        <w:separator/>
      </w:r>
    </w:p>
  </w:endnote>
  <w:endnote w:type="continuationSeparator" w:id="1">
    <w:p w:rsidR="00CE6F62" w:rsidRDefault="00CE6F62" w:rsidP="00340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62" w:rsidRDefault="00CE6F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F62" w:rsidRDefault="00CE6F62" w:rsidP="00340FBA">
      <w:r>
        <w:separator/>
      </w:r>
    </w:p>
  </w:footnote>
  <w:footnote w:type="continuationSeparator" w:id="1">
    <w:p w:rsidR="00CE6F62" w:rsidRDefault="00CE6F62" w:rsidP="00340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F62" w:rsidRDefault="00CE6F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B9D"/>
    <w:rsid w:val="00001F3C"/>
    <w:rsid w:val="00002C8C"/>
    <w:rsid w:val="00002D50"/>
    <w:rsid w:val="00002DD3"/>
    <w:rsid w:val="00003D91"/>
    <w:rsid w:val="00007F4C"/>
    <w:rsid w:val="00011C32"/>
    <w:rsid w:val="00012E27"/>
    <w:rsid w:val="00013404"/>
    <w:rsid w:val="00016965"/>
    <w:rsid w:val="00017933"/>
    <w:rsid w:val="00017EEC"/>
    <w:rsid w:val="00020118"/>
    <w:rsid w:val="00020727"/>
    <w:rsid w:val="00020DC0"/>
    <w:rsid w:val="00021B6B"/>
    <w:rsid w:val="00021BB5"/>
    <w:rsid w:val="00023435"/>
    <w:rsid w:val="0002375D"/>
    <w:rsid w:val="00024E4E"/>
    <w:rsid w:val="00027877"/>
    <w:rsid w:val="00030A5F"/>
    <w:rsid w:val="00030CE9"/>
    <w:rsid w:val="00030DC6"/>
    <w:rsid w:val="00032268"/>
    <w:rsid w:val="00037B45"/>
    <w:rsid w:val="0004002E"/>
    <w:rsid w:val="000424DA"/>
    <w:rsid w:val="00042C9F"/>
    <w:rsid w:val="000447CC"/>
    <w:rsid w:val="00045134"/>
    <w:rsid w:val="00045EA6"/>
    <w:rsid w:val="00046099"/>
    <w:rsid w:val="00050338"/>
    <w:rsid w:val="00051D2E"/>
    <w:rsid w:val="00054BA0"/>
    <w:rsid w:val="00055586"/>
    <w:rsid w:val="00055F4B"/>
    <w:rsid w:val="00056619"/>
    <w:rsid w:val="000566A2"/>
    <w:rsid w:val="00062BD1"/>
    <w:rsid w:val="000647F1"/>
    <w:rsid w:val="00065311"/>
    <w:rsid w:val="00067298"/>
    <w:rsid w:val="0006799A"/>
    <w:rsid w:val="00067D3F"/>
    <w:rsid w:val="000716EB"/>
    <w:rsid w:val="00071A78"/>
    <w:rsid w:val="0007502C"/>
    <w:rsid w:val="000770B7"/>
    <w:rsid w:val="00080EA6"/>
    <w:rsid w:val="00081237"/>
    <w:rsid w:val="000814AF"/>
    <w:rsid w:val="0008200D"/>
    <w:rsid w:val="000822EF"/>
    <w:rsid w:val="0008292C"/>
    <w:rsid w:val="000854A2"/>
    <w:rsid w:val="0008756D"/>
    <w:rsid w:val="00090B3C"/>
    <w:rsid w:val="00092C01"/>
    <w:rsid w:val="000944A6"/>
    <w:rsid w:val="00094E64"/>
    <w:rsid w:val="000954FB"/>
    <w:rsid w:val="000A0F15"/>
    <w:rsid w:val="000A2A2B"/>
    <w:rsid w:val="000A3552"/>
    <w:rsid w:val="000A75C5"/>
    <w:rsid w:val="000B1B64"/>
    <w:rsid w:val="000B2D04"/>
    <w:rsid w:val="000B61C2"/>
    <w:rsid w:val="000B6F58"/>
    <w:rsid w:val="000B7B0E"/>
    <w:rsid w:val="000B7F23"/>
    <w:rsid w:val="000B7F60"/>
    <w:rsid w:val="000C7587"/>
    <w:rsid w:val="000C7FB5"/>
    <w:rsid w:val="000D1186"/>
    <w:rsid w:val="000D1606"/>
    <w:rsid w:val="000D2698"/>
    <w:rsid w:val="000D2FCD"/>
    <w:rsid w:val="000D4349"/>
    <w:rsid w:val="000E005F"/>
    <w:rsid w:val="000E4343"/>
    <w:rsid w:val="000E476E"/>
    <w:rsid w:val="000E5B41"/>
    <w:rsid w:val="000E7125"/>
    <w:rsid w:val="000F3D3C"/>
    <w:rsid w:val="000F4021"/>
    <w:rsid w:val="000F6550"/>
    <w:rsid w:val="000F6D7A"/>
    <w:rsid w:val="00101256"/>
    <w:rsid w:val="00101490"/>
    <w:rsid w:val="001032CA"/>
    <w:rsid w:val="001043A2"/>
    <w:rsid w:val="001057FA"/>
    <w:rsid w:val="00112E9E"/>
    <w:rsid w:val="0011348C"/>
    <w:rsid w:val="00114264"/>
    <w:rsid w:val="00114805"/>
    <w:rsid w:val="001152A7"/>
    <w:rsid w:val="001171F1"/>
    <w:rsid w:val="001173C9"/>
    <w:rsid w:val="00120834"/>
    <w:rsid w:val="00120A8C"/>
    <w:rsid w:val="00123659"/>
    <w:rsid w:val="00124334"/>
    <w:rsid w:val="00131AA5"/>
    <w:rsid w:val="001339CA"/>
    <w:rsid w:val="00133D3D"/>
    <w:rsid w:val="001349B9"/>
    <w:rsid w:val="001354B1"/>
    <w:rsid w:val="00137623"/>
    <w:rsid w:val="00137A79"/>
    <w:rsid w:val="00143413"/>
    <w:rsid w:val="00143585"/>
    <w:rsid w:val="00143BE3"/>
    <w:rsid w:val="001441E9"/>
    <w:rsid w:val="00144E1C"/>
    <w:rsid w:val="001475CC"/>
    <w:rsid w:val="001478B3"/>
    <w:rsid w:val="00147EDF"/>
    <w:rsid w:val="00152046"/>
    <w:rsid w:val="00154983"/>
    <w:rsid w:val="00156D4E"/>
    <w:rsid w:val="00157DEA"/>
    <w:rsid w:val="001600F4"/>
    <w:rsid w:val="00160EBA"/>
    <w:rsid w:val="00162DAD"/>
    <w:rsid w:val="00163BB6"/>
    <w:rsid w:val="001655F6"/>
    <w:rsid w:val="00170D84"/>
    <w:rsid w:val="001717AE"/>
    <w:rsid w:val="001779EF"/>
    <w:rsid w:val="0018049C"/>
    <w:rsid w:val="00180CA5"/>
    <w:rsid w:val="00183064"/>
    <w:rsid w:val="001836E7"/>
    <w:rsid w:val="00183DAC"/>
    <w:rsid w:val="0018531C"/>
    <w:rsid w:val="001863DD"/>
    <w:rsid w:val="001868C5"/>
    <w:rsid w:val="0019024A"/>
    <w:rsid w:val="00190440"/>
    <w:rsid w:val="00192866"/>
    <w:rsid w:val="001933D4"/>
    <w:rsid w:val="0019604B"/>
    <w:rsid w:val="001967AF"/>
    <w:rsid w:val="0019709A"/>
    <w:rsid w:val="0019724D"/>
    <w:rsid w:val="001A0665"/>
    <w:rsid w:val="001A1198"/>
    <w:rsid w:val="001A21A1"/>
    <w:rsid w:val="001A4C9A"/>
    <w:rsid w:val="001A4F30"/>
    <w:rsid w:val="001A5AB2"/>
    <w:rsid w:val="001A682E"/>
    <w:rsid w:val="001A77EA"/>
    <w:rsid w:val="001B06E1"/>
    <w:rsid w:val="001B0D97"/>
    <w:rsid w:val="001B41DD"/>
    <w:rsid w:val="001B52F9"/>
    <w:rsid w:val="001B5E27"/>
    <w:rsid w:val="001B6B0C"/>
    <w:rsid w:val="001C02E8"/>
    <w:rsid w:val="001C414E"/>
    <w:rsid w:val="001C4976"/>
    <w:rsid w:val="001C5539"/>
    <w:rsid w:val="001C5EFF"/>
    <w:rsid w:val="001D1B91"/>
    <w:rsid w:val="001D717B"/>
    <w:rsid w:val="001D7292"/>
    <w:rsid w:val="001D79DE"/>
    <w:rsid w:val="001D7FB7"/>
    <w:rsid w:val="001E373C"/>
    <w:rsid w:val="001E792A"/>
    <w:rsid w:val="001F0504"/>
    <w:rsid w:val="001F07AF"/>
    <w:rsid w:val="001F3935"/>
    <w:rsid w:val="001F3C01"/>
    <w:rsid w:val="001F7AF0"/>
    <w:rsid w:val="00200E4E"/>
    <w:rsid w:val="00200E81"/>
    <w:rsid w:val="002011C3"/>
    <w:rsid w:val="002014A4"/>
    <w:rsid w:val="00201FAF"/>
    <w:rsid w:val="002026CA"/>
    <w:rsid w:val="00202F64"/>
    <w:rsid w:val="00203782"/>
    <w:rsid w:val="00206C68"/>
    <w:rsid w:val="002100E7"/>
    <w:rsid w:val="0021240C"/>
    <w:rsid w:val="00214E1C"/>
    <w:rsid w:val="002152AB"/>
    <w:rsid w:val="00216F5E"/>
    <w:rsid w:val="00220609"/>
    <w:rsid w:val="00220EB4"/>
    <w:rsid w:val="00222FD2"/>
    <w:rsid w:val="00224164"/>
    <w:rsid w:val="00225B04"/>
    <w:rsid w:val="00225C57"/>
    <w:rsid w:val="00230CBA"/>
    <w:rsid w:val="00233DC1"/>
    <w:rsid w:val="0023690C"/>
    <w:rsid w:val="00237021"/>
    <w:rsid w:val="002400AA"/>
    <w:rsid w:val="00240574"/>
    <w:rsid w:val="0024069F"/>
    <w:rsid w:val="00240CC1"/>
    <w:rsid w:val="0024642F"/>
    <w:rsid w:val="0024652F"/>
    <w:rsid w:val="002468FF"/>
    <w:rsid w:val="00250091"/>
    <w:rsid w:val="002518BB"/>
    <w:rsid w:val="00252BFB"/>
    <w:rsid w:val="00253D17"/>
    <w:rsid w:val="00253EA9"/>
    <w:rsid w:val="0025584A"/>
    <w:rsid w:val="00255AF7"/>
    <w:rsid w:val="00256989"/>
    <w:rsid w:val="00256B02"/>
    <w:rsid w:val="002571D0"/>
    <w:rsid w:val="0026312E"/>
    <w:rsid w:val="00263E40"/>
    <w:rsid w:val="00266DFD"/>
    <w:rsid w:val="00276B4A"/>
    <w:rsid w:val="00282AE2"/>
    <w:rsid w:val="00282DCF"/>
    <w:rsid w:val="00285BCF"/>
    <w:rsid w:val="00286922"/>
    <w:rsid w:val="002872B4"/>
    <w:rsid w:val="002872EF"/>
    <w:rsid w:val="00290689"/>
    <w:rsid w:val="00291684"/>
    <w:rsid w:val="0029293A"/>
    <w:rsid w:val="00293453"/>
    <w:rsid w:val="002948A4"/>
    <w:rsid w:val="0029687D"/>
    <w:rsid w:val="002A0118"/>
    <w:rsid w:val="002A5702"/>
    <w:rsid w:val="002A7374"/>
    <w:rsid w:val="002B0637"/>
    <w:rsid w:val="002B0899"/>
    <w:rsid w:val="002B1AE5"/>
    <w:rsid w:val="002B2E9A"/>
    <w:rsid w:val="002B2F89"/>
    <w:rsid w:val="002B31DF"/>
    <w:rsid w:val="002B658C"/>
    <w:rsid w:val="002B7BCA"/>
    <w:rsid w:val="002C2F32"/>
    <w:rsid w:val="002C4986"/>
    <w:rsid w:val="002D11C4"/>
    <w:rsid w:val="002D2E37"/>
    <w:rsid w:val="002D3D92"/>
    <w:rsid w:val="002D50E0"/>
    <w:rsid w:val="002D53E5"/>
    <w:rsid w:val="002D6D59"/>
    <w:rsid w:val="002D70A2"/>
    <w:rsid w:val="002E5362"/>
    <w:rsid w:val="002E7CCD"/>
    <w:rsid w:val="002F1C34"/>
    <w:rsid w:val="002F276C"/>
    <w:rsid w:val="002F45BE"/>
    <w:rsid w:val="002F65D0"/>
    <w:rsid w:val="002F717D"/>
    <w:rsid w:val="00302616"/>
    <w:rsid w:val="0030300A"/>
    <w:rsid w:val="00303039"/>
    <w:rsid w:val="003033A6"/>
    <w:rsid w:val="00303F6E"/>
    <w:rsid w:val="003073FA"/>
    <w:rsid w:val="00312A21"/>
    <w:rsid w:val="00313226"/>
    <w:rsid w:val="00315A57"/>
    <w:rsid w:val="00316F71"/>
    <w:rsid w:val="003173E1"/>
    <w:rsid w:val="003213C7"/>
    <w:rsid w:val="00322BE4"/>
    <w:rsid w:val="0032397F"/>
    <w:rsid w:val="00324847"/>
    <w:rsid w:val="003255EE"/>
    <w:rsid w:val="00327B9E"/>
    <w:rsid w:val="00334034"/>
    <w:rsid w:val="00337972"/>
    <w:rsid w:val="00340BF5"/>
    <w:rsid w:val="00340FBA"/>
    <w:rsid w:val="00342736"/>
    <w:rsid w:val="003467FA"/>
    <w:rsid w:val="00347C47"/>
    <w:rsid w:val="00350982"/>
    <w:rsid w:val="00356AD7"/>
    <w:rsid w:val="00356CE5"/>
    <w:rsid w:val="003600DD"/>
    <w:rsid w:val="00360298"/>
    <w:rsid w:val="00362621"/>
    <w:rsid w:val="003643D4"/>
    <w:rsid w:val="0036506E"/>
    <w:rsid w:val="003713FB"/>
    <w:rsid w:val="00377BF3"/>
    <w:rsid w:val="00380221"/>
    <w:rsid w:val="00384F50"/>
    <w:rsid w:val="003873F2"/>
    <w:rsid w:val="00387625"/>
    <w:rsid w:val="00390012"/>
    <w:rsid w:val="00390FDB"/>
    <w:rsid w:val="003931FA"/>
    <w:rsid w:val="00396369"/>
    <w:rsid w:val="0039642F"/>
    <w:rsid w:val="003A15CB"/>
    <w:rsid w:val="003A5ADF"/>
    <w:rsid w:val="003A62B6"/>
    <w:rsid w:val="003A7AF8"/>
    <w:rsid w:val="003B072D"/>
    <w:rsid w:val="003B08CF"/>
    <w:rsid w:val="003B2117"/>
    <w:rsid w:val="003B2128"/>
    <w:rsid w:val="003B565E"/>
    <w:rsid w:val="003B6AC0"/>
    <w:rsid w:val="003B76E9"/>
    <w:rsid w:val="003C0A35"/>
    <w:rsid w:val="003C0C0A"/>
    <w:rsid w:val="003C15B7"/>
    <w:rsid w:val="003C1C98"/>
    <w:rsid w:val="003C1E15"/>
    <w:rsid w:val="003C2CB8"/>
    <w:rsid w:val="003C42A4"/>
    <w:rsid w:val="003C4A8D"/>
    <w:rsid w:val="003C5D12"/>
    <w:rsid w:val="003C5E58"/>
    <w:rsid w:val="003D0DAF"/>
    <w:rsid w:val="003D2C69"/>
    <w:rsid w:val="003D2E94"/>
    <w:rsid w:val="003D3495"/>
    <w:rsid w:val="003D41B6"/>
    <w:rsid w:val="003D525C"/>
    <w:rsid w:val="003D631B"/>
    <w:rsid w:val="003E0380"/>
    <w:rsid w:val="003E0772"/>
    <w:rsid w:val="003E0C2D"/>
    <w:rsid w:val="003E243A"/>
    <w:rsid w:val="003E54D3"/>
    <w:rsid w:val="003E67A9"/>
    <w:rsid w:val="003E734B"/>
    <w:rsid w:val="003F0065"/>
    <w:rsid w:val="003F09EA"/>
    <w:rsid w:val="003F179B"/>
    <w:rsid w:val="003F1E31"/>
    <w:rsid w:val="003F2E51"/>
    <w:rsid w:val="003F3B70"/>
    <w:rsid w:val="003F42AD"/>
    <w:rsid w:val="003F552E"/>
    <w:rsid w:val="003F5F37"/>
    <w:rsid w:val="003F73EC"/>
    <w:rsid w:val="00400E14"/>
    <w:rsid w:val="00410376"/>
    <w:rsid w:val="00411AB0"/>
    <w:rsid w:val="00414BDE"/>
    <w:rsid w:val="00415EC1"/>
    <w:rsid w:val="00416056"/>
    <w:rsid w:val="00416699"/>
    <w:rsid w:val="00417AEB"/>
    <w:rsid w:val="00425B6F"/>
    <w:rsid w:val="00425E47"/>
    <w:rsid w:val="00427278"/>
    <w:rsid w:val="004305C9"/>
    <w:rsid w:val="00430698"/>
    <w:rsid w:val="00431C8E"/>
    <w:rsid w:val="00432268"/>
    <w:rsid w:val="004370C2"/>
    <w:rsid w:val="00440F17"/>
    <w:rsid w:val="00442DD9"/>
    <w:rsid w:val="00443C42"/>
    <w:rsid w:val="00444BDB"/>
    <w:rsid w:val="004463D2"/>
    <w:rsid w:val="0045027F"/>
    <w:rsid w:val="00451D1B"/>
    <w:rsid w:val="00451F91"/>
    <w:rsid w:val="0045625B"/>
    <w:rsid w:val="004616D9"/>
    <w:rsid w:val="00462DA2"/>
    <w:rsid w:val="004649E6"/>
    <w:rsid w:val="00464C6C"/>
    <w:rsid w:val="00465E64"/>
    <w:rsid w:val="004668E3"/>
    <w:rsid w:val="00470B47"/>
    <w:rsid w:val="00471542"/>
    <w:rsid w:val="00472B25"/>
    <w:rsid w:val="0047369B"/>
    <w:rsid w:val="0047380E"/>
    <w:rsid w:val="00474A09"/>
    <w:rsid w:val="00474C36"/>
    <w:rsid w:val="00475392"/>
    <w:rsid w:val="00475828"/>
    <w:rsid w:val="00476255"/>
    <w:rsid w:val="004771D0"/>
    <w:rsid w:val="004820B3"/>
    <w:rsid w:val="00482613"/>
    <w:rsid w:val="004866F2"/>
    <w:rsid w:val="00486759"/>
    <w:rsid w:val="00490DE4"/>
    <w:rsid w:val="00492726"/>
    <w:rsid w:val="00493AF2"/>
    <w:rsid w:val="004947A4"/>
    <w:rsid w:val="00496422"/>
    <w:rsid w:val="0049723F"/>
    <w:rsid w:val="004A0108"/>
    <w:rsid w:val="004A2763"/>
    <w:rsid w:val="004A4EEA"/>
    <w:rsid w:val="004A64CF"/>
    <w:rsid w:val="004A7E0A"/>
    <w:rsid w:val="004B16CB"/>
    <w:rsid w:val="004B35F9"/>
    <w:rsid w:val="004B72F0"/>
    <w:rsid w:val="004B7BA6"/>
    <w:rsid w:val="004C09A5"/>
    <w:rsid w:val="004C467C"/>
    <w:rsid w:val="004C46BF"/>
    <w:rsid w:val="004C508D"/>
    <w:rsid w:val="004C5207"/>
    <w:rsid w:val="004C5540"/>
    <w:rsid w:val="004C5AB6"/>
    <w:rsid w:val="004C6A18"/>
    <w:rsid w:val="004C7734"/>
    <w:rsid w:val="004D0441"/>
    <w:rsid w:val="004D12BA"/>
    <w:rsid w:val="004D23E6"/>
    <w:rsid w:val="004D2AB8"/>
    <w:rsid w:val="004D61F4"/>
    <w:rsid w:val="004E14F0"/>
    <w:rsid w:val="004E3DC2"/>
    <w:rsid w:val="004E421B"/>
    <w:rsid w:val="004E6B87"/>
    <w:rsid w:val="004E6BF1"/>
    <w:rsid w:val="004E6D84"/>
    <w:rsid w:val="004F1034"/>
    <w:rsid w:val="004F10BD"/>
    <w:rsid w:val="004F4363"/>
    <w:rsid w:val="004F4552"/>
    <w:rsid w:val="004F57C3"/>
    <w:rsid w:val="004F5DE9"/>
    <w:rsid w:val="00501C0A"/>
    <w:rsid w:val="00503A03"/>
    <w:rsid w:val="00504D4F"/>
    <w:rsid w:val="0050790E"/>
    <w:rsid w:val="0051055F"/>
    <w:rsid w:val="00512671"/>
    <w:rsid w:val="00514453"/>
    <w:rsid w:val="005159F9"/>
    <w:rsid w:val="00515C08"/>
    <w:rsid w:val="0052301C"/>
    <w:rsid w:val="00524B29"/>
    <w:rsid w:val="00525266"/>
    <w:rsid w:val="005269C8"/>
    <w:rsid w:val="005274D4"/>
    <w:rsid w:val="00530900"/>
    <w:rsid w:val="00532D97"/>
    <w:rsid w:val="005341B3"/>
    <w:rsid w:val="00534375"/>
    <w:rsid w:val="00540803"/>
    <w:rsid w:val="00541373"/>
    <w:rsid w:val="005414D4"/>
    <w:rsid w:val="00544A84"/>
    <w:rsid w:val="005469F4"/>
    <w:rsid w:val="00547844"/>
    <w:rsid w:val="00552883"/>
    <w:rsid w:val="00553F21"/>
    <w:rsid w:val="00554324"/>
    <w:rsid w:val="005547D7"/>
    <w:rsid w:val="005578D4"/>
    <w:rsid w:val="0056144A"/>
    <w:rsid w:val="0056178D"/>
    <w:rsid w:val="00562417"/>
    <w:rsid w:val="005645EA"/>
    <w:rsid w:val="005708FD"/>
    <w:rsid w:val="0057333F"/>
    <w:rsid w:val="00573474"/>
    <w:rsid w:val="00574420"/>
    <w:rsid w:val="005744FA"/>
    <w:rsid w:val="00574DEA"/>
    <w:rsid w:val="00575DCC"/>
    <w:rsid w:val="00577403"/>
    <w:rsid w:val="00577ADA"/>
    <w:rsid w:val="0058092C"/>
    <w:rsid w:val="00585400"/>
    <w:rsid w:val="0058579E"/>
    <w:rsid w:val="00586FC3"/>
    <w:rsid w:val="005872C6"/>
    <w:rsid w:val="005906A0"/>
    <w:rsid w:val="0059434B"/>
    <w:rsid w:val="005946AB"/>
    <w:rsid w:val="00594BD1"/>
    <w:rsid w:val="005A0EB8"/>
    <w:rsid w:val="005A0F21"/>
    <w:rsid w:val="005A4DBE"/>
    <w:rsid w:val="005A4F1C"/>
    <w:rsid w:val="005A5145"/>
    <w:rsid w:val="005A58ED"/>
    <w:rsid w:val="005A6941"/>
    <w:rsid w:val="005A755E"/>
    <w:rsid w:val="005B0072"/>
    <w:rsid w:val="005B22DB"/>
    <w:rsid w:val="005B29C2"/>
    <w:rsid w:val="005B3365"/>
    <w:rsid w:val="005B5C8F"/>
    <w:rsid w:val="005B6933"/>
    <w:rsid w:val="005B7F59"/>
    <w:rsid w:val="005C0905"/>
    <w:rsid w:val="005C3AF9"/>
    <w:rsid w:val="005D13CB"/>
    <w:rsid w:val="005D472F"/>
    <w:rsid w:val="005E0ABC"/>
    <w:rsid w:val="005E23CF"/>
    <w:rsid w:val="005E345C"/>
    <w:rsid w:val="005E3995"/>
    <w:rsid w:val="005E441C"/>
    <w:rsid w:val="005E5D15"/>
    <w:rsid w:val="005E66A8"/>
    <w:rsid w:val="005E6F22"/>
    <w:rsid w:val="005F02AA"/>
    <w:rsid w:val="005F1A32"/>
    <w:rsid w:val="005F214D"/>
    <w:rsid w:val="005F2332"/>
    <w:rsid w:val="005F2391"/>
    <w:rsid w:val="005F36D7"/>
    <w:rsid w:val="005F401A"/>
    <w:rsid w:val="005F588C"/>
    <w:rsid w:val="005F6051"/>
    <w:rsid w:val="005F756E"/>
    <w:rsid w:val="0060095E"/>
    <w:rsid w:val="00601643"/>
    <w:rsid w:val="00601FD6"/>
    <w:rsid w:val="00607A71"/>
    <w:rsid w:val="006132B4"/>
    <w:rsid w:val="00613C62"/>
    <w:rsid w:val="00614631"/>
    <w:rsid w:val="00621431"/>
    <w:rsid w:val="00622A82"/>
    <w:rsid w:val="00623185"/>
    <w:rsid w:val="006249E1"/>
    <w:rsid w:val="006278C7"/>
    <w:rsid w:val="00630927"/>
    <w:rsid w:val="00633F33"/>
    <w:rsid w:val="00634D47"/>
    <w:rsid w:val="00635AB4"/>
    <w:rsid w:val="00636557"/>
    <w:rsid w:val="006403D9"/>
    <w:rsid w:val="00640B18"/>
    <w:rsid w:val="006428B9"/>
    <w:rsid w:val="0064351E"/>
    <w:rsid w:val="00646412"/>
    <w:rsid w:val="00647406"/>
    <w:rsid w:val="00650C4A"/>
    <w:rsid w:val="00662766"/>
    <w:rsid w:val="00664A4E"/>
    <w:rsid w:val="00665BC1"/>
    <w:rsid w:val="00667BE1"/>
    <w:rsid w:val="00670D1D"/>
    <w:rsid w:val="00671728"/>
    <w:rsid w:val="00671E57"/>
    <w:rsid w:val="00672542"/>
    <w:rsid w:val="00683162"/>
    <w:rsid w:val="00683FD7"/>
    <w:rsid w:val="00684181"/>
    <w:rsid w:val="006845D3"/>
    <w:rsid w:val="00685065"/>
    <w:rsid w:val="00686208"/>
    <w:rsid w:val="00690BBA"/>
    <w:rsid w:val="006A0047"/>
    <w:rsid w:val="006A1AE0"/>
    <w:rsid w:val="006A5290"/>
    <w:rsid w:val="006A6B9D"/>
    <w:rsid w:val="006A7A1B"/>
    <w:rsid w:val="006B04C6"/>
    <w:rsid w:val="006B1C8E"/>
    <w:rsid w:val="006B29F9"/>
    <w:rsid w:val="006B2A91"/>
    <w:rsid w:val="006B4F15"/>
    <w:rsid w:val="006B5F3F"/>
    <w:rsid w:val="006B793D"/>
    <w:rsid w:val="006B7F8F"/>
    <w:rsid w:val="006C18BA"/>
    <w:rsid w:val="006C2C8A"/>
    <w:rsid w:val="006C39A3"/>
    <w:rsid w:val="006C567E"/>
    <w:rsid w:val="006C6763"/>
    <w:rsid w:val="006D1FD3"/>
    <w:rsid w:val="006D2B79"/>
    <w:rsid w:val="006D2DE2"/>
    <w:rsid w:val="006D3FA7"/>
    <w:rsid w:val="006D4B2A"/>
    <w:rsid w:val="006D4B31"/>
    <w:rsid w:val="006D5CA4"/>
    <w:rsid w:val="006D797D"/>
    <w:rsid w:val="006E0733"/>
    <w:rsid w:val="006E38C5"/>
    <w:rsid w:val="006E45A5"/>
    <w:rsid w:val="006E5209"/>
    <w:rsid w:val="006E6DAC"/>
    <w:rsid w:val="006F1587"/>
    <w:rsid w:val="006F3ADA"/>
    <w:rsid w:val="006F6740"/>
    <w:rsid w:val="00700C35"/>
    <w:rsid w:val="00700EBB"/>
    <w:rsid w:val="00705CE9"/>
    <w:rsid w:val="00706FB1"/>
    <w:rsid w:val="00711915"/>
    <w:rsid w:val="00712A11"/>
    <w:rsid w:val="00712E43"/>
    <w:rsid w:val="007135DF"/>
    <w:rsid w:val="00713EA8"/>
    <w:rsid w:val="00714169"/>
    <w:rsid w:val="007142B6"/>
    <w:rsid w:val="00714724"/>
    <w:rsid w:val="00717EBB"/>
    <w:rsid w:val="00721935"/>
    <w:rsid w:val="00723327"/>
    <w:rsid w:val="0072368B"/>
    <w:rsid w:val="00724AA1"/>
    <w:rsid w:val="00724D27"/>
    <w:rsid w:val="0072558B"/>
    <w:rsid w:val="007258D9"/>
    <w:rsid w:val="00725BC1"/>
    <w:rsid w:val="007274E1"/>
    <w:rsid w:val="007307A1"/>
    <w:rsid w:val="00730DBB"/>
    <w:rsid w:val="00731673"/>
    <w:rsid w:val="00731F88"/>
    <w:rsid w:val="0073299E"/>
    <w:rsid w:val="00736107"/>
    <w:rsid w:val="00737103"/>
    <w:rsid w:val="00741C83"/>
    <w:rsid w:val="00742762"/>
    <w:rsid w:val="0074312B"/>
    <w:rsid w:val="00744D0E"/>
    <w:rsid w:val="007470D2"/>
    <w:rsid w:val="0075027E"/>
    <w:rsid w:val="00750990"/>
    <w:rsid w:val="00750E2A"/>
    <w:rsid w:val="00753C86"/>
    <w:rsid w:val="00755460"/>
    <w:rsid w:val="0075669E"/>
    <w:rsid w:val="007569E2"/>
    <w:rsid w:val="00760664"/>
    <w:rsid w:val="007607F8"/>
    <w:rsid w:val="00760E3A"/>
    <w:rsid w:val="0076177D"/>
    <w:rsid w:val="007640C0"/>
    <w:rsid w:val="0076461F"/>
    <w:rsid w:val="00764D23"/>
    <w:rsid w:val="007664AC"/>
    <w:rsid w:val="0077039F"/>
    <w:rsid w:val="00770B8B"/>
    <w:rsid w:val="00774FF1"/>
    <w:rsid w:val="00776A2A"/>
    <w:rsid w:val="00776F49"/>
    <w:rsid w:val="0077739F"/>
    <w:rsid w:val="0078016D"/>
    <w:rsid w:val="00781027"/>
    <w:rsid w:val="0078266D"/>
    <w:rsid w:val="0078599B"/>
    <w:rsid w:val="00786A60"/>
    <w:rsid w:val="0079086D"/>
    <w:rsid w:val="00790ADB"/>
    <w:rsid w:val="00790E20"/>
    <w:rsid w:val="00794566"/>
    <w:rsid w:val="0079617A"/>
    <w:rsid w:val="00797E48"/>
    <w:rsid w:val="007A007B"/>
    <w:rsid w:val="007A0BA2"/>
    <w:rsid w:val="007A4268"/>
    <w:rsid w:val="007B0214"/>
    <w:rsid w:val="007B107E"/>
    <w:rsid w:val="007B3B9D"/>
    <w:rsid w:val="007B6A00"/>
    <w:rsid w:val="007C18DC"/>
    <w:rsid w:val="007C1B12"/>
    <w:rsid w:val="007C2922"/>
    <w:rsid w:val="007C4439"/>
    <w:rsid w:val="007C4E90"/>
    <w:rsid w:val="007D5F29"/>
    <w:rsid w:val="007D7A85"/>
    <w:rsid w:val="007E0770"/>
    <w:rsid w:val="007E0971"/>
    <w:rsid w:val="007E0E8E"/>
    <w:rsid w:val="007E1C14"/>
    <w:rsid w:val="007E2AB5"/>
    <w:rsid w:val="007E65BB"/>
    <w:rsid w:val="007F1248"/>
    <w:rsid w:val="007F2A17"/>
    <w:rsid w:val="007F3564"/>
    <w:rsid w:val="007F3F7B"/>
    <w:rsid w:val="007F5831"/>
    <w:rsid w:val="008006B9"/>
    <w:rsid w:val="008014B4"/>
    <w:rsid w:val="00804500"/>
    <w:rsid w:val="00805252"/>
    <w:rsid w:val="008052E9"/>
    <w:rsid w:val="00807538"/>
    <w:rsid w:val="008100E7"/>
    <w:rsid w:val="00812B07"/>
    <w:rsid w:val="00815024"/>
    <w:rsid w:val="008179EE"/>
    <w:rsid w:val="00820BCA"/>
    <w:rsid w:val="0082114F"/>
    <w:rsid w:val="00822724"/>
    <w:rsid w:val="0082464C"/>
    <w:rsid w:val="0082472D"/>
    <w:rsid w:val="0082577B"/>
    <w:rsid w:val="00825E8F"/>
    <w:rsid w:val="0082696E"/>
    <w:rsid w:val="00830484"/>
    <w:rsid w:val="00832744"/>
    <w:rsid w:val="00833826"/>
    <w:rsid w:val="00834754"/>
    <w:rsid w:val="00835F7A"/>
    <w:rsid w:val="008368A1"/>
    <w:rsid w:val="00836D91"/>
    <w:rsid w:val="00837D99"/>
    <w:rsid w:val="0084126D"/>
    <w:rsid w:val="008450BA"/>
    <w:rsid w:val="00845868"/>
    <w:rsid w:val="0084599C"/>
    <w:rsid w:val="00845A50"/>
    <w:rsid w:val="00846555"/>
    <w:rsid w:val="00847915"/>
    <w:rsid w:val="0085030C"/>
    <w:rsid w:val="00851327"/>
    <w:rsid w:val="0085221A"/>
    <w:rsid w:val="00853826"/>
    <w:rsid w:val="008556C8"/>
    <w:rsid w:val="0085674A"/>
    <w:rsid w:val="00856D80"/>
    <w:rsid w:val="00862D56"/>
    <w:rsid w:val="008634C2"/>
    <w:rsid w:val="00864967"/>
    <w:rsid w:val="00865ADF"/>
    <w:rsid w:val="00871430"/>
    <w:rsid w:val="008744A7"/>
    <w:rsid w:val="00874E8C"/>
    <w:rsid w:val="00875F1D"/>
    <w:rsid w:val="00876627"/>
    <w:rsid w:val="00877687"/>
    <w:rsid w:val="00883501"/>
    <w:rsid w:val="008837E8"/>
    <w:rsid w:val="00887490"/>
    <w:rsid w:val="00894317"/>
    <w:rsid w:val="008948A0"/>
    <w:rsid w:val="008957EA"/>
    <w:rsid w:val="00895844"/>
    <w:rsid w:val="008969CB"/>
    <w:rsid w:val="008972AF"/>
    <w:rsid w:val="008977EC"/>
    <w:rsid w:val="008A1203"/>
    <w:rsid w:val="008A144B"/>
    <w:rsid w:val="008A286F"/>
    <w:rsid w:val="008A327C"/>
    <w:rsid w:val="008A5C5A"/>
    <w:rsid w:val="008A66C2"/>
    <w:rsid w:val="008B1E44"/>
    <w:rsid w:val="008B5875"/>
    <w:rsid w:val="008B7054"/>
    <w:rsid w:val="008B721B"/>
    <w:rsid w:val="008B76CA"/>
    <w:rsid w:val="008C3501"/>
    <w:rsid w:val="008C63A6"/>
    <w:rsid w:val="008C69CB"/>
    <w:rsid w:val="008D57BF"/>
    <w:rsid w:val="008D58AF"/>
    <w:rsid w:val="008E55FB"/>
    <w:rsid w:val="008E7120"/>
    <w:rsid w:val="008E7CB7"/>
    <w:rsid w:val="008F13CD"/>
    <w:rsid w:val="008F19CD"/>
    <w:rsid w:val="008F2509"/>
    <w:rsid w:val="008F501E"/>
    <w:rsid w:val="008F6AB6"/>
    <w:rsid w:val="00900315"/>
    <w:rsid w:val="00903EC1"/>
    <w:rsid w:val="00906D75"/>
    <w:rsid w:val="009075E7"/>
    <w:rsid w:val="00911680"/>
    <w:rsid w:val="00912225"/>
    <w:rsid w:val="00914BE5"/>
    <w:rsid w:val="009209AA"/>
    <w:rsid w:val="0092268D"/>
    <w:rsid w:val="00922855"/>
    <w:rsid w:val="00922C48"/>
    <w:rsid w:val="00922E6A"/>
    <w:rsid w:val="00924222"/>
    <w:rsid w:val="00926B44"/>
    <w:rsid w:val="00926D07"/>
    <w:rsid w:val="0093014E"/>
    <w:rsid w:val="009320AF"/>
    <w:rsid w:val="009345E4"/>
    <w:rsid w:val="009426DC"/>
    <w:rsid w:val="00942DBB"/>
    <w:rsid w:val="00945EEA"/>
    <w:rsid w:val="00947454"/>
    <w:rsid w:val="00947541"/>
    <w:rsid w:val="00947FB5"/>
    <w:rsid w:val="009500D2"/>
    <w:rsid w:val="00950EF5"/>
    <w:rsid w:val="00955BC4"/>
    <w:rsid w:val="0095626E"/>
    <w:rsid w:val="0095676F"/>
    <w:rsid w:val="00956CCB"/>
    <w:rsid w:val="00957FAF"/>
    <w:rsid w:val="0096217D"/>
    <w:rsid w:val="009643BB"/>
    <w:rsid w:val="00966008"/>
    <w:rsid w:val="009664EB"/>
    <w:rsid w:val="009669D5"/>
    <w:rsid w:val="00967CFA"/>
    <w:rsid w:val="0097029A"/>
    <w:rsid w:val="009710A8"/>
    <w:rsid w:val="00972B65"/>
    <w:rsid w:val="00975583"/>
    <w:rsid w:val="00977D90"/>
    <w:rsid w:val="0098219A"/>
    <w:rsid w:val="00984279"/>
    <w:rsid w:val="009848A6"/>
    <w:rsid w:val="00985D9E"/>
    <w:rsid w:val="0099220A"/>
    <w:rsid w:val="009923B4"/>
    <w:rsid w:val="009949FA"/>
    <w:rsid w:val="00996E1B"/>
    <w:rsid w:val="009A1941"/>
    <w:rsid w:val="009A1A9F"/>
    <w:rsid w:val="009A34C9"/>
    <w:rsid w:val="009A48C6"/>
    <w:rsid w:val="009A4FE7"/>
    <w:rsid w:val="009B2509"/>
    <w:rsid w:val="009B2959"/>
    <w:rsid w:val="009C2E07"/>
    <w:rsid w:val="009C4B37"/>
    <w:rsid w:val="009C7371"/>
    <w:rsid w:val="009D2387"/>
    <w:rsid w:val="009D32E5"/>
    <w:rsid w:val="009D3A8B"/>
    <w:rsid w:val="009D3D7A"/>
    <w:rsid w:val="009D6870"/>
    <w:rsid w:val="009D7E23"/>
    <w:rsid w:val="009F0EEF"/>
    <w:rsid w:val="009F1642"/>
    <w:rsid w:val="009F1EBB"/>
    <w:rsid w:val="009F5D82"/>
    <w:rsid w:val="009F79FA"/>
    <w:rsid w:val="00A0150A"/>
    <w:rsid w:val="00A02D09"/>
    <w:rsid w:val="00A03FE5"/>
    <w:rsid w:val="00A046C2"/>
    <w:rsid w:val="00A065D7"/>
    <w:rsid w:val="00A06E12"/>
    <w:rsid w:val="00A132F0"/>
    <w:rsid w:val="00A1622F"/>
    <w:rsid w:val="00A17D4C"/>
    <w:rsid w:val="00A2355F"/>
    <w:rsid w:val="00A23DDA"/>
    <w:rsid w:val="00A249CD"/>
    <w:rsid w:val="00A26A1B"/>
    <w:rsid w:val="00A26C5A"/>
    <w:rsid w:val="00A30BD2"/>
    <w:rsid w:val="00A30E52"/>
    <w:rsid w:val="00A31129"/>
    <w:rsid w:val="00A32A16"/>
    <w:rsid w:val="00A32B5B"/>
    <w:rsid w:val="00A32C89"/>
    <w:rsid w:val="00A3539B"/>
    <w:rsid w:val="00A367D5"/>
    <w:rsid w:val="00A416D0"/>
    <w:rsid w:val="00A43D6D"/>
    <w:rsid w:val="00A45435"/>
    <w:rsid w:val="00A52BF6"/>
    <w:rsid w:val="00A54255"/>
    <w:rsid w:val="00A54989"/>
    <w:rsid w:val="00A55237"/>
    <w:rsid w:val="00A55525"/>
    <w:rsid w:val="00A55CDA"/>
    <w:rsid w:val="00A612A1"/>
    <w:rsid w:val="00A6174B"/>
    <w:rsid w:val="00A6377D"/>
    <w:rsid w:val="00A64D2B"/>
    <w:rsid w:val="00A66021"/>
    <w:rsid w:val="00A67426"/>
    <w:rsid w:val="00A71B08"/>
    <w:rsid w:val="00A72D68"/>
    <w:rsid w:val="00A73D68"/>
    <w:rsid w:val="00A759CE"/>
    <w:rsid w:val="00A767B8"/>
    <w:rsid w:val="00A77725"/>
    <w:rsid w:val="00A802A8"/>
    <w:rsid w:val="00A80CD8"/>
    <w:rsid w:val="00A81BA8"/>
    <w:rsid w:val="00A82208"/>
    <w:rsid w:val="00A82E72"/>
    <w:rsid w:val="00A871E3"/>
    <w:rsid w:val="00A87AA8"/>
    <w:rsid w:val="00A91441"/>
    <w:rsid w:val="00A9159C"/>
    <w:rsid w:val="00AA04C1"/>
    <w:rsid w:val="00AA0A99"/>
    <w:rsid w:val="00AA0EA7"/>
    <w:rsid w:val="00AA60CA"/>
    <w:rsid w:val="00AA7329"/>
    <w:rsid w:val="00AA79F4"/>
    <w:rsid w:val="00AB1761"/>
    <w:rsid w:val="00AB1D47"/>
    <w:rsid w:val="00AB1E6A"/>
    <w:rsid w:val="00AB2274"/>
    <w:rsid w:val="00AB2C16"/>
    <w:rsid w:val="00AB431C"/>
    <w:rsid w:val="00AB55EC"/>
    <w:rsid w:val="00AB66D5"/>
    <w:rsid w:val="00AB6CB5"/>
    <w:rsid w:val="00AB7792"/>
    <w:rsid w:val="00AB790D"/>
    <w:rsid w:val="00AC0721"/>
    <w:rsid w:val="00AC3E21"/>
    <w:rsid w:val="00AC5025"/>
    <w:rsid w:val="00AC5316"/>
    <w:rsid w:val="00AD5935"/>
    <w:rsid w:val="00AD70CC"/>
    <w:rsid w:val="00AE2A5E"/>
    <w:rsid w:val="00AE56AD"/>
    <w:rsid w:val="00AE5C61"/>
    <w:rsid w:val="00AE744F"/>
    <w:rsid w:val="00AF0D1E"/>
    <w:rsid w:val="00AF13F4"/>
    <w:rsid w:val="00AF57D0"/>
    <w:rsid w:val="00AF5945"/>
    <w:rsid w:val="00B05413"/>
    <w:rsid w:val="00B057DA"/>
    <w:rsid w:val="00B07800"/>
    <w:rsid w:val="00B100A3"/>
    <w:rsid w:val="00B11E82"/>
    <w:rsid w:val="00B157DC"/>
    <w:rsid w:val="00B2163B"/>
    <w:rsid w:val="00B21B4C"/>
    <w:rsid w:val="00B225FD"/>
    <w:rsid w:val="00B22CA0"/>
    <w:rsid w:val="00B22DD3"/>
    <w:rsid w:val="00B23583"/>
    <w:rsid w:val="00B245B7"/>
    <w:rsid w:val="00B2596D"/>
    <w:rsid w:val="00B25AEC"/>
    <w:rsid w:val="00B304AE"/>
    <w:rsid w:val="00B34EA4"/>
    <w:rsid w:val="00B36BE6"/>
    <w:rsid w:val="00B411DB"/>
    <w:rsid w:val="00B4212E"/>
    <w:rsid w:val="00B42E15"/>
    <w:rsid w:val="00B43093"/>
    <w:rsid w:val="00B45BA6"/>
    <w:rsid w:val="00B45E79"/>
    <w:rsid w:val="00B4652E"/>
    <w:rsid w:val="00B51979"/>
    <w:rsid w:val="00B52056"/>
    <w:rsid w:val="00B546D5"/>
    <w:rsid w:val="00B54B15"/>
    <w:rsid w:val="00B54E7F"/>
    <w:rsid w:val="00B55791"/>
    <w:rsid w:val="00B62B84"/>
    <w:rsid w:val="00B64841"/>
    <w:rsid w:val="00B65661"/>
    <w:rsid w:val="00B65FEF"/>
    <w:rsid w:val="00B662F3"/>
    <w:rsid w:val="00B668A0"/>
    <w:rsid w:val="00B67861"/>
    <w:rsid w:val="00B722A1"/>
    <w:rsid w:val="00B72366"/>
    <w:rsid w:val="00B724DB"/>
    <w:rsid w:val="00B725AD"/>
    <w:rsid w:val="00B72A21"/>
    <w:rsid w:val="00B73758"/>
    <w:rsid w:val="00B77418"/>
    <w:rsid w:val="00B80507"/>
    <w:rsid w:val="00B80CE1"/>
    <w:rsid w:val="00B80D97"/>
    <w:rsid w:val="00B82AF7"/>
    <w:rsid w:val="00B82AFB"/>
    <w:rsid w:val="00B835BF"/>
    <w:rsid w:val="00B83F27"/>
    <w:rsid w:val="00B85133"/>
    <w:rsid w:val="00B85386"/>
    <w:rsid w:val="00B85DD1"/>
    <w:rsid w:val="00B933D3"/>
    <w:rsid w:val="00B944FD"/>
    <w:rsid w:val="00B94D5A"/>
    <w:rsid w:val="00B955F4"/>
    <w:rsid w:val="00B96CAF"/>
    <w:rsid w:val="00B96FE6"/>
    <w:rsid w:val="00B97136"/>
    <w:rsid w:val="00BA1126"/>
    <w:rsid w:val="00BA292A"/>
    <w:rsid w:val="00BA631F"/>
    <w:rsid w:val="00BA682A"/>
    <w:rsid w:val="00BB4732"/>
    <w:rsid w:val="00BC1629"/>
    <w:rsid w:val="00BC1D21"/>
    <w:rsid w:val="00BC25D9"/>
    <w:rsid w:val="00BC2E8C"/>
    <w:rsid w:val="00BC3493"/>
    <w:rsid w:val="00BC54DF"/>
    <w:rsid w:val="00BC61A8"/>
    <w:rsid w:val="00BD26D7"/>
    <w:rsid w:val="00BD3A3A"/>
    <w:rsid w:val="00BD3D75"/>
    <w:rsid w:val="00BD427B"/>
    <w:rsid w:val="00BD45F0"/>
    <w:rsid w:val="00BD48CB"/>
    <w:rsid w:val="00BD58D2"/>
    <w:rsid w:val="00BD5AC2"/>
    <w:rsid w:val="00BD62F9"/>
    <w:rsid w:val="00BD648F"/>
    <w:rsid w:val="00BD793E"/>
    <w:rsid w:val="00BE075D"/>
    <w:rsid w:val="00BE0CE9"/>
    <w:rsid w:val="00BE1CB0"/>
    <w:rsid w:val="00BE1FCE"/>
    <w:rsid w:val="00BE225A"/>
    <w:rsid w:val="00BE3BAB"/>
    <w:rsid w:val="00BE4E4D"/>
    <w:rsid w:val="00BE62E4"/>
    <w:rsid w:val="00BF0866"/>
    <w:rsid w:val="00BF0FA7"/>
    <w:rsid w:val="00BF3C1D"/>
    <w:rsid w:val="00BF4AC3"/>
    <w:rsid w:val="00BF4BB7"/>
    <w:rsid w:val="00BF4CC1"/>
    <w:rsid w:val="00BF5700"/>
    <w:rsid w:val="00BF7F0E"/>
    <w:rsid w:val="00C00694"/>
    <w:rsid w:val="00C008E8"/>
    <w:rsid w:val="00C01BC4"/>
    <w:rsid w:val="00C05363"/>
    <w:rsid w:val="00C06131"/>
    <w:rsid w:val="00C0740E"/>
    <w:rsid w:val="00C10226"/>
    <w:rsid w:val="00C114A7"/>
    <w:rsid w:val="00C125C9"/>
    <w:rsid w:val="00C154A4"/>
    <w:rsid w:val="00C16783"/>
    <w:rsid w:val="00C16A3F"/>
    <w:rsid w:val="00C17042"/>
    <w:rsid w:val="00C17140"/>
    <w:rsid w:val="00C20A24"/>
    <w:rsid w:val="00C22055"/>
    <w:rsid w:val="00C23578"/>
    <w:rsid w:val="00C2461D"/>
    <w:rsid w:val="00C258BC"/>
    <w:rsid w:val="00C269BD"/>
    <w:rsid w:val="00C2777C"/>
    <w:rsid w:val="00C32441"/>
    <w:rsid w:val="00C34461"/>
    <w:rsid w:val="00C34480"/>
    <w:rsid w:val="00C350EC"/>
    <w:rsid w:val="00C36DEB"/>
    <w:rsid w:val="00C411E4"/>
    <w:rsid w:val="00C415CA"/>
    <w:rsid w:val="00C43446"/>
    <w:rsid w:val="00C46BD1"/>
    <w:rsid w:val="00C47496"/>
    <w:rsid w:val="00C47AFF"/>
    <w:rsid w:val="00C5110D"/>
    <w:rsid w:val="00C5196F"/>
    <w:rsid w:val="00C54318"/>
    <w:rsid w:val="00C54626"/>
    <w:rsid w:val="00C55AA5"/>
    <w:rsid w:val="00C55DE2"/>
    <w:rsid w:val="00C62556"/>
    <w:rsid w:val="00C626FA"/>
    <w:rsid w:val="00C62FFE"/>
    <w:rsid w:val="00C63983"/>
    <w:rsid w:val="00C64976"/>
    <w:rsid w:val="00C65892"/>
    <w:rsid w:val="00C67E64"/>
    <w:rsid w:val="00C67EEE"/>
    <w:rsid w:val="00C70E73"/>
    <w:rsid w:val="00C70E89"/>
    <w:rsid w:val="00C7192B"/>
    <w:rsid w:val="00C73097"/>
    <w:rsid w:val="00C7473B"/>
    <w:rsid w:val="00C74754"/>
    <w:rsid w:val="00C75CA8"/>
    <w:rsid w:val="00C801CF"/>
    <w:rsid w:val="00C802E1"/>
    <w:rsid w:val="00C81E22"/>
    <w:rsid w:val="00C83548"/>
    <w:rsid w:val="00C84E12"/>
    <w:rsid w:val="00C85207"/>
    <w:rsid w:val="00C87D86"/>
    <w:rsid w:val="00C87DB4"/>
    <w:rsid w:val="00C906E7"/>
    <w:rsid w:val="00C914D4"/>
    <w:rsid w:val="00C91CD0"/>
    <w:rsid w:val="00C937E9"/>
    <w:rsid w:val="00C93CA4"/>
    <w:rsid w:val="00C94AAD"/>
    <w:rsid w:val="00C957A9"/>
    <w:rsid w:val="00C96926"/>
    <w:rsid w:val="00C96ABF"/>
    <w:rsid w:val="00C97B8C"/>
    <w:rsid w:val="00CA10BC"/>
    <w:rsid w:val="00CA4D2B"/>
    <w:rsid w:val="00CA50ED"/>
    <w:rsid w:val="00CA5131"/>
    <w:rsid w:val="00CA5684"/>
    <w:rsid w:val="00CA6F8C"/>
    <w:rsid w:val="00CB0E9C"/>
    <w:rsid w:val="00CB35AF"/>
    <w:rsid w:val="00CB4F8C"/>
    <w:rsid w:val="00CB4FAA"/>
    <w:rsid w:val="00CB5089"/>
    <w:rsid w:val="00CB619C"/>
    <w:rsid w:val="00CB6A8C"/>
    <w:rsid w:val="00CC1749"/>
    <w:rsid w:val="00CC37AB"/>
    <w:rsid w:val="00CC3938"/>
    <w:rsid w:val="00CC5CCD"/>
    <w:rsid w:val="00CC6232"/>
    <w:rsid w:val="00CC6249"/>
    <w:rsid w:val="00CC7463"/>
    <w:rsid w:val="00CD16EA"/>
    <w:rsid w:val="00CD3198"/>
    <w:rsid w:val="00CD4E74"/>
    <w:rsid w:val="00CD5010"/>
    <w:rsid w:val="00CD60C8"/>
    <w:rsid w:val="00CD76D8"/>
    <w:rsid w:val="00CE264C"/>
    <w:rsid w:val="00CE3BA7"/>
    <w:rsid w:val="00CE4B99"/>
    <w:rsid w:val="00CE6F62"/>
    <w:rsid w:val="00CE776C"/>
    <w:rsid w:val="00CF0544"/>
    <w:rsid w:val="00CF0FCB"/>
    <w:rsid w:val="00CF1B78"/>
    <w:rsid w:val="00CF23F8"/>
    <w:rsid w:val="00CF2636"/>
    <w:rsid w:val="00CF3183"/>
    <w:rsid w:val="00CF4F7B"/>
    <w:rsid w:val="00CF6DB7"/>
    <w:rsid w:val="00D002CF"/>
    <w:rsid w:val="00D02B5D"/>
    <w:rsid w:val="00D10754"/>
    <w:rsid w:val="00D15F06"/>
    <w:rsid w:val="00D16892"/>
    <w:rsid w:val="00D16C37"/>
    <w:rsid w:val="00D26BBE"/>
    <w:rsid w:val="00D27C50"/>
    <w:rsid w:val="00D320D7"/>
    <w:rsid w:val="00D40167"/>
    <w:rsid w:val="00D426C2"/>
    <w:rsid w:val="00D4337F"/>
    <w:rsid w:val="00D50BC6"/>
    <w:rsid w:val="00D56823"/>
    <w:rsid w:val="00D574D9"/>
    <w:rsid w:val="00D61AE6"/>
    <w:rsid w:val="00D64020"/>
    <w:rsid w:val="00D64AB0"/>
    <w:rsid w:val="00D65395"/>
    <w:rsid w:val="00D67949"/>
    <w:rsid w:val="00D704F6"/>
    <w:rsid w:val="00D71827"/>
    <w:rsid w:val="00D743C8"/>
    <w:rsid w:val="00D7497A"/>
    <w:rsid w:val="00D74C8E"/>
    <w:rsid w:val="00D75A8C"/>
    <w:rsid w:val="00D776EB"/>
    <w:rsid w:val="00D77839"/>
    <w:rsid w:val="00D80002"/>
    <w:rsid w:val="00D80D52"/>
    <w:rsid w:val="00D812FB"/>
    <w:rsid w:val="00D8331C"/>
    <w:rsid w:val="00D848A8"/>
    <w:rsid w:val="00D856F5"/>
    <w:rsid w:val="00D8590A"/>
    <w:rsid w:val="00D86377"/>
    <w:rsid w:val="00D86CA5"/>
    <w:rsid w:val="00D86F17"/>
    <w:rsid w:val="00D87D58"/>
    <w:rsid w:val="00D9013C"/>
    <w:rsid w:val="00D906C7"/>
    <w:rsid w:val="00D906F7"/>
    <w:rsid w:val="00D92446"/>
    <w:rsid w:val="00D92BE0"/>
    <w:rsid w:val="00D93E09"/>
    <w:rsid w:val="00D95913"/>
    <w:rsid w:val="00D963A9"/>
    <w:rsid w:val="00D9717B"/>
    <w:rsid w:val="00DA111D"/>
    <w:rsid w:val="00DA48F8"/>
    <w:rsid w:val="00DA591C"/>
    <w:rsid w:val="00DA5C4F"/>
    <w:rsid w:val="00DA63BC"/>
    <w:rsid w:val="00DB0B0C"/>
    <w:rsid w:val="00DB327E"/>
    <w:rsid w:val="00DB54B0"/>
    <w:rsid w:val="00DC5AD1"/>
    <w:rsid w:val="00DC78A6"/>
    <w:rsid w:val="00DD23AD"/>
    <w:rsid w:val="00DD75A9"/>
    <w:rsid w:val="00DD7B5B"/>
    <w:rsid w:val="00DE1352"/>
    <w:rsid w:val="00DE4293"/>
    <w:rsid w:val="00DE5AFE"/>
    <w:rsid w:val="00DE6BAC"/>
    <w:rsid w:val="00DE6E31"/>
    <w:rsid w:val="00DF01AE"/>
    <w:rsid w:val="00DF124B"/>
    <w:rsid w:val="00DF172E"/>
    <w:rsid w:val="00DF47B9"/>
    <w:rsid w:val="00DF5C1A"/>
    <w:rsid w:val="00DF68F4"/>
    <w:rsid w:val="00DF7619"/>
    <w:rsid w:val="00E00F5B"/>
    <w:rsid w:val="00E038E4"/>
    <w:rsid w:val="00E03E14"/>
    <w:rsid w:val="00E0447D"/>
    <w:rsid w:val="00E05A8A"/>
    <w:rsid w:val="00E06066"/>
    <w:rsid w:val="00E068F9"/>
    <w:rsid w:val="00E069DB"/>
    <w:rsid w:val="00E1110C"/>
    <w:rsid w:val="00E11CC2"/>
    <w:rsid w:val="00E1426D"/>
    <w:rsid w:val="00E14B0C"/>
    <w:rsid w:val="00E16CAF"/>
    <w:rsid w:val="00E16D7E"/>
    <w:rsid w:val="00E17A7C"/>
    <w:rsid w:val="00E25494"/>
    <w:rsid w:val="00E26076"/>
    <w:rsid w:val="00E278A6"/>
    <w:rsid w:val="00E27A6D"/>
    <w:rsid w:val="00E3010C"/>
    <w:rsid w:val="00E336D2"/>
    <w:rsid w:val="00E35FA1"/>
    <w:rsid w:val="00E43E4E"/>
    <w:rsid w:val="00E46707"/>
    <w:rsid w:val="00E50B37"/>
    <w:rsid w:val="00E514DB"/>
    <w:rsid w:val="00E54EF6"/>
    <w:rsid w:val="00E553AA"/>
    <w:rsid w:val="00E55F2E"/>
    <w:rsid w:val="00E5730E"/>
    <w:rsid w:val="00E62A23"/>
    <w:rsid w:val="00E676C3"/>
    <w:rsid w:val="00E7065B"/>
    <w:rsid w:val="00E731AB"/>
    <w:rsid w:val="00E733CD"/>
    <w:rsid w:val="00E736C0"/>
    <w:rsid w:val="00E74BF4"/>
    <w:rsid w:val="00E830D5"/>
    <w:rsid w:val="00E83BE1"/>
    <w:rsid w:val="00E85BBB"/>
    <w:rsid w:val="00E8771A"/>
    <w:rsid w:val="00E9437A"/>
    <w:rsid w:val="00E94C7D"/>
    <w:rsid w:val="00E958D2"/>
    <w:rsid w:val="00EA041E"/>
    <w:rsid w:val="00EA0926"/>
    <w:rsid w:val="00EA5054"/>
    <w:rsid w:val="00EA585F"/>
    <w:rsid w:val="00EB0915"/>
    <w:rsid w:val="00EB0CE6"/>
    <w:rsid w:val="00EB1686"/>
    <w:rsid w:val="00EB25C9"/>
    <w:rsid w:val="00EB3AF9"/>
    <w:rsid w:val="00EB5A74"/>
    <w:rsid w:val="00EB691A"/>
    <w:rsid w:val="00EB6DDD"/>
    <w:rsid w:val="00EB7138"/>
    <w:rsid w:val="00EC4884"/>
    <w:rsid w:val="00EC7EFF"/>
    <w:rsid w:val="00ED1902"/>
    <w:rsid w:val="00ED2297"/>
    <w:rsid w:val="00ED2852"/>
    <w:rsid w:val="00ED3CC4"/>
    <w:rsid w:val="00ED48A8"/>
    <w:rsid w:val="00ED5CAB"/>
    <w:rsid w:val="00ED7259"/>
    <w:rsid w:val="00EE08F6"/>
    <w:rsid w:val="00EE1B5D"/>
    <w:rsid w:val="00EE44DE"/>
    <w:rsid w:val="00EE7B07"/>
    <w:rsid w:val="00EE7C03"/>
    <w:rsid w:val="00EE7DE4"/>
    <w:rsid w:val="00EE7F7B"/>
    <w:rsid w:val="00EF1B36"/>
    <w:rsid w:val="00EF2DC1"/>
    <w:rsid w:val="00EF3B7A"/>
    <w:rsid w:val="00EF6461"/>
    <w:rsid w:val="00EF681A"/>
    <w:rsid w:val="00EF73D1"/>
    <w:rsid w:val="00EF751F"/>
    <w:rsid w:val="00EF7AB0"/>
    <w:rsid w:val="00EF7BE8"/>
    <w:rsid w:val="00F04647"/>
    <w:rsid w:val="00F05CC0"/>
    <w:rsid w:val="00F07DEF"/>
    <w:rsid w:val="00F11C5B"/>
    <w:rsid w:val="00F11CF9"/>
    <w:rsid w:val="00F136E1"/>
    <w:rsid w:val="00F13C07"/>
    <w:rsid w:val="00F15EFD"/>
    <w:rsid w:val="00F16B0F"/>
    <w:rsid w:val="00F24286"/>
    <w:rsid w:val="00F24F5C"/>
    <w:rsid w:val="00F25C8F"/>
    <w:rsid w:val="00F31FF4"/>
    <w:rsid w:val="00F32A37"/>
    <w:rsid w:val="00F32E8C"/>
    <w:rsid w:val="00F32EF9"/>
    <w:rsid w:val="00F33FCB"/>
    <w:rsid w:val="00F3518A"/>
    <w:rsid w:val="00F428B4"/>
    <w:rsid w:val="00F4573C"/>
    <w:rsid w:val="00F46A7D"/>
    <w:rsid w:val="00F47D1F"/>
    <w:rsid w:val="00F506A6"/>
    <w:rsid w:val="00F50D79"/>
    <w:rsid w:val="00F529B4"/>
    <w:rsid w:val="00F5374E"/>
    <w:rsid w:val="00F56CE9"/>
    <w:rsid w:val="00F57CE9"/>
    <w:rsid w:val="00F6137C"/>
    <w:rsid w:val="00F65135"/>
    <w:rsid w:val="00F660DF"/>
    <w:rsid w:val="00F66657"/>
    <w:rsid w:val="00F71875"/>
    <w:rsid w:val="00F7327B"/>
    <w:rsid w:val="00F7361B"/>
    <w:rsid w:val="00F73669"/>
    <w:rsid w:val="00F73BB7"/>
    <w:rsid w:val="00F764E7"/>
    <w:rsid w:val="00F773A8"/>
    <w:rsid w:val="00F77916"/>
    <w:rsid w:val="00F77C96"/>
    <w:rsid w:val="00F80A2A"/>
    <w:rsid w:val="00F81E74"/>
    <w:rsid w:val="00F86183"/>
    <w:rsid w:val="00F8663C"/>
    <w:rsid w:val="00F90290"/>
    <w:rsid w:val="00F921D1"/>
    <w:rsid w:val="00F92B34"/>
    <w:rsid w:val="00F94A31"/>
    <w:rsid w:val="00F96344"/>
    <w:rsid w:val="00FA4DE2"/>
    <w:rsid w:val="00FA54E1"/>
    <w:rsid w:val="00FA57B5"/>
    <w:rsid w:val="00FA5D4E"/>
    <w:rsid w:val="00FB07FD"/>
    <w:rsid w:val="00FB2EAE"/>
    <w:rsid w:val="00FB49D4"/>
    <w:rsid w:val="00FB59B4"/>
    <w:rsid w:val="00FB6853"/>
    <w:rsid w:val="00FC0166"/>
    <w:rsid w:val="00FC1F07"/>
    <w:rsid w:val="00FC6237"/>
    <w:rsid w:val="00FC7C1D"/>
    <w:rsid w:val="00FD19A1"/>
    <w:rsid w:val="00FD3BBD"/>
    <w:rsid w:val="00FD3E96"/>
    <w:rsid w:val="00FD67E0"/>
    <w:rsid w:val="00FD73C7"/>
    <w:rsid w:val="00FE3FC1"/>
    <w:rsid w:val="00FE4CCE"/>
    <w:rsid w:val="00FE5267"/>
    <w:rsid w:val="00FE5518"/>
    <w:rsid w:val="00FE5CEA"/>
    <w:rsid w:val="00FE7EFF"/>
    <w:rsid w:val="00FF0168"/>
    <w:rsid w:val="00FF045A"/>
    <w:rsid w:val="00FF2D07"/>
    <w:rsid w:val="00FF46F6"/>
    <w:rsid w:val="00FF480D"/>
    <w:rsid w:val="00FF4CA0"/>
    <w:rsid w:val="00FF54B4"/>
    <w:rsid w:val="00FF5779"/>
    <w:rsid w:val="00FF6143"/>
    <w:rsid w:val="00FF65E0"/>
    <w:rsid w:val="00FF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9D"/>
    <w:rPr>
      <w:rFonts w:ascii="Times New Roman" w:hAnsi="Times New Roman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E52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35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2357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1E57"/>
    <w:rPr>
      <w:rFonts w:ascii="Cambria" w:hAnsi="Cambria" w:cs="Cambria"/>
      <w:b/>
      <w:bCs/>
      <w:color w:val="000000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23578"/>
    <w:rPr>
      <w:rFonts w:ascii="Arial" w:hAnsi="Arial" w:cs="Arial"/>
      <w:b/>
      <w:bCs/>
      <w:i/>
      <w:iCs/>
      <w:color w:val="000000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23578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340F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40FBA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BF0866"/>
    <w:pPr>
      <w:spacing w:after="160" w:line="240" w:lineRule="exact"/>
    </w:pPr>
    <w:rPr>
      <w:rFonts w:ascii="Arial" w:hAnsi="Arial" w:cs="Arial"/>
      <w:color w:val="auto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5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3335</Words>
  <Characters>19016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</dc:title>
  <dc:subject/>
  <dc:creator>Ник</dc:creator>
  <cp:keywords/>
  <dc:description/>
  <cp:lastModifiedBy>008</cp:lastModifiedBy>
  <cp:revision>2</cp:revision>
  <dcterms:created xsi:type="dcterms:W3CDTF">2013-09-11T09:35:00Z</dcterms:created>
  <dcterms:modified xsi:type="dcterms:W3CDTF">2013-09-11T09:35:00Z</dcterms:modified>
</cp:coreProperties>
</file>