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19B" w:rsidRDefault="00E0319B" w:rsidP="001B27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СОВЕТ ДЕПУТАТОВ</w:t>
      </w:r>
      <w:r>
        <w:rPr>
          <w:sz w:val="28"/>
          <w:szCs w:val="28"/>
        </w:rPr>
        <w:br/>
        <w:t>КИИСКОГО СЕЛЬСОВЕТА</w:t>
      </w:r>
      <w:r>
        <w:rPr>
          <w:sz w:val="28"/>
          <w:szCs w:val="28"/>
        </w:rPr>
        <w:br/>
        <w:t>ТОГУЧИНСКОГО РАЙОНА</w:t>
      </w:r>
      <w:r>
        <w:rPr>
          <w:sz w:val="28"/>
          <w:szCs w:val="28"/>
        </w:rPr>
        <w:br/>
        <w:t>НОВОСИБИРСКОЙ ОБЛАСТИ</w:t>
      </w:r>
    </w:p>
    <w:p w:rsidR="00E0319B" w:rsidRDefault="00E0319B" w:rsidP="00052252">
      <w:pPr>
        <w:rPr>
          <w:sz w:val="28"/>
          <w:szCs w:val="28"/>
        </w:rPr>
      </w:pPr>
    </w:p>
    <w:p w:rsidR="00E0319B" w:rsidRDefault="00E0319B" w:rsidP="001B27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Р Е Ш Е Н И Е</w:t>
      </w:r>
    </w:p>
    <w:p w:rsidR="00E0319B" w:rsidRDefault="00E0319B" w:rsidP="001B27F3">
      <w:pPr>
        <w:jc w:val="center"/>
        <w:rPr>
          <w:sz w:val="28"/>
          <w:szCs w:val="28"/>
        </w:rPr>
      </w:pPr>
      <w:r>
        <w:rPr>
          <w:sz w:val="28"/>
          <w:szCs w:val="28"/>
        </w:rPr>
        <w:t>двадцать седьмой сессии четвертого созыва</w:t>
      </w:r>
    </w:p>
    <w:p w:rsidR="00E0319B" w:rsidRDefault="00E0319B" w:rsidP="001B27F3">
      <w:pPr>
        <w:rPr>
          <w:sz w:val="28"/>
          <w:szCs w:val="28"/>
        </w:rPr>
      </w:pPr>
    </w:p>
    <w:p w:rsidR="00E0319B" w:rsidRDefault="00E0319B" w:rsidP="00012287">
      <w:pPr>
        <w:jc w:val="both"/>
        <w:rPr>
          <w:sz w:val="28"/>
          <w:szCs w:val="28"/>
        </w:rPr>
      </w:pPr>
      <w:r>
        <w:rPr>
          <w:sz w:val="28"/>
          <w:szCs w:val="28"/>
        </w:rPr>
        <w:t>от 22.08.2013                                                                                          № 107</w:t>
      </w:r>
    </w:p>
    <w:p w:rsidR="00E0319B" w:rsidRDefault="00E0319B" w:rsidP="001B27F3">
      <w:pPr>
        <w:jc w:val="center"/>
        <w:rPr>
          <w:sz w:val="28"/>
          <w:szCs w:val="28"/>
        </w:rPr>
      </w:pPr>
      <w:r>
        <w:rPr>
          <w:sz w:val="28"/>
          <w:szCs w:val="28"/>
        </w:rPr>
        <w:t>с. Киик</w:t>
      </w:r>
    </w:p>
    <w:p w:rsidR="00E0319B" w:rsidRDefault="00E0319B" w:rsidP="001B27F3">
      <w:pPr>
        <w:jc w:val="both"/>
        <w:rPr>
          <w:sz w:val="28"/>
          <w:szCs w:val="28"/>
        </w:rPr>
      </w:pPr>
    </w:p>
    <w:p w:rsidR="00E0319B" w:rsidRDefault="00E0319B" w:rsidP="001B27F3">
      <w:pPr>
        <w:jc w:val="center"/>
        <w:rPr>
          <w:sz w:val="28"/>
          <w:szCs w:val="28"/>
        </w:rPr>
      </w:pPr>
      <w:r>
        <w:rPr>
          <w:sz w:val="28"/>
          <w:szCs w:val="28"/>
        </w:rPr>
        <w:t>Об исполнении бюджета Киикского</w:t>
      </w:r>
    </w:p>
    <w:p w:rsidR="00E0319B" w:rsidRDefault="00E0319B" w:rsidP="001B27F3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сельсовета Тогучинского района за  2012год</w:t>
      </w:r>
    </w:p>
    <w:p w:rsidR="00E0319B" w:rsidRDefault="00E0319B" w:rsidP="00052252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E0319B" w:rsidRPr="00052252" w:rsidRDefault="00E0319B" w:rsidP="0005225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         </w:t>
      </w:r>
      <w:r w:rsidRPr="00052252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Положением</w:t>
      </w:r>
      <w:r>
        <w:rPr>
          <w:sz w:val="28"/>
          <w:szCs w:val="28"/>
        </w:rPr>
        <w:t xml:space="preserve"> </w:t>
      </w:r>
      <w:r w:rsidRPr="00264C51">
        <w:rPr>
          <w:rFonts w:ascii="Times New Roman" w:hAnsi="Times New Roman" w:cs="Times New Roman"/>
          <w:sz w:val="28"/>
          <w:szCs w:val="28"/>
        </w:rPr>
        <w:t>о бюджетном процессе в Киикском сельсовете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4C51">
        <w:rPr>
          <w:rFonts w:ascii="Times New Roman" w:hAnsi="Times New Roman" w:cs="Times New Roman"/>
          <w:sz w:val="28"/>
          <w:szCs w:val="28"/>
        </w:rPr>
        <w:t>Тогучинского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2252">
        <w:rPr>
          <w:rFonts w:ascii="Times New Roman" w:hAnsi="Times New Roman" w:cs="Times New Roman"/>
          <w:sz w:val="28"/>
          <w:szCs w:val="28"/>
        </w:rPr>
        <w:t>Совет депутатов Киикского сельсовета</w:t>
      </w:r>
    </w:p>
    <w:p w:rsidR="00E0319B" w:rsidRDefault="00E0319B" w:rsidP="001B27F3">
      <w:pPr>
        <w:jc w:val="both"/>
        <w:rPr>
          <w:sz w:val="28"/>
          <w:szCs w:val="28"/>
        </w:rPr>
      </w:pPr>
    </w:p>
    <w:p w:rsidR="00E0319B" w:rsidRDefault="00E0319B" w:rsidP="001B27F3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E0319B" w:rsidRDefault="00E0319B" w:rsidP="001B27F3">
      <w:pPr>
        <w:jc w:val="both"/>
        <w:rPr>
          <w:sz w:val="28"/>
          <w:szCs w:val="28"/>
        </w:rPr>
      </w:pPr>
    </w:p>
    <w:p w:rsidR="00E0319B" w:rsidRPr="00052252" w:rsidRDefault="00E0319B" w:rsidP="00052252">
      <w:pPr>
        <w:jc w:val="both"/>
        <w:rPr>
          <w:sz w:val="28"/>
          <w:szCs w:val="28"/>
        </w:rPr>
      </w:pPr>
      <w:r w:rsidRPr="0005225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1. </w:t>
      </w:r>
      <w:r w:rsidRPr="00052252">
        <w:rPr>
          <w:sz w:val="28"/>
          <w:szCs w:val="28"/>
        </w:rPr>
        <w:t>Утвердить отчет об исполнении бюджета Киикского сельсовета Тогучинского района Но</w:t>
      </w:r>
      <w:r>
        <w:rPr>
          <w:sz w:val="28"/>
          <w:szCs w:val="28"/>
        </w:rPr>
        <w:t>восибирской области  за 2012год,</w:t>
      </w:r>
      <w:r w:rsidRPr="00052252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052252">
        <w:rPr>
          <w:sz w:val="28"/>
          <w:szCs w:val="28"/>
        </w:rPr>
        <w:t>о доходам в сумме 5793,1 тыс. рублей</w:t>
      </w:r>
      <w:r>
        <w:rPr>
          <w:sz w:val="28"/>
          <w:szCs w:val="28"/>
        </w:rPr>
        <w:t>,</w:t>
      </w:r>
      <w:r w:rsidRPr="00052252">
        <w:rPr>
          <w:sz w:val="28"/>
          <w:szCs w:val="28"/>
        </w:rPr>
        <w:t xml:space="preserve"> по расходам в сумме 6207,1 рублей с дефицитом в сумме 413,9 тыс. рублей со следующими показателями:</w:t>
      </w:r>
    </w:p>
    <w:p w:rsidR="00E0319B" w:rsidRDefault="00E0319B" w:rsidP="002C571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- по </w:t>
      </w:r>
      <w:r>
        <w:rPr>
          <w:b/>
          <w:bCs/>
          <w:sz w:val="28"/>
          <w:szCs w:val="28"/>
        </w:rPr>
        <w:t xml:space="preserve"> </w:t>
      </w:r>
      <w:r w:rsidRPr="002C571F">
        <w:rPr>
          <w:sz w:val="28"/>
          <w:szCs w:val="28"/>
        </w:rPr>
        <w:t>кодам классификации доходов бюджета</w:t>
      </w:r>
      <w:r>
        <w:rPr>
          <w:sz w:val="28"/>
          <w:szCs w:val="28"/>
        </w:rPr>
        <w:t xml:space="preserve"> Киикского</w:t>
      </w:r>
    </w:p>
    <w:p w:rsidR="00E0319B" w:rsidRDefault="00E0319B" w:rsidP="001B27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сельсовета Тогучинского района Новосибирской области за 2012г. согласно приложению № 1;</w:t>
      </w:r>
    </w:p>
    <w:p w:rsidR="00E0319B" w:rsidRDefault="00E0319B" w:rsidP="001B27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по распределению расходов  бюджета Киикского сельсовета Тогучинского района Новосибирской области за  2012г. по разделам и подразделам функциональной классификации расходов бюджетов Российской  Федерации  согласно приложению № 2;</w:t>
      </w:r>
    </w:p>
    <w:p w:rsidR="00E0319B" w:rsidRDefault="00E0319B" w:rsidP="001B27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по источникам финансирования дефицита бюджета Киикского сельсовета Тогучинского района Новосибирской области за  2012 год согласно приложению № 3 к настоящему решению.</w:t>
      </w:r>
    </w:p>
    <w:p w:rsidR="00E0319B" w:rsidRDefault="00E0319B" w:rsidP="001B27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Решение вступает в силу со дня подписания.                                                     </w:t>
      </w:r>
    </w:p>
    <w:p w:rsidR="00E0319B" w:rsidRDefault="00E0319B" w:rsidP="001B27F3">
      <w:pPr>
        <w:jc w:val="both"/>
        <w:rPr>
          <w:sz w:val="28"/>
          <w:szCs w:val="28"/>
        </w:rPr>
      </w:pPr>
    </w:p>
    <w:p w:rsidR="00E0319B" w:rsidRDefault="00E0319B" w:rsidP="001B27F3"/>
    <w:p w:rsidR="00E0319B" w:rsidRPr="00732104" w:rsidRDefault="00E0319B" w:rsidP="001B27F3">
      <w:pPr>
        <w:rPr>
          <w:sz w:val="28"/>
          <w:szCs w:val="28"/>
        </w:rPr>
      </w:pPr>
    </w:p>
    <w:p w:rsidR="00E0319B" w:rsidRDefault="00E0319B" w:rsidP="001B27F3"/>
    <w:p w:rsidR="00E0319B" w:rsidRDefault="00E0319B" w:rsidP="00842B6E">
      <w:pPr>
        <w:jc w:val="both"/>
        <w:rPr>
          <w:sz w:val="28"/>
          <w:szCs w:val="28"/>
        </w:rPr>
      </w:pPr>
    </w:p>
    <w:p w:rsidR="00E0319B" w:rsidRDefault="00E0319B" w:rsidP="006E520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Киикского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В.Н. Макаров</w:t>
      </w:r>
    </w:p>
    <w:p w:rsidR="00E0319B" w:rsidRDefault="00E0319B" w:rsidP="006E5209">
      <w:pPr>
        <w:jc w:val="both"/>
        <w:rPr>
          <w:sz w:val="28"/>
          <w:szCs w:val="28"/>
        </w:rPr>
      </w:pPr>
    </w:p>
    <w:p w:rsidR="00E0319B" w:rsidRDefault="00E0319B" w:rsidP="006E5209">
      <w:pPr>
        <w:jc w:val="both"/>
        <w:rPr>
          <w:sz w:val="28"/>
          <w:szCs w:val="28"/>
        </w:rPr>
      </w:pPr>
    </w:p>
    <w:p w:rsidR="00E0319B" w:rsidRDefault="00E0319B" w:rsidP="006A6B9D">
      <w:pPr>
        <w:jc w:val="right"/>
      </w:pPr>
    </w:p>
    <w:p w:rsidR="00E0319B" w:rsidRDefault="00E0319B" w:rsidP="006A6B9D">
      <w:pPr>
        <w:jc w:val="right"/>
      </w:pPr>
    </w:p>
    <w:p w:rsidR="00E0319B" w:rsidRDefault="00E0319B" w:rsidP="006A6B9D">
      <w:pPr>
        <w:jc w:val="right"/>
      </w:pPr>
      <w:r>
        <w:t>Приложение № 1</w:t>
      </w:r>
    </w:p>
    <w:p w:rsidR="00E0319B" w:rsidRPr="006F6740" w:rsidRDefault="00E0319B" w:rsidP="006A6B9D">
      <w:pPr>
        <w:jc w:val="right"/>
        <w:rPr>
          <w:sz w:val="20"/>
          <w:szCs w:val="20"/>
        </w:rPr>
      </w:pPr>
    </w:p>
    <w:p w:rsidR="00E0319B" w:rsidRDefault="00E0319B" w:rsidP="006A6B9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Кассовое исполнение бюджета  Киикского  сельсовета </w:t>
      </w:r>
    </w:p>
    <w:p w:rsidR="00E0319B" w:rsidRDefault="00E0319B" w:rsidP="006A6B9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Тогучинского района Новосибирской области за 2012 год </w:t>
      </w:r>
    </w:p>
    <w:p w:rsidR="00E0319B" w:rsidRPr="00BF4BB7" w:rsidRDefault="00E0319B" w:rsidP="006A6B9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кодам классификации доходов бюджета</w:t>
      </w:r>
    </w:p>
    <w:p w:rsidR="00E0319B" w:rsidRDefault="00E0319B" w:rsidP="006A6B9D">
      <w:pPr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(тыс. руб.)</w:t>
      </w:r>
    </w:p>
    <w:tbl>
      <w:tblPr>
        <w:tblW w:w="851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8"/>
        <w:gridCol w:w="3765"/>
        <w:gridCol w:w="1488"/>
      </w:tblGrid>
      <w:tr w:rsidR="00E0319B" w:rsidRPr="0058579E">
        <w:trPr>
          <w:trHeight w:val="1925"/>
        </w:trPr>
        <w:tc>
          <w:tcPr>
            <w:tcW w:w="3258" w:type="dxa"/>
          </w:tcPr>
          <w:p w:rsidR="00E0319B" w:rsidRPr="004F1034" w:rsidRDefault="00E0319B" w:rsidP="00D64020">
            <w:pPr>
              <w:jc w:val="center"/>
              <w:rPr>
                <w:snapToGrid w:val="0"/>
                <w:sz w:val="18"/>
                <w:szCs w:val="18"/>
              </w:rPr>
            </w:pPr>
          </w:p>
          <w:p w:rsidR="00E0319B" w:rsidRPr="004F1034" w:rsidRDefault="00E0319B" w:rsidP="00D64020">
            <w:pPr>
              <w:jc w:val="center"/>
              <w:rPr>
                <w:snapToGrid w:val="0"/>
                <w:sz w:val="18"/>
                <w:szCs w:val="18"/>
              </w:rPr>
            </w:pPr>
            <w:r w:rsidRPr="004F1034">
              <w:rPr>
                <w:snapToGrid w:val="0"/>
                <w:sz w:val="18"/>
                <w:szCs w:val="18"/>
              </w:rPr>
              <w:t>Код</w:t>
            </w:r>
          </w:p>
        </w:tc>
        <w:tc>
          <w:tcPr>
            <w:tcW w:w="3765" w:type="dxa"/>
          </w:tcPr>
          <w:p w:rsidR="00E0319B" w:rsidRPr="004F1034" w:rsidRDefault="00E0319B" w:rsidP="00D64020">
            <w:pPr>
              <w:jc w:val="center"/>
              <w:rPr>
                <w:snapToGrid w:val="0"/>
                <w:sz w:val="18"/>
                <w:szCs w:val="18"/>
              </w:rPr>
            </w:pPr>
            <w:r w:rsidRPr="004F1034">
              <w:rPr>
                <w:snapToGrid w:val="0"/>
                <w:sz w:val="18"/>
                <w:szCs w:val="18"/>
              </w:rPr>
              <w:t>Наименование кода администратора поступлений в бюджет, группы, подгруппы, статьи, подстатьи, элемента, программы (подпрограммы), кода экономической классификации доходов</w:t>
            </w:r>
          </w:p>
        </w:tc>
        <w:tc>
          <w:tcPr>
            <w:tcW w:w="1488" w:type="dxa"/>
            <w:vAlign w:val="center"/>
          </w:tcPr>
          <w:p w:rsidR="00E0319B" w:rsidRPr="004F1034" w:rsidRDefault="00E0319B" w:rsidP="00D640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Кассовое исполнение за 2012г</w:t>
            </w:r>
          </w:p>
          <w:p w:rsidR="00E0319B" w:rsidRPr="004F1034" w:rsidRDefault="00E0319B" w:rsidP="00D64020">
            <w:pPr>
              <w:jc w:val="center"/>
              <w:rPr>
                <w:sz w:val="18"/>
                <w:szCs w:val="18"/>
              </w:rPr>
            </w:pPr>
          </w:p>
        </w:tc>
      </w:tr>
      <w:tr w:rsidR="00E0319B" w:rsidRPr="0058579E">
        <w:tc>
          <w:tcPr>
            <w:tcW w:w="3258" w:type="dxa"/>
          </w:tcPr>
          <w:p w:rsidR="00E0319B" w:rsidRPr="004F1034" w:rsidRDefault="00E0319B" w:rsidP="00D64020">
            <w:pPr>
              <w:rPr>
                <w:b/>
                <w:b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snapToGrid w:val="0"/>
                <w:sz w:val="20"/>
                <w:szCs w:val="20"/>
              </w:rPr>
              <w:t>1 00 00000 00 0000 000</w:t>
            </w:r>
          </w:p>
        </w:tc>
        <w:tc>
          <w:tcPr>
            <w:tcW w:w="3765" w:type="dxa"/>
          </w:tcPr>
          <w:p w:rsidR="00E0319B" w:rsidRPr="004F1034" w:rsidRDefault="00E0319B" w:rsidP="00D64020">
            <w:pPr>
              <w:jc w:val="center"/>
              <w:rPr>
                <w:b/>
                <w:bCs/>
              </w:rPr>
            </w:pPr>
            <w:r w:rsidRPr="004F1034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488" w:type="dxa"/>
            <w:tcBorders>
              <w:top w:val="single" w:sz="6" w:space="0" w:color="auto"/>
              <w:bottom w:val="single" w:sz="6" w:space="0" w:color="auto"/>
            </w:tcBorders>
          </w:tcPr>
          <w:p w:rsidR="00E0319B" w:rsidRPr="004F1034" w:rsidRDefault="00E0319B" w:rsidP="00EC2C1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509,0</w:t>
            </w:r>
          </w:p>
        </w:tc>
      </w:tr>
      <w:tr w:rsidR="00E0319B" w:rsidRPr="0058579E">
        <w:tc>
          <w:tcPr>
            <w:tcW w:w="3258" w:type="dxa"/>
          </w:tcPr>
          <w:p w:rsidR="00E0319B" w:rsidRPr="004F1034" w:rsidRDefault="00E0319B" w:rsidP="00D64020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napToGrid w:val="0"/>
                <w:sz w:val="20"/>
                <w:szCs w:val="20"/>
              </w:rPr>
              <w:t>1 01 00000 00 0000 000</w:t>
            </w:r>
          </w:p>
        </w:tc>
        <w:tc>
          <w:tcPr>
            <w:tcW w:w="3765" w:type="dxa"/>
          </w:tcPr>
          <w:p w:rsidR="00E0319B" w:rsidRPr="004F1034" w:rsidRDefault="00E0319B" w:rsidP="00D64020">
            <w:pPr>
              <w:rPr>
                <w:b/>
                <w:bCs/>
                <w:i/>
                <w:iCs/>
                <w:snapToGrid w:val="0"/>
              </w:rPr>
            </w:pPr>
            <w:r w:rsidRPr="004F1034">
              <w:rPr>
                <w:b/>
                <w:bCs/>
                <w:i/>
                <w:iCs/>
                <w:snapToGrid w:val="0"/>
              </w:rPr>
              <w:t>Налоги на прибыль, доходы</w:t>
            </w:r>
          </w:p>
        </w:tc>
        <w:tc>
          <w:tcPr>
            <w:tcW w:w="1488" w:type="dxa"/>
            <w:tcBorders>
              <w:top w:val="single" w:sz="6" w:space="0" w:color="auto"/>
              <w:bottom w:val="single" w:sz="6" w:space="0" w:color="auto"/>
            </w:tcBorders>
          </w:tcPr>
          <w:p w:rsidR="00E0319B" w:rsidRPr="004F1034" w:rsidRDefault="00E0319B" w:rsidP="00D6402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171,3</w:t>
            </w:r>
          </w:p>
        </w:tc>
      </w:tr>
      <w:tr w:rsidR="00E0319B" w:rsidRPr="0058579E">
        <w:tc>
          <w:tcPr>
            <w:tcW w:w="3258" w:type="dxa"/>
          </w:tcPr>
          <w:p w:rsidR="00E0319B" w:rsidRPr="004F1034" w:rsidRDefault="00E0319B" w:rsidP="00D64020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1 01 02000 01 0000 110</w:t>
            </w:r>
          </w:p>
        </w:tc>
        <w:tc>
          <w:tcPr>
            <w:tcW w:w="3765" w:type="dxa"/>
          </w:tcPr>
          <w:p w:rsidR="00E0319B" w:rsidRPr="004F1034" w:rsidRDefault="00E0319B" w:rsidP="00D64020">
            <w:pPr>
              <w:rPr>
                <w:i/>
                <w:iCs/>
                <w:snapToGrid w:val="0"/>
                <w:sz w:val="20"/>
                <w:szCs w:val="20"/>
              </w:rPr>
            </w:pPr>
            <w:r w:rsidRPr="004F1034">
              <w:rPr>
                <w:i/>
                <w:iCs/>
                <w:snapToGrid w:val="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88" w:type="dxa"/>
            <w:tcBorders>
              <w:top w:val="single" w:sz="6" w:space="0" w:color="auto"/>
              <w:bottom w:val="single" w:sz="6" w:space="0" w:color="auto"/>
            </w:tcBorders>
          </w:tcPr>
          <w:p w:rsidR="00E0319B" w:rsidRPr="004F1034" w:rsidRDefault="00E0319B" w:rsidP="00D64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171,3</w:t>
            </w:r>
          </w:p>
        </w:tc>
      </w:tr>
      <w:tr w:rsidR="00E0319B" w:rsidRPr="0058579E">
        <w:tc>
          <w:tcPr>
            <w:tcW w:w="3258" w:type="dxa"/>
          </w:tcPr>
          <w:p w:rsidR="00E0319B" w:rsidRPr="004F1034" w:rsidRDefault="00E0319B" w:rsidP="00D64020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1 01 02021 01 0000 110</w:t>
            </w:r>
          </w:p>
        </w:tc>
        <w:tc>
          <w:tcPr>
            <w:tcW w:w="3765" w:type="dxa"/>
          </w:tcPr>
          <w:p w:rsidR="00E0319B" w:rsidRPr="004F1034" w:rsidRDefault="00E0319B" w:rsidP="00D64020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за исключением доходов,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</w:p>
        </w:tc>
        <w:tc>
          <w:tcPr>
            <w:tcW w:w="1488" w:type="dxa"/>
            <w:tcBorders>
              <w:top w:val="single" w:sz="6" w:space="0" w:color="auto"/>
              <w:bottom w:val="single" w:sz="6" w:space="0" w:color="auto"/>
            </w:tcBorders>
          </w:tcPr>
          <w:p w:rsidR="00E0319B" w:rsidRPr="004F1034" w:rsidRDefault="00E0319B" w:rsidP="00EE44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170,3</w:t>
            </w:r>
          </w:p>
        </w:tc>
      </w:tr>
      <w:tr w:rsidR="00E0319B" w:rsidRPr="0058579E">
        <w:tc>
          <w:tcPr>
            <w:tcW w:w="3258" w:type="dxa"/>
          </w:tcPr>
          <w:p w:rsidR="00E0319B" w:rsidRPr="004F1034" w:rsidRDefault="00E0319B" w:rsidP="00EE44DE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1 01 0202</w:t>
            </w:r>
            <w:r>
              <w:rPr>
                <w:snapToGrid w:val="0"/>
                <w:sz w:val="20"/>
                <w:szCs w:val="20"/>
              </w:rPr>
              <w:t>0</w:t>
            </w:r>
            <w:r w:rsidRPr="004F1034">
              <w:rPr>
                <w:snapToGrid w:val="0"/>
                <w:sz w:val="20"/>
                <w:szCs w:val="20"/>
              </w:rPr>
              <w:t xml:space="preserve"> 01 0000 110</w:t>
            </w:r>
          </w:p>
        </w:tc>
        <w:tc>
          <w:tcPr>
            <w:tcW w:w="3765" w:type="dxa"/>
          </w:tcPr>
          <w:p w:rsidR="00E0319B" w:rsidRPr="004F1034" w:rsidRDefault="00E0319B" w:rsidP="00D64020">
            <w:pPr>
              <w:jc w:val="both"/>
              <w:rPr>
                <w:sz w:val="20"/>
                <w:szCs w:val="20"/>
              </w:rPr>
            </w:pPr>
            <w:r w:rsidRPr="00EE44DE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88" w:type="dxa"/>
            <w:tcBorders>
              <w:top w:val="single" w:sz="6" w:space="0" w:color="auto"/>
              <w:bottom w:val="single" w:sz="6" w:space="0" w:color="auto"/>
            </w:tcBorders>
          </w:tcPr>
          <w:p w:rsidR="00E0319B" w:rsidRPr="004F1034" w:rsidRDefault="00E0319B" w:rsidP="00EE7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E0319B" w:rsidRPr="0058579E">
        <w:tc>
          <w:tcPr>
            <w:tcW w:w="3258" w:type="dxa"/>
          </w:tcPr>
          <w:p w:rsidR="00E0319B" w:rsidRPr="004F1034" w:rsidRDefault="00E0319B" w:rsidP="00EE44DE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1 01 020</w:t>
            </w:r>
            <w:r>
              <w:rPr>
                <w:snapToGrid w:val="0"/>
                <w:sz w:val="20"/>
                <w:szCs w:val="20"/>
              </w:rPr>
              <w:t>30</w:t>
            </w:r>
            <w:r w:rsidRPr="004F1034">
              <w:rPr>
                <w:snapToGrid w:val="0"/>
                <w:sz w:val="20"/>
                <w:szCs w:val="20"/>
              </w:rPr>
              <w:t xml:space="preserve"> 01 0000 110</w:t>
            </w:r>
          </w:p>
        </w:tc>
        <w:tc>
          <w:tcPr>
            <w:tcW w:w="3765" w:type="dxa"/>
          </w:tcPr>
          <w:p w:rsidR="00E0319B" w:rsidRPr="00EE44DE" w:rsidRDefault="00E0319B" w:rsidP="00D64020">
            <w:pPr>
              <w:jc w:val="both"/>
              <w:rPr>
                <w:sz w:val="20"/>
                <w:szCs w:val="20"/>
              </w:rPr>
            </w:pPr>
            <w:r w:rsidRPr="00EE44DE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88" w:type="dxa"/>
            <w:tcBorders>
              <w:top w:val="single" w:sz="6" w:space="0" w:color="auto"/>
              <w:bottom w:val="single" w:sz="6" w:space="0" w:color="auto"/>
            </w:tcBorders>
          </w:tcPr>
          <w:p w:rsidR="00E0319B" w:rsidRDefault="00E0319B" w:rsidP="00D64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E0319B" w:rsidRPr="004F1034">
        <w:tc>
          <w:tcPr>
            <w:tcW w:w="3258" w:type="dxa"/>
          </w:tcPr>
          <w:p w:rsidR="00E0319B" w:rsidRPr="004F1034" w:rsidRDefault="00E0319B" w:rsidP="00D64020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napToGrid w:val="0"/>
                <w:sz w:val="20"/>
                <w:szCs w:val="20"/>
              </w:rPr>
              <w:t>1 05 00000 00 0000 000</w:t>
            </w:r>
          </w:p>
        </w:tc>
        <w:tc>
          <w:tcPr>
            <w:tcW w:w="3765" w:type="dxa"/>
          </w:tcPr>
          <w:p w:rsidR="00E0319B" w:rsidRPr="004F1034" w:rsidRDefault="00E0319B" w:rsidP="00D64020">
            <w:pPr>
              <w:jc w:val="center"/>
              <w:rPr>
                <w:b/>
                <w:bCs/>
                <w:i/>
                <w:iCs/>
              </w:rPr>
            </w:pPr>
            <w:r w:rsidRPr="004F1034">
              <w:rPr>
                <w:b/>
                <w:bCs/>
                <w:i/>
                <w:iCs/>
              </w:rPr>
              <w:t>Налоги на совокупный доход</w:t>
            </w:r>
          </w:p>
        </w:tc>
        <w:tc>
          <w:tcPr>
            <w:tcW w:w="1488" w:type="dxa"/>
            <w:tcBorders>
              <w:top w:val="single" w:sz="6" w:space="0" w:color="auto"/>
              <w:bottom w:val="single" w:sz="6" w:space="0" w:color="auto"/>
            </w:tcBorders>
          </w:tcPr>
          <w:p w:rsidR="00E0319B" w:rsidRPr="004F1034" w:rsidRDefault="00E0319B" w:rsidP="00EC2C1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15,6</w:t>
            </w:r>
          </w:p>
        </w:tc>
      </w:tr>
      <w:tr w:rsidR="00E0319B" w:rsidRPr="0058579E">
        <w:tc>
          <w:tcPr>
            <w:tcW w:w="3258" w:type="dxa"/>
          </w:tcPr>
          <w:p w:rsidR="00E0319B" w:rsidRPr="004F1034" w:rsidRDefault="00E0319B" w:rsidP="00D64020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1 05 03000 01 0000 110</w:t>
            </w:r>
          </w:p>
        </w:tc>
        <w:tc>
          <w:tcPr>
            <w:tcW w:w="3765" w:type="dxa"/>
          </w:tcPr>
          <w:p w:rsidR="00E0319B" w:rsidRPr="004F1034" w:rsidRDefault="00E0319B" w:rsidP="00D64020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1488" w:type="dxa"/>
            <w:tcBorders>
              <w:top w:val="single" w:sz="6" w:space="0" w:color="auto"/>
              <w:bottom w:val="single" w:sz="6" w:space="0" w:color="auto"/>
            </w:tcBorders>
          </w:tcPr>
          <w:p w:rsidR="00E0319B" w:rsidRPr="004F1034" w:rsidRDefault="00E0319B" w:rsidP="00EC2C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15,6</w:t>
            </w:r>
          </w:p>
        </w:tc>
      </w:tr>
      <w:tr w:rsidR="00E0319B" w:rsidRPr="0058579E">
        <w:tc>
          <w:tcPr>
            <w:tcW w:w="3258" w:type="dxa"/>
          </w:tcPr>
          <w:p w:rsidR="00E0319B" w:rsidRPr="004F1034" w:rsidRDefault="00E0319B" w:rsidP="00D64020">
            <w:pPr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1 05 03010 01 0000 110</w:t>
            </w:r>
          </w:p>
        </w:tc>
        <w:tc>
          <w:tcPr>
            <w:tcW w:w="3765" w:type="dxa"/>
          </w:tcPr>
          <w:p w:rsidR="00E0319B" w:rsidRPr="004F1034" w:rsidRDefault="00E0319B" w:rsidP="00D64020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488" w:type="dxa"/>
            <w:tcBorders>
              <w:top w:val="single" w:sz="6" w:space="0" w:color="auto"/>
              <w:bottom w:val="single" w:sz="6" w:space="0" w:color="auto"/>
            </w:tcBorders>
          </w:tcPr>
          <w:p w:rsidR="00E0319B" w:rsidRPr="004F1034" w:rsidRDefault="00E0319B" w:rsidP="00EC2C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</w:tr>
      <w:tr w:rsidR="00E0319B" w:rsidRPr="0058579E">
        <w:tc>
          <w:tcPr>
            <w:tcW w:w="3258" w:type="dxa"/>
          </w:tcPr>
          <w:p w:rsidR="00E0319B" w:rsidRPr="004F1034" w:rsidRDefault="00E0319B" w:rsidP="00D640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1 05 03020 01 0000 110</w:t>
            </w:r>
          </w:p>
        </w:tc>
        <w:tc>
          <w:tcPr>
            <w:tcW w:w="3765" w:type="dxa"/>
          </w:tcPr>
          <w:p w:rsidR="00E0319B" w:rsidRPr="004F1034" w:rsidRDefault="00E0319B" w:rsidP="00D64020">
            <w:pPr>
              <w:jc w:val="both"/>
              <w:rPr>
                <w:sz w:val="20"/>
                <w:szCs w:val="20"/>
              </w:rPr>
            </w:pPr>
            <w:r w:rsidRPr="00F81E74">
              <w:rPr>
                <w:sz w:val="20"/>
                <w:szCs w:val="20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488" w:type="dxa"/>
            <w:tcBorders>
              <w:top w:val="single" w:sz="6" w:space="0" w:color="auto"/>
              <w:bottom w:val="single" w:sz="6" w:space="0" w:color="auto"/>
            </w:tcBorders>
          </w:tcPr>
          <w:p w:rsidR="00E0319B" w:rsidRPr="004F1034" w:rsidRDefault="00E0319B" w:rsidP="00D64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</w:t>
            </w:r>
          </w:p>
        </w:tc>
      </w:tr>
      <w:tr w:rsidR="00E0319B" w:rsidRPr="004F1034">
        <w:tc>
          <w:tcPr>
            <w:tcW w:w="3258" w:type="dxa"/>
          </w:tcPr>
          <w:p w:rsidR="00E0319B" w:rsidRPr="004F1034" w:rsidRDefault="00E0319B" w:rsidP="00D64020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napToGrid w:val="0"/>
                <w:sz w:val="20"/>
                <w:szCs w:val="20"/>
              </w:rPr>
              <w:t>1 06 00000 00 0000 000</w:t>
            </w:r>
          </w:p>
        </w:tc>
        <w:tc>
          <w:tcPr>
            <w:tcW w:w="3765" w:type="dxa"/>
          </w:tcPr>
          <w:p w:rsidR="00E0319B" w:rsidRPr="004F1034" w:rsidRDefault="00E0319B" w:rsidP="00D64020">
            <w:pPr>
              <w:jc w:val="center"/>
              <w:rPr>
                <w:b/>
                <w:bCs/>
                <w:i/>
                <w:iCs/>
              </w:rPr>
            </w:pPr>
            <w:r w:rsidRPr="004F1034">
              <w:rPr>
                <w:b/>
                <w:bCs/>
                <w:i/>
                <w:iCs/>
              </w:rPr>
              <w:t>Налоги на имущество</w:t>
            </w:r>
          </w:p>
        </w:tc>
        <w:tc>
          <w:tcPr>
            <w:tcW w:w="1488" w:type="dxa"/>
            <w:tcBorders>
              <w:top w:val="single" w:sz="6" w:space="0" w:color="auto"/>
              <w:bottom w:val="single" w:sz="6" w:space="0" w:color="auto"/>
            </w:tcBorders>
          </w:tcPr>
          <w:p w:rsidR="00E0319B" w:rsidRPr="004F1034" w:rsidRDefault="00E0319B" w:rsidP="00D6402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262,6</w:t>
            </w:r>
          </w:p>
        </w:tc>
      </w:tr>
      <w:tr w:rsidR="00E0319B" w:rsidRPr="0058579E">
        <w:tc>
          <w:tcPr>
            <w:tcW w:w="3258" w:type="dxa"/>
          </w:tcPr>
          <w:p w:rsidR="00E0319B" w:rsidRPr="004F1034" w:rsidRDefault="00E0319B" w:rsidP="00D64020">
            <w:pPr>
              <w:rPr>
                <w:i/>
                <w:iCs/>
                <w:snapToGrid w:val="0"/>
                <w:sz w:val="20"/>
                <w:szCs w:val="20"/>
              </w:rPr>
            </w:pPr>
            <w:r w:rsidRPr="004F1034">
              <w:rPr>
                <w:i/>
                <w:iCs/>
                <w:snapToGrid w:val="0"/>
                <w:sz w:val="20"/>
                <w:szCs w:val="20"/>
              </w:rPr>
              <w:t>1 06 01000 00 0000 110</w:t>
            </w:r>
          </w:p>
        </w:tc>
        <w:tc>
          <w:tcPr>
            <w:tcW w:w="3765" w:type="dxa"/>
          </w:tcPr>
          <w:p w:rsidR="00E0319B" w:rsidRPr="004F1034" w:rsidRDefault="00E0319B" w:rsidP="00D64020">
            <w:pPr>
              <w:jc w:val="center"/>
              <w:rPr>
                <w:i/>
                <w:iCs/>
                <w:sz w:val="20"/>
                <w:szCs w:val="20"/>
              </w:rPr>
            </w:pPr>
            <w:r w:rsidRPr="004F1034">
              <w:rPr>
                <w:i/>
                <w:iCs/>
                <w:sz w:val="20"/>
                <w:szCs w:val="20"/>
              </w:rPr>
              <w:t xml:space="preserve">Налог на имущество физ. лиц </w:t>
            </w:r>
          </w:p>
        </w:tc>
        <w:tc>
          <w:tcPr>
            <w:tcW w:w="1488" w:type="dxa"/>
            <w:tcBorders>
              <w:top w:val="single" w:sz="6" w:space="0" w:color="auto"/>
              <w:bottom w:val="single" w:sz="6" w:space="0" w:color="auto"/>
            </w:tcBorders>
          </w:tcPr>
          <w:p w:rsidR="00E0319B" w:rsidRPr="004F1034" w:rsidRDefault="00E0319B" w:rsidP="00D6402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18,5</w:t>
            </w:r>
          </w:p>
        </w:tc>
      </w:tr>
      <w:tr w:rsidR="00E0319B" w:rsidRPr="0058579E">
        <w:tc>
          <w:tcPr>
            <w:tcW w:w="3258" w:type="dxa"/>
          </w:tcPr>
          <w:p w:rsidR="00E0319B" w:rsidRPr="004F1034" w:rsidRDefault="00E0319B" w:rsidP="00D64020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1 06 01030 10 0000 110</w:t>
            </w:r>
          </w:p>
        </w:tc>
        <w:tc>
          <w:tcPr>
            <w:tcW w:w="3765" w:type="dxa"/>
          </w:tcPr>
          <w:p w:rsidR="00E0319B" w:rsidRPr="004F1034" w:rsidRDefault="00E0319B" w:rsidP="00D64020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88" w:type="dxa"/>
            <w:tcBorders>
              <w:top w:val="single" w:sz="6" w:space="0" w:color="auto"/>
              <w:bottom w:val="single" w:sz="6" w:space="0" w:color="auto"/>
            </w:tcBorders>
          </w:tcPr>
          <w:p w:rsidR="00E0319B" w:rsidRPr="004F1034" w:rsidRDefault="00E0319B" w:rsidP="00D64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</w:t>
            </w:r>
          </w:p>
        </w:tc>
      </w:tr>
      <w:tr w:rsidR="00E0319B" w:rsidRPr="004F1034">
        <w:tc>
          <w:tcPr>
            <w:tcW w:w="3258" w:type="dxa"/>
          </w:tcPr>
          <w:p w:rsidR="00E0319B" w:rsidRPr="004F1034" w:rsidRDefault="00E0319B" w:rsidP="00D64020">
            <w:pPr>
              <w:rPr>
                <w:i/>
                <w:iCs/>
                <w:snapToGrid w:val="0"/>
                <w:sz w:val="20"/>
                <w:szCs w:val="20"/>
              </w:rPr>
            </w:pPr>
            <w:r w:rsidRPr="004F1034">
              <w:rPr>
                <w:i/>
                <w:iCs/>
                <w:snapToGrid w:val="0"/>
                <w:sz w:val="20"/>
                <w:szCs w:val="20"/>
              </w:rPr>
              <w:t>1 06 06000 00 0000 110</w:t>
            </w:r>
          </w:p>
        </w:tc>
        <w:tc>
          <w:tcPr>
            <w:tcW w:w="3765" w:type="dxa"/>
          </w:tcPr>
          <w:p w:rsidR="00E0319B" w:rsidRPr="004F1034" w:rsidRDefault="00E0319B" w:rsidP="00D64020">
            <w:pPr>
              <w:jc w:val="center"/>
              <w:rPr>
                <w:i/>
                <w:iCs/>
              </w:rPr>
            </w:pPr>
            <w:r w:rsidRPr="004F1034">
              <w:rPr>
                <w:i/>
                <w:iCs/>
                <w:sz w:val="20"/>
                <w:szCs w:val="20"/>
              </w:rPr>
              <w:t>Земельный</w:t>
            </w:r>
            <w:r w:rsidRPr="004F1034">
              <w:rPr>
                <w:i/>
                <w:iCs/>
              </w:rPr>
              <w:t xml:space="preserve"> </w:t>
            </w:r>
            <w:r w:rsidRPr="004F1034">
              <w:rPr>
                <w:i/>
                <w:iCs/>
                <w:sz w:val="20"/>
                <w:szCs w:val="20"/>
              </w:rPr>
              <w:t>налог</w:t>
            </w:r>
          </w:p>
        </w:tc>
        <w:tc>
          <w:tcPr>
            <w:tcW w:w="1488" w:type="dxa"/>
            <w:tcBorders>
              <w:top w:val="single" w:sz="6" w:space="0" w:color="auto"/>
              <w:bottom w:val="single" w:sz="6" w:space="0" w:color="auto"/>
            </w:tcBorders>
          </w:tcPr>
          <w:p w:rsidR="00E0319B" w:rsidRPr="004F1034" w:rsidRDefault="00E0319B" w:rsidP="00D6402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244,1</w:t>
            </w:r>
          </w:p>
        </w:tc>
      </w:tr>
      <w:tr w:rsidR="00E0319B" w:rsidRPr="0058579E">
        <w:tc>
          <w:tcPr>
            <w:tcW w:w="3258" w:type="dxa"/>
          </w:tcPr>
          <w:p w:rsidR="00E0319B" w:rsidRPr="004F1034" w:rsidRDefault="00E0319B" w:rsidP="00D64020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1 06 06013 10 0000 110</w:t>
            </w:r>
          </w:p>
        </w:tc>
        <w:tc>
          <w:tcPr>
            <w:tcW w:w="3765" w:type="dxa"/>
          </w:tcPr>
          <w:p w:rsidR="00E0319B" w:rsidRPr="004F1034" w:rsidRDefault="00E0319B" w:rsidP="00D64020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488" w:type="dxa"/>
            <w:tcBorders>
              <w:top w:val="single" w:sz="6" w:space="0" w:color="auto"/>
              <w:bottom w:val="single" w:sz="6" w:space="0" w:color="auto"/>
            </w:tcBorders>
          </w:tcPr>
          <w:p w:rsidR="00E0319B" w:rsidRPr="004F1034" w:rsidRDefault="00E0319B" w:rsidP="00D64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238,4</w:t>
            </w:r>
          </w:p>
        </w:tc>
      </w:tr>
      <w:tr w:rsidR="00E0319B" w:rsidRPr="0058579E">
        <w:trPr>
          <w:trHeight w:val="1648"/>
        </w:trPr>
        <w:tc>
          <w:tcPr>
            <w:tcW w:w="3258" w:type="dxa"/>
          </w:tcPr>
          <w:p w:rsidR="00E0319B" w:rsidRPr="004F1034" w:rsidRDefault="00E0319B" w:rsidP="00D64020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1 06 06023 10 0000 110</w:t>
            </w:r>
          </w:p>
        </w:tc>
        <w:tc>
          <w:tcPr>
            <w:tcW w:w="3765" w:type="dxa"/>
          </w:tcPr>
          <w:p w:rsidR="00E0319B" w:rsidRPr="004F1034" w:rsidRDefault="00E0319B" w:rsidP="00D64020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488" w:type="dxa"/>
            <w:tcBorders>
              <w:top w:val="single" w:sz="6" w:space="0" w:color="auto"/>
              <w:bottom w:val="single" w:sz="6" w:space="0" w:color="auto"/>
            </w:tcBorders>
          </w:tcPr>
          <w:p w:rsidR="00E0319B" w:rsidRPr="004F1034" w:rsidRDefault="00E0319B" w:rsidP="00B471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</w:t>
            </w:r>
          </w:p>
        </w:tc>
      </w:tr>
      <w:tr w:rsidR="00E0319B" w:rsidRPr="0058579E">
        <w:tc>
          <w:tcPr>
            <w:tcW w:w="3258" w:type="dxa"/>
          </w:tcPr>
          <w:p w:rsidR="00E0319B" w:rsidRPr="004F1034" w:rsidRDefault="00E0319B" w:rsidP="00D64020">
            <w:pPr>
              <w:rPr>
                <w:b/>
                <w:b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snapToGrid w:val="0"/>
                <w:sz w:val="20"/>
                <w:szCs w:val="20"/>
              </w:rPr>
              <w:t>1 08 00000 00 0000 000</w:t>
            </w:r>
          </w:p>
        </w:tc>
        <w:tc>
          <w:tcPr>
            <w:tcW w:w="3765" w:type="dxa"/>
            <w:vAlign w:val="center"/>
          </w:tcPr>
          <w:p w:rsidR="00E0319B" w:rsidRPr="004F1034" w:rsidRDefault="00E0319B" w:rsidP="00D6402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F1034">
              <w:rPr>
                <w:b/>
                <w:bCs/>
                <w:i/>
                <w:iCs/>
                <w:sz w:val="16"/>
                <w:szCs w:val="16"/>
              </w:rPr>
              <w:t>ГОСУДАРСТВЕННАЯ ПОШЛИНА,  СБОРЫ</w:t>
            </w:r>
          </w:p>
        </w:tc>
        <w:tc>
          <w:tcPr>
            <w:tcW w:w="1488" w:type="dxa"/>
            <w:tcBorders>
              <w:top w:val="single" w:sz="6" w:space="0" w:color="auto"/>
              <w:bottom w:val="single" w:sz="6" w:space="0" w:color="auto"/>
            </w:tcBorders>
          </w:tcPr>
          <w:p w:rsidR="00E0319B" w:rsidRPr="004F1034" w:rsidRDefault="00E0319B" w:rsidP="00EE7B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6,3</w:t>
            </w:r>
          </w:p>
        </w:tc>
      </w:tr>
      <w:tr w:rsidR="00E0319B" w:rsidRPr="0058579E">
        <w:tc>
          <w:tcPr>
            <w:tcW w:w="3258" w:type="dxa"/>
          </w:tcPr>
          <w:p w:rsidR="00E0319B" w:rsidRPr="004F1034" w:rsidRDefault="00E0319B" w:rsidP="00D64020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1 08 04020 01 0000 110</w:t>
            </w:r>
          </w:p>
        </w:tc>
        <w:tc>
          <w:tcPr>
            <w:tcW w:w="3765" w:type="dxa"/>
          </w:tcPr>
          <w:p w:rsidR="00E0319B" w:rsidRPr="004F1034" w:rsidRDefault="00E0319B" w:rsidP="00D64020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88" w:type="dxa"/>
            <w:tcBorders>
              <w:top w:val="single" w:sz="6" w:space="0" w:color="auto"/>
              <w:bottom w:val="single" w:sz="6" w:space="0" w:color="auto"/>
            </w:tcBorders>
          </w:tcPr>
          <w:p w:rsidR="00E0319B" w:rsidRPr="004F1034" w:rsidRDefault="00E0319B" w:rsidP="00D64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</w:t>
            </w:r>
          </w:p>
        </w:tc>
      </w:tr>
      <w:tr w:rsidR="00E0319B" w:rsidRPr="0058579E">
        <w:tc>
          <w:tcPr>
            <w:tcW w:w="3258" w:type="dxa"/>
          </w:tcPr>
          <w:p w:rsidR="00E0319B" w:rsidRPr="00EE7B07" w:rsidRDefault="00E0319B" w:rsidP="00D64020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 w:rsidRPr="00EE7B07">
              <w:rPr>
                <w:b/>
                <w:bCs/>
                <w:i/>
                <w:iCs/>
                <w:snapToGrid w:val="0"/>
                <w:sz w:val="20"/>
                <w:szCs w:val="20"/>
              </w:rPr>
              <w:t>1 09 00000 00 0000 000</w:t>
            </w:r>
          </w:p>
        </w:tc>
        <w:tc>
          <w:tcPr>
            <w:tcW w:w="3765" w:type="dxa"/>
          </w:tcPr>
          <w:p w:rsidR="00E0319B" w:rsidRPr="00EE7B07" w:rsidRDefault="00E0319B" w:rsidP="00D64020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EE7B07">
              <w:rPr>
                <w:b/>
                <w:bCs/>
                <w:i/>
                <w:iCs/>
                <w:sz w:val="16"/>
                <w:szCs w:val="16"/>
              </w:rPr>
              <w:t xml:space="preserve">ЗАДОЛЖЕННОСТЬ И ПЕРЕРАСЧЕТЫ ПО ОТМЕНЕННЫМ НАЛОГАМ, СБОРАМ И ИНЫМ ОБЯЗАТЕЛЬНЫМ ПЛАТЕЖАМ   </w:t>
            </w:r>
          </w:p>
        </w:tc>
        <w:tc>
          <w:tcPr>
            <w:tcW w:w="1488" w:type="dxa"/>
            <w:tcBorders>
              <w:top w:val="single" w:sz="6" w:space="0" w:color="auto"/>
              <w:bottom w:val="single" w:sz="6" w:space="0" w:color="auto"/>
            </w:tcBorders>
          </w:tcPr>
          <w:p w:rsidR="00E0319B" w:rsidRPr="00EE7B07" w:rsidRDefault="00E0319B" w:rsidP="00D6402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E7B07">
              <w:rPr>
                <w:b/>
                <w:bCs/>
                <w:i/>
                <w:iCs/>
                <w:sz w:val="20"/>
                <w:szCs w:val="20"/>
              </w:rPr>
              <w:t>19,3</w:t>
            </w:r>
          </w:p>
        </w:tc>
      </w:tr>
      <w:tr w:rsidR="00E0319B" w:rsidRPr="0058579E">
        <w:tc>
          <w:tcPr>
            <w:tcW w:w="3258" w:type="dxa"/>
          </w:tcPr>
          <w:p w:rsidR="00E0319B" w:rsidRPr="004F1034" w:rsidRDefault="00E0319B" w:rsidP="00D64020">
            <w:pPr>
              <w:rPr>
                <w:snapToGrid w:val="0"/>
                <w:sz w:val="20"/>
                <w:szCs w:val="20"/>
              </w:rPr>
            </w:pPr>
            <w:r w:rsidRPr="00EE7B07">
              <w:rPr>
                <w:snapToGrid w:val="0"/>
                <w:sz w:val="20"/>
                <w:szCs w:val="20"/>
              </w:rPr>
              <w:t>1 09 04053 10 2000 110</w:t>
            </w:r>
          </w:p>
        </w:tc>
        <w:tc>
          <w:tcPr>
            <w:tcW w:w="3765" w:type="dxa"/>
          </w:tcPr>
          <w:p w:rsidR="00E0319B" w:rsidRPr="004F1034" w:rsidRDefault="00E0319B" w:rsidP="00D64020">
            <w:pPr>
              <w:jc w:val="both"/>
              <w:rPr>
                <w:sz w:val="20"/>
                <w:szCs w:val="20"/>
              </w:rPr>
            </w:pPr>
            <w:r w:rsidRPr="00EE7B07">
              <w:rPr>
                <w:sz w:val="20"/>
                <w:szCs w:val="20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1488" w:type="dxa"/>
            <w:tcBorders>
              <w:top w:val="single" w:sz="6" w:space="0" w:color="auto"/>
              <w:bottom w:val="single" w:sz="6" w:space="0" w:color="auto"/>
            </w:tcBorders>
          </w:tcPr>
          <w:p w:rsidR="00E0319B" w:rsidRDefault="00E0319B" w:rsidP="00D64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19,3</w:t>
            </w:r>
          </w:p>
        </w:tc>
      </w:tr>
      <w:tr w:rsidR="00E0319B" w:rsidRPr="0058579E">
        <w:tc>
          <w:tcPr>
            <w:tcW w:w="3258" w:type="dxa"/>
          </w:tcPr>
          <w:p w:rsidR="00E0319B" w:rsidRPr="004F1034" w:rsidRDefault="00E0319B" w:rsidP="00D64020">
            <w:pPr>
              <w:rPr>
                <w:b/>
                <w:b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snapToGrid w:val="0"/>
                <w:sz w:val="20"/>
                <w:szCs w:val="20"/>
              </w:rPr>
              <w:t>1 11 00000 00 0000 000</w:t>
            </w:r>
          </w:p>
        </w:tc>
        <w:tc>
          <w:tcPr>
            <w:tcW w:w="3765" w:type="dxa"/>
          </w:tcPr>
          <w:p w:rsidR="00E0319B" w:rsidRPr="004F1034" w:rsidRDefault="00E0319B" w:rsidP="00D64020">
            <w:pPr>
              <w:rPr>
                <w:b/>
                <w:bCs/>
                <w:i/>
                <w:iCs/>
              </w:rPr>
            </w:pPr>
            <w:r w:rsidRPr="004F1034">
              <w:rPr>
                <w:b/>
                <w:bCs/>
                <w:i/>
                <w:iCs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88" w:type="dxa"/>
            <w:tcBorders>
              <w:top w:val="single" w:sz="6" w:space="0" w:color="auto"/>
              <w:bottom w:val="single" w:sz="6" w:space="0" w:color="auto"/>
            </w:tcBorders>
          </w:tcPr>
          <w:p w:rsidR="00E0319B" w:rsidRPr="004F1034" w:rsidRDefault="00E0319B" w:rsidP="00D640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19,4</w:t>
            </w:r>
          </w:p>
        </w:tc>
      </w:tr>
      <w:tr w:rsidR="00E0319B" w:rsidRPr="0058579E">
        <w:tc>
          <w:tcPr>
            <w:tcW w:w="3258" w:type="dxa"/>
          </w:tcPr>
          <w:p w:rsidR="00E0319B" w:rsidRPr="004F1034" w:rsidRDefault="00E0319B" w:rsidP="00D64020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napToGrid w:val="0"/>
                <w:sz w:val="20"/>
                <w:szCs w:val="20"/>
              </w:rPr>
              <w:t>1 11 05000 00 0000 120</w:t>
            </w:r>
          </w:p>
        </w:tc>
        <w:tc>
          <w:tcPr>
            <w:tcW w:w="3765" w:type="dxa"/>
          </w:tcPr>
          <w:p w:rsidR="00E0319B" w:rsidRPr="004F1034" w:rsidRDefault="00E0319B" w:rsidP="00D64020">
            <w:pPr>
              <w:jc w:val="both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F103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88" w:type="dxa"/>
            <w:tcBorders>
              <w:top w:val="single" w:sz="6" w:space="0" w:color="auto"/>
              <w:bottom w:val="single" w:sz="6" w:space="0" w:color="auto"/>
            </w:tcBorders>
          </w:tcPr>
          <w:p w:rsidR="00E0319B" w:rsidRPr="004F1034" w:rsidRDefault="00E0319B" w:rsidP="00D6402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19,4</w:t>
            </w:r>
          </w:p>
        </w:tc>
      </w:tr>
      <w:tr w:rsidR="00E0319B" w:rsidRPr="0058579E">
        <w:tc>
          <w:tcPr>
            <w:tcW w:w="3258" w:type="dxa"/>
          </w:tcPr>
          <w:p w:rsidR="00E0319B" w:rsidRPr="00EE7B07" w:rsidRDefault="00E0319B" w:rsidP="00D64020">
            <w:pPr>
              <w:rPr>
                <w:snapToGrid w:val="0"/>
                <w:sz w:val="20"/>
                <w:szCs w:val="20"/>
              </w:rPr>
            </w:pPr>
            <w:r w:rsidRPr="00EE7B07">
              <w:rPr>
                <w:snapToGrid w:val="0"/>
                <w:sz w:val="20"/>
                <w:szCs w:val="20"/>
              </w:rPr>
              <w:t>1 11 05013 10 0000 120</w:t>
            </w:r>
          </w:p>
        </w:tc>
        <w:tc>
          <w:tcPr>
            <w:tcW w:w="3765" w:type="dxa"/>
          </w:tcPr>
          <w:p w:rsidR="00E0319B" w:rsidRPr="00EE7B07" w:rsidRDefault="00E0319B" w:rsidP="00D64020">
            <w:pPr>
              <w:jc w:val="both"/>
              <w:rPr>
                <w:sz w:val="20"/>
                <w:szCs w:val="20"/>
              </w:rPr>
            </w:pPr>
            <w:r w:rsidRPr="00EE7B07">
              <w:rPr>
                <w:sz w:val="20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 </w:t>
            </w:r>
          </w:p>
        </w:tc>
        <w:tc>
          <w:tcPr>
            <w:tcW w:w="1488" w:type="dxa"/>
            <w:tcBorders>
              <w:top w:val="single" w:sz="6" w:space="0" w:color="auto"/>
              <w:bottom w:val="single" w:sz="6" w:space="0" w:color="auto"/>
            </w:tcBorders>
          </w:tcPr>
          <w:p w:rsidR="00E0319B" w:rsidRPr="00EE7B07" w:rsidRDefault="00E0319B" w:rsidP="00D64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</w:tc>
      </w:tr>
      <w:tr w:rsidR="00E0319B" w:rsidRPr="0058579E">
        <w:trPr>
          <w:trHeight w:val="1564"/>
        </w:trPr>
        <w:tc>
          <w:tcPr>
            <w:tcW w:w="3258" w:type="dxa"/>
          </w:tcPr>
          <w:p w:rsidR="00E0319B" w:rsidRPr="004F1034" w:rsidRDefault="00E0319B" w:rsidP="00D64020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1 11 05035 10 0000 120</w:t>
            </w:r>
          </w:p>
        </w:tc>
        <w:tc>
          <w:tcPr>
            <w:tcW w:w="3765" w:type="dxa"/>
          </w:tcPr>
          <w:p w:rsidR="00E0319B" w:rsidRPr="004F1034" w:rsidRDefault="00E0319B" w:rsidP="00D64020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88" w:type="dxa"/>
            <w:tcBorders>
              <w:top w:val="single" w:sz="6" w:space="0" w:color="auto"/>
              <w:bottom w:val="single" w:sz="6" w:space="0" w:color="auto"/>
            </w:tcBorders>
          </w:tcPr>
          <w:p w:rsidR="00E0319B" w:rsidRPr="004F1034" w:rsidRDefault="00E0319B" w:rsidP="00D64020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12,0</w:t>
            </w:r>
          </w:p>
        </w:tc>
      </w:tr>
      <w:tr w:rsidR="00E0319B" w:rsidRPr="0058579E">
        <w:trPr>
          <w:trHeight w:val="1564"/>
        </w:trPr>
        <w:tc>
          <w:tcPr>
            <w:tcW w:w="3258" w:type="dxa"/>
          </w:tcPr>
          <w:p w:rsidR="00E0319B" w:rsidRPr="00D906C7" w:rsidRDefault="00E0319B" w:rsidP="00D64020">
            <w:pPr>
              <w:rPr>
                <w:rFonts w:ascii="Arial" w:hAnsi="Arial" w:cs="Arial"/>
                <w:b/>
                <w:bCs/>
                <w:i/>
                <w:iCs/>
                <w:snapToGrid w:val="0"/>
                <w:sz w:val="20"/>
                <w:szCs w:val="20"/>
              </w:rPr>
            </w:pPr>
            <w:r w:rsidRPr="00D906C7">
              <w:rPr>
                <w:rFonts w:ascii="Arial" w:hAnsi="Arial" w:cs="Arial"/>
                <w:b/>
                <w:bCs/>
                <w:i/>
                <w:iCs/>
                <w:snapToGrid w:val="0"/>
                <w:sz w:val="20"/>
                <w:szCs w:val="20"/>
              </w:rPr>
              <w:t>1 13 01000 00 0000 120</w:t>
            </w:r>
          </w:p>
        </w:tc>
        <w:tc>
          <w:tcPr>
            <w:tcW w:w="3765" w:type="dxa"/>
          </w:tcPr>
          <w:p w:rsidR="00E0319B" w:rsidRPr="00D906C7" w:rsidRDefault="00E0319B" w:rsidP="00D64020">
            <w:pPr>
              <w:jc w:val="both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906C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1488" w:type="dxa"/>
            <w:tcBorders>
              <w:top w:val="single" w:sz="6" w:space="0" w:color="auto"/>
              <w:bottom w:val="single" w:sz="6" w:space="0" w:color="auto"/>
            </w:tcBorders>
          </w:tcPr>
          <w:p w:rsidR="00E0319B" w:rsidRPr="00D906C7" w:rsidRDefault="00E0319B" w:rsidP="00D6402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10,7</w:t>
            </w:r>
          </w:p>
        </w:tc>
      </w:tr>
      <w:tr w:rsidR="00E0319B" w:rsidRPr="0058579E">
        <w:trPr>
          <w:trHeight w:val="1564"/>
        </w:trPr>
        <w:tc>
          <w:tcPr>
            <w:tcW w:w="3258" w:type="dxa"/>
          </w:tcPr>
          <w:p w:rsidR="00E0319B" w:rsidRPr="004F1034" w:rsidRDefault="00E0319B" w:rsidP="00D64020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1 13 01995 10 0000 130</w:t>
            </w:r>
          </w:p>
        </w:tc>
        <w:tc>
          <w:tcPr>
            <w:tcW w:w="3765" w:type="dxa"/>
          </w:tcPr>
          <w:p w:rsidR="00E0319B" w:rsidRPr="004F1034" w:rsidRDefault="00E0319B" w:rsidP="00D64020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488" w:type="dxa"/>
            <w:tcBorders>
              <w:top w:val="single" w:sz="6" w:space="0" w:color="auto"/>
              <w:bottom w:val="single" w:sz="6" w:space="0" w:color="auto"/>
            </w:tcBorders>
          </w:tcPr>
          <w:p w:rsidR="00E0319B" w:rsidRPr="004F1034" w:rsidRDefault="00E0319B" w:rsidP="00D64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</w:tc>
      </w:tr>
      <w:tr w:rsidR="00E0319B" w:rsidRPr="0058579E">
        <w:trPr>
          <w:trHeight w:val="1564"/>
        </w:trPr>
        <w:tc>
          <w:tcPr>
            <w:tcW w:w="3258" w:type="dxa"/>
          </w:tcPr>
          <w:p w:rsidR="00E0319B" w:rsidRPr="00D906C7" w:rsidRDefault="00E0319B" w:rsidP="00D64020">
            <w:pPr>
              <w:rPr>
                <w:rFonts w:ascii="Arial" w:hAnsi="Arial" w:cs="Arial"/>
                <w:i/>
                <w:iCs/>
                <w:snapToGrid w:val="0"/>
                <w:sz w:val="20"/>
                <w:szCs w:val="20"/>
              </w:rPr>
            </w:pPr>
            <w:r w:rsidRPr="00D906C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1 14 00000 00 0000 000</w:t>
            </w:r>
          </w:p>
        </w:tc>
        <w:tc>
          <w:tcPr>
            <w:tcW w:w="3765" w:type="dxa"/>
          </w:tcPr>
          <w:p w:rsidR="00E0319B" w:rsidRPr="00D906C7" w:rsidRDefault="00E0319B" w:rsidP="00D64020">
            <w:pPr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906C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1488" w:type="dxa"/>
            <w:tcBorders>
              <w:top w:val="single" w:sz="6" w:space="0" w:color="auto"/>
              <w:bottom w:val="single" w:sz="6" w:space="0" w:color="auto"/>
            </w:tcBorders>
          </w:tcPr>
          <w:p w:rsidR="00E0319B" w:rsidRPr="00D906C7" w:rsidRDefault="00E0319B" w:rsidP="00EE7B0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3,8</w:t>
            </w:r>
          </w:p>
        </w:tc>
      </w:tr>
      <w:tr w:rsidR="00E0319B" w:rsidRPr="0058579E">
        <w:trPr>
          <w:trHeight w:val="1664"/>
        </w:trPr>
        <w:tc>
          <w:tcPr>
            <w:tcW w:w="3258" w:type="dxa"/>
          </w:tcPr>
          <w:p w:rsidR="00E0319B" w:rsidRPr="00D906C7" w:rsidRDefault="00E0319B" w:rsidP="00D64020">
            <w:pPr>
              <w:rPr>
                <w:snapToGrid w:val="0"/>
                <w:sz w:val="20"/>
                <w:szCs w:val="20"/>
              </w:rPr>
            </w:pPr>
            <w:r w:rsidRPr="00D906C7">
              <w:rPr>
                <w:sz w:val="20"/>
                <w:szCs w:val="20"/>
              </w:rPr>
              <w:t>1 14 06013 10 0000 430</w:t>
            </w:r>
          </w:p>
        </w:tc>
        <w:tc>
          <w:tcPr>
            <w:tcW w:w="3765" w:type="dxa"/>
          </w:tcPr>
          <w:p w:rsidR="00E0319B" w:rsidRPr="00D906C7" w:rsidRDefault="00E0319B" w:rsidP="00D64020">
            <w:pPr>
              <w:jc w:val="both"/>
              <w:rPr>
                <w:sz w:val="20"/>
                <w:szCs w:val="20"/>
              </w:rPr>
            </w:pPr>
            <w:r w:rsidRPr="00D906C7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488" w:type="dxa"/>
            <w:tcBorders>
              <w:top w:val="single" w:sz="6" w:space="0" w:color="auto"/>
              <w:bottom w:val="single" w:sz="6" w:space="0" w:color="auto"/>
            </w:tcBorders>
          </w:tcPr>
          <w:p w:rsidR="00E0319B" w:rsidRDefault="00E0319B" w:rsidP="00EE7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  <w:tr w:rsidR="00E0319B" w:rsidRPr="0058579E">
        <w:tc>
          <w:tcPr>
            <w:tcW w:w="3258" w:type="dxa"/>
          </w:tcPr>
          <w:p w:rsidR="00E0319B" w:rsidRPr="004F1034" w:rsidRDefault="00E0319B" w:rsidP="00D64020">
            <w:pPr>
              <w:rPr>
                <w:b/>
                <w:b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snapToGrid w:val="0"/>
                <w:sz w:val="20"/>
                <w:szCs w:val="20"/>
              </w:rPr>
              <w:t>2 00 00000 00 0000 000</w:t>
            </w:r>
          </w:p>
        </w:tc>
        <w:tc>
          <w:tcPr>
            <w:tcW w:w="3765" w:type="dxa"/>
          </w:tcPr>
          <w:p w:rsidR="00E0319B" w:rsidRPr="004F1034" w:rsidRDefault="00E0319B" w:rsidP="00D64020">
            <w:pPr>
              <w:rPr>
                <w:b/>
                <w:bCs/>
              </w:rPr>
            </w:pPr>
            <w:r w:rsidRPr="004F1034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488" w:type="dxa"/>
            <w:tcBorders>
              <w:top w:val="single" w:sz="6" w:space="0" w:color="auto"/>
              <w:bottom w:val="single" w:sz="6" w:space="0" w:color="auto"/>
            </w:tcBorders>
          </w:tcPr>
          <w:p w:rsidR="00E0319B" w:rsidRPr="004F1034" w:rsidRDefault="00E0319B" w:rsidP="00B471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5284,1</w:t>
            </w:r>
          </w:p>
        </w:tc>
      </w:tr>
      <w:tr w:rsidR="00E0319B" w:rsidRPr="0058579E">
        <w:tc>
          <w:tcPr>
            <w:tcW w:w="3258" w:type="dxa"/>
          </w:tcPr>
          <w:p w:rsidR="00E0319B" w:rsidRPr="004F1034" w:rsidRDefault="00E0319B" w:rsidP="00D64020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z w:val="20"/>
                <w:szCs w:val="20"/>
              </w:rPr>
              <w:t>2 02 00000 00 0000 000</w:t>
            </w:r>
          </w:p>
        </w:tc>
        <w:tc>
          <w:tcPr>
            <w:tcW w:w="3765" w:type="dxa"/>
          </w:tcPr>
          <w:p w:rsidR="00E0319B" w:rsidRPr="004F1034" w:rsidRDefault="00E0319B" w:rsidP="00D64020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4F1034">
              <w:rPr>
                <w:b/>
                <w:bCs/>
                <w:i/>
                <w:iCs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88" w:type="dxa"/>
            <w:tcBorders>
              <w:top w:val="single" w:sz="6" w:space="0" w:color="auto"/>
              <w:bottom w:val="single" w:sz="6" w:space="0" w:color="auto"/>
            </w:tcBorders>
          </w:tcPr>
          <w:p w:rsidR="00E0319B" w:rsidRPr="004F1034" w:rsidRDefault="00E0319B" w:rsidP="00D6402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5232,2</w:t>
            </w:r>
          </w:p>
        </w:tc>
      </w:tr>
      <w:tr w:rsidR="00E0319B" w:rsidRPr="0058579E">
        <w:tc>
          <w:tcPr>
            <w:tcW w:w="3258" w:type="dxa"/>
          </w:tcPr>
          <w:p w:rsidR="00E0319B" w:rsidRPr="004F1034" w:rsidRDefault="00E0319B" w:rsidP="00D64020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napToGrid w:val="0"/>
                <w:sz w:val="20"/>
                <w:szCs w:val="20"/>
              </w:rPr>
              <w:t>2 02 01000 00 0000 151</w:t>
            </w:r>
          </w:p>
          <w:p w:rsidR="00E0319B" w:rsidRPr="004F1034" w:rsidRDefault="00E0319B" w:rsidP="00D64020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</w:p>
        </w:tc>
        <w:tc>
          <w:tcPr>
            <w:tcW w:w="3765" w:type="dxa"/>
          </w:tcPr>
          <w:p w:rsidR="00E0319B" w:rsidRPr="004F1034" w:rsidRDefault="00E0319B" w:rsidP="00D64020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F103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  <w:p w:rsidR="00E0319B" w:rsidRPr="004F1034" w:rsidRDefault="00E0319B" w:rsidP="00D64020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6" w:space="0" w:color="auto"/>
              <w:bottom w:val="single" w:sz="6" w:space="0" w:color="auto"/>
            </w:tcBorders>
          </w:tcPr>
          <w:p w:rsidR="00E0319B" w:rsidRPr="004F1034" w:rsidRDefault="00E0319B" w:rsidP="00D6402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z w:val="20"/>
                <w:szCs w:val="20"/>
              </w:rPr>
              <w:t>3200,3</w:t>
            </w:r>
          </w:p>
        </w:tc>
      </w:tr>
      <w:tr w:rsidR="00E0319B" w:rsidRPr="0058579E">
        <w:tc>
          <w:tcPr>
            <w:tcW w:w="3258" w:type="dxa"/>
          </w:tcPr>
          <w:p w:rsidR="00E0319B" w:rsidRPr="004F1034" w:rsidRDefault="00E0319B" w:rsidP="00D64020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2 02 01001 00 0000 151</w:t>
            </w:r>
          </w:p>
          <w:p w:rsidR="00E0319B" w:rsidRPr="004F1034" w:rsidRDefault="00E0319B" w:rsidP="00D64020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3765" w:type="dxa"/>
          </w:tcPr>
          <w:p w:rsidR="00E0319B" w:rsidRPr="004F1034" w:rsidRDefault="00E0319B" w:rsidP="00D64020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488" w:type="dxa"/>
            <w:tcBorders>
              <w:top w:val="single" w:sz="6" w:space="0" w:color="auto"/>
              <w:bottom w:val="single" w:sz="6" w:space="0" w:color="auto"/>
            </w:tcBorders>
          </w:tcPr>
          <w:p w:rsidR="00E0319B" w:rsidRPr="004F1034" w:rsidRDefault="00E0319B" w:rsidP="00D64020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3200,3</w:t>
            </w:r>
          </w:p>
        </w:tc>
      </w:tr>
      <w:tr w:rsidR="00E0319B" w:rsidRPr="0058579E">
        <w:tc>
          <w:tcPr>
            <w:tcW w:w="3258" w:type="dxa"/>
          </w:tcPr>
          <w:p w:rsidR="00E0319B" w:rsidRPr="004F1034" w:rsidRDefault="00E0319B" w:rsidP="00D64020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2 02 01001 10 0000 151</w:t>
            </w:r>
          </w:p>
          <w:p w:rsidR="00E0319B" w:rsidRPr="004F1034" w:rsidRDefault="00E0319B" w:rsidP="00D64020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3765" w:type="dxa"/>
          </w:tcPr>
          <w:p w:rsidR="00E0319B" w:rsidRPr="004F1034" w:rsidRDefault="00E0319B" w:rsidP="00D64020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488" w:type="dxa"/>
            <w:tcBorders>
              <w:top w:val="single" w:sz="6" w:space="0" w:color="auto"/>
              <w:bottom w:val="single" w:sz="6" w:space="0" w:color="auto"/>
            </w:tcBorders>
          </w:tcPr>
          <w:p w:rsidR="00E0319B" w:rsidRPr="004F1034" w:rsidRDefault="00E0319B" w:rsidP="00D64020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3200,3</w:t>
            </w:r>
          </w:p>
        </w:tc>
      </w:tr>
      <w:tr w:rsidR="00E0319B" w:rsidRPr="0058579E">
        <w:tc>
          <w:tcPr>
            <w:tcW w:w="3258" w:type="dxa"/>
          </w:tcPr>
          <w:p w:rsidR="00E0319B" w:rsidRPr="004F1034" w:rsidRDefault="00E0319B" w:rsidP="00D64020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napToGrid w:val="0"/>
                <w:sz w:val="20"/>
                <w:szCs w:val="20"/>
              </w:rPr>
              <w:t>2 02 02000 00 0000 151</w:t>
            </w:r>
          </w:p>
        </w:tc>
        <w:tc>
          <w:tcPr>
            <w:tcW w:w="3765" w:type="dxa"/>
          </w:tcPr>
          <w:p w:rsidR="00E0319B" w:rsidRPr="004F1034" w:rsidRDefault="00E0319B" w:rsidP="00D64020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z w:val="20"/>
                <w:szCs w:val="20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  <w:p w:rsidR="00E0319B" w:rsidRPr="004F1034" w:rsidRDefault="00E0319B" w:rsidP="00D64020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6" w:space="0" w:color="auto"/>
              <w:bottom w:val="single" w:sz="6" w:space="0" w:color="auto"/>
            </w:tcBorders>
          </w:tcPr>
          <w:p w:rsidR="00E0319B" w:rsidRPr="004F1034" w:rsidRDefault="00E0319B" w:rsidP="00B4717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1313,2</w:t>
            </w:r>
          </w:p>
        </w:tc>
      </w:tr>
      <w:tr w:rsidR="00E0319B" w:rsidRPr="0058579E">
        <w:tc>
          <w:tcPr>
            <w:tcW w:w="3258" w:type="dxa"/>
          </w:tcPr>
          <w:p w:rsidR="00E0319B" w:rsidRPr="004F1034" w:rsidRDefault="00E0319B" w:rsidP="00D64020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2 02 02041 10 0000 151</w:t>
            </w:r>
          </w:p>
        </w:tc>
        <w:tc>
          <w:tcPr>
            <w:tcW w:w="3765" w:type="dxa"/>
          </w:tcPr>
          <w:p w:rsidR="00E0319B" w:rsidRPr="004F1034" w:rsidRDefault="00E0319B" w:rsidP="00D64020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Субсидии бюджетам 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488" w:type="dxa"/>
            <w:tcBorders>
              <w:top w:val="single" w:sz="6" w:space="0" w:color="auto"/>
              <w:bottom w:val="single" w:sz="6" w:space="0" w:color="auto"/>
            </w:tcBorders>
          </w:tcPr>
          <w:p w:rsidR="00E0319B" w:rsidRPr="004F1034" w:rsidRDefault="00E0319B" w:rsidP="00B471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1273,7</w:t>
            </w:r>
          </w:p>
        </w:tc>
      </w:tr>
      <w:tr w:rsidR="00E0319B" w:rsidRPr="0058579E">
        <w:tc>
          <w:tcPr>
            <w:tcW w:w="3258" w:type="dxa"/>
          </w:tcPr>
          <w:p w:rsidR="00E0319B" w:rsidRPr="004F1034" w:rsidRDefault="00E0319B" w:rsidP="00D64020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2 02 02999 10 0000 151</w:t>
            </w:r>
          </w:p>
        </w:tc>
        <w:tc>
          <w:tcPr>
            <w:tcW w:w="3765" w:type="dxa"/>
          </w:tcPr>
          <w:p w:rsidR="00E0319B" w:rsidRPr="004F1034" w:rsidRDefault="00E0319B" w:rsidP="00D64020">
            <w:pPr>
              <w:rPr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Прочие субсидии бюджетам поселений</w:t>
            </w:r>
          </w:p>
        </w:tc>
        <w:tc>
          <w:tcPr>
            <w:tcW w:w="1488" w:type="dxa"/>
            <w:tcBorders>
              <w:top w:val="single" w:sz="6" w:space="0" w:color="auto"/>
              <w:bottom w:val="single" w:sz="6" w:space="0" w:color="auto"/>
            </w:tcBorders>
          </w:tcPr>
          <w:p w:rsidR="00E0319B" w:rsidRPr="004F1034" w:rsidRDefault="00E0319B" w:rsidP="00D64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</w:t>
            </w:r>
          </w:p>
        </w:tc>
      </w:tr>
      <w:tr w:rsidR="00E0319B" w:rsidRPr="0058579E">
        <w:tc>
          <w:tcPr>
            <w:tcW w:w="3258" w:type="dxa"/>
          </w:tcPr>
          <w:p w:rsidR="00E0319B" w:rsidRPr="004F1034" w:rsidRDefault="00E0319B" w:rsidP="00D64020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z w:val="20"/>
                <w:szCs w:val="20"/>
              </w:rPr>
              <w:t>2 02 03000 00 0000 151</w:t>
            </w:r>
          </w:p>
        </w:tc>
        <w:tc>
          <w:tcPr>
            <w:tcW w:w="3765" w:type="dxa"/>
          </w:tcPr>
          <w:p w:rsidR="00E0319B" w:rsidRPr="004F1034" w:rsidRDefault="00E0319B" w:rsidP="00D64020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88" w:type="dxa"/>
            <w:tcBorders>
              <w:top w:val="single" w:sz="6" w:space="0" w:color="auto"/>
              <w:bottom w:val="single" w:sz="6" w:space="0" w:color="auto"/>
            </w:tcBorders>
          </w:tcPr>
          <w:p w:rsidR="00E0319B" w:rsidRPr="004F1034" w:rsidRDefault="00E0319B" w:rsidP="00D6402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69,0</w:t>
            </w:r>
          </w:p>
        </w:tc>
      </w:tr>
      <w:tr w:rsidR="00E0319B" w:rsidRPr="0058579E">
        <w:trPr>
          <w:trHeight w:val="1351"/>
        </w:trPr>
        <w:tc>
          <w:tcPr>
            <w:tcW w:w="3258" w:type="dxa"/>
          </w:tcPr>
          <w:p w:rsidR="00E0319B" w:rsidRPr="004F1034" w:rsidRDefault="00E0319B" w:rsidP="00D64020">
            <w:pPr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2 02 03015 10 0000 151</w:t>
            </w:r>
          </w:p>
        </w:tc>
        <w:tc>
          <w:tcPr>
            <w:tcW w:w="3765" w:type="dxa"/>
          </w:tcPr>
          <w:p w:rsidR="00E0319B" w:rsidRPr="004F1034" w:rsidRDefault="00E0319B" w:rsidP="00D64020">
            <w:pPr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88" w:type="dxa"/>
            <w:tcBorders>
              <w:top w:val="single" w:sz="6" w:space="0" w:color="auto"/>
              <w:bottom w:val="single" w:sz="6" w:space="0" w:color="auto"/>
            </w:tcBorders>
          </w:tcPr>
          <w:p w:rsidR="00E0319B" w:rsidRPr="004F1034" w:rsidRDefault="00E0319B" w:rsidP="00D64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</w:tr>
      <w:tr w:rsidR="00E0319B" w:rsidRPr="0058579E">
        <w:tc>
          <w:tcPr>
            <w:tcW w:w="3258" w:type="dxa"/>
          </w:tcPr>
          <w:p w:rsidR="00E0319B" w:rsidRPr="004F1034" w:rsidRDefault="00E0319B" w:rsidP="00D64020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napToGrid w:val="0"/>
                <w:sz w:val="20"/>
                <w:szCs w:val="20"/>
              </w:rPr>
              <w:t>2 02 04000 00 0000 151</w:t>
            </w:r>
          </w:p>
        </w:tc>
        <w:tc>
          <w:tcPr>
            <w:tcW w:w="3765" w:type="dxa"/>
          </w:tcPr>
          <w:p w:rsidR="00E0319B" w:rsidRPr="004F1034" w:rsidRDefault="00E0319B" w:rsidP="00D64020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88" w:type="dxa"/>
            <w:tcBorders>
              <w:top w:val="single" w:sz="6" w:space="0" w:color="auto"/>
              <w:bottom w:val="single" w:sz="6" w:space="0" w:color="auto"/>
            </w:tcBorders>
          </w:tcPr>
          <w:p w:rsidR="00E0319B" w:rsidRPr="004F1034" w:rsidRDefault="00E0319B" w:rsidP="00D6402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701,6</w:t>
            </w:r>
          </w:p>
        </w:tc>
      </w:tr>
      <w:tr w:rsidR="00E0319B" w:rsidRPr="0058579E">
        <w:tc>
          <w:tcPr>
            <w:tcW w:w="3258" w:type="dxa"/>
          </w:tcPr>
          <w:p w:rsidR="00E0319B" w:rsidRPr="004F1034" w:rsidRDefault="00E0319B" w:rsidP="00D64020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2 02 04014 10 0000 151</w:t>
            </w:r>
          </w:p>
        </w:tc>
        <w:tc>
          <w:tcPr>
            <w:tcW w:w="3765" w:type="dxa"/>
          </w:tcPr>
          <w:p w:rsidR="00E0319B" w:rsidRPr="004F1034" w:rsidRDefault="00E0319B" w:rsidP="00D64020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88" w:type="dxa"/>
            <w:tcBorders>
              <w:top w:val="single" w:sz="6" w:space="0" w:color="auto"/>
              <w:bottom w:val="single" w:sz="6" w:space="0" w:color="auto"/>
            </w:tcBorders>
          </w:tcPr>
          <w:p w:rsidR="00E0319B" w:rsidRPr="004F1034" w:rsidRDefault="00E0319B" w:rsidP="00D64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701,6</w:t>
            </w:r>
          </w:p>
        </w:tc>
      </w:tr>
      <w:tr w:rsidR="00E0319B" w:rsidRPr="004F1034">
        <w:tc>
          <w:tcPr>
            <w:tcW w:w="3258" w:type="dxa"/>
          </w:tcPr>
          <w:p w:rsidR="00E0319B" w:rsidRPr="004F1034" w:rsidRDefault="00E0319B" w:rsidP="00D64020">
            <w:pPr>
              <w:rPr>
                <w:b/>
                <w:b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snapToGrid w:val="0"/>
                <w:sz w:val="20"/>
                <w:szCs w:val="20"/>
              </w:rPr>
              <w:t>ИТОГО</w:t>
            </w:r>
          </w:p>
        </w:tc>
        <w:tc>
          <w:tcPr>
            <w:tcW w:w="3765" w:type="dxa"/>
          </w:tcPr>
          <w:p w:rsidR="00E0319B" w:rsidRPr="004F1034" w:rsidRDefault="00E0319B" w:rsidP="00D64020">
            <w:pPr>
              <w:rPr>
                <w:b/>
                <w:bCs/>
                <w:snapToGrid w:val="0"/>
              </w:rPr>
            </w:pPr>
          </w:p>
        </w:tc>
        <w:tc>
          <w:tcPr>
            <w:tcW w:w="1488" w:type="dxa"/>
            <w:tcBorders>
              <w:top w:val="single" w:sz="6" w:space="0" w:color="auto"/>
              <w:bottom w:val="single" w:sz="6" w:space="0" w:color="auto"/>
            </w:tcBorders>
          </w:tcPr>
          <w:p w:rsidR="00E0319B" w:rsidRPr="004F1034" w:rsidRDefault="00E0319B" w:rsidP="00D640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5793,1</w:t>
            </w:r>
          </w:p>
        </w:tc>
      </w:tr>
    </w:tbl>
    <w:p w:rsidR="00E0319B" w:rsidRDefault="00E0319B" w:rsidP="006A6B9D">
      <w:pPr>
        <w:rPr>
          <w:b/>
          <w:bCs/>
        </w:rPr>
      </w:pPr>
    </w:p>
    <w:p w:rsidR="00E0319B" w:rsidRDefault="00E0319B" w:rsidP="006A6B9D">
      <w:pPr>
        <w:rPr>
          <w:b/>
          <w:bCs/>
        </w:rPr>
      </w:pPr>
    </w:p>
    <w:p w:rsidR="00E0319B" w:rsidRDefault="00E0319B" w:rsidP="00C23578">
      <w:pPr>
        <w:jc w:val="right"/>
      </w:pPr>
    </w:p>
    <w:p w:rsidR="00E0319B" w:rsidRDefault="00E0319B" w:rsidP="00C23578">
      <w:pPr>
        <w:jc w:val="right"/>
        <w:rPr>
          <w:sz w:val="20"/>
          <w:szCs w:val="20"/>
        </w:rPr>
      </w:pPr>
      <w:r>
        <w:t>Приложение № 2</w:t>
      </w:r>
    </w:p>
    <w:p w:rsidR="00E0319B" w:rsidRDefault="00E0319B" w:rsidP="00C23578">
      <w:pPr>
        <w:shd w:val="clear" w:color="auto" w:fill="FFFFFF"/>
        <w:spacing w:line="202" w:lineRule="exact"/>
        <w:ind w:left="5150" w:firstLine="1320"/>
        <w:jc w:val="right"/>
        <w:rPr>
          <w:spacing w:val="-1"/>
          <w:sz w:val="20"/>
          <w:szCs w:val="20"/>
        </w:rPr>
      </w:pPr>
    </w:p>
    <w:p w:rsidR="00E0319B" w:rsidRDefault="00E0319B" w:rsidP="00B47172">
      <w:pPr>
        <w:jc w:val="center"/>
        <w:rPr>
          <w:b/>
          <w:bCs/>
          <w:sz w:val="28"/>
          <w:szCs w:val="28"/>
        </w:rPr>
      </w:pPr>
      <w:r w:rsidRPr="00B47172">
        <w:rPr>
          <w:b/>
          <w:bCs/>
          <w:sz w:val="28"/>
          <w:szCs w:val="28"/>
        </w:rPr>
        <w:t>Кассовое исполнение бюджета  Киикского  сельсовета</w:t>
      </w:r>
    </w:p>
    <w:p w:rsidR="00E0319B" w:rsidRPr="00B47172" w:rsidRDefault="00E0319B" w:rsidP="00B47172">
      <w:pPr>
        <w:jc w:val="center"/>
        <w:rPr>
          <w:spacing w:val="-1"/>
          <w:sz w:val="28"/>
          <w:szCs w:val="28"/>
        </w:rPr>
      </w:pPr>
      <w:r>
        <w:rPr>
          <w:b/>
          <w:bCs/>
          <w:sz w:val="28"/>
          <w:szCs w:val="28"/>
        </w:rPr>
        <w:t>Тогучинского района Новосибирской области за 2012год</w:t>
      </w:r>
    </w:p>
    <w:p w:rsidR="00E0319B" w:rsidRPr="0078016D" w:rsidRDefault="00E0319B" w:rsidP="00B47172">
      <w:pPr>
        <w:jc w:val="center"/>
        <w:rPr>
          <w:spacing w:val="-1"/>
        </w:rPr>
      </w:pPr>
      <w:r w:rsidRPr="00B47172">
        <w:rPr>
          <w:b/>
          <w:bCs/>
          <w:sz w:val="28"/>
          <w:szCs w:val="28"/>
        </w:rPr>
        <w:t xml:space="preserve">по разделам и подразделам классификации расходов бюджета </w:t>
      </w:r>
    </w:p>
    <w:tbl>
      <w:tblPr>
        <w:tblpPr w:leftFromText="180" w:rightFromText="180" w:vertAnchor="text" w:horzAnchor="margin" w:tblpXSpec="center" w:tblpY="1940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30"/>
        <w:gridCol w:w="725"/>
        <w:gridCol w:w="538"/>
        <w:gridCol w:w="572"/>
        <w:gridCol w:w="1096"/>
        <w:gridCol w:w="594"/>
        <w:gridCol w:w="1276"/>
      </w:tblGrid>
      <w:tr w:rsidR="00E0319B" w:rsidRPr="004F1034">
        <w:tc>
          <w:tcPr>
            <w:tcW w:w="5230" w:type="dxa"/>
          </w:tcPr>
          <w:p w:rsidR="00E0319B" w:rsidRPr="004F1034" w:rsidRDefault="00E0319B" w:rsidP="00A17D4C">
            <w:pPr>
              <w:jc w:val="center"/>
            </w:pPr>
            <w:r w:rsidRPr="004F103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5" w:type="dxa"/>
          </w:tcPr>
          <w:p w:rsidR="00E0319B" w:rsidRPr="004F1034" w:rsidRDefault="00E0319B" w:rsidP="00A17D4C">
            <w:pPr>
              <w:jc w:val="center"/>
            </w:pPr>
            <w:r w:rsidRPr="004F1034">
              <w:rPr>
                <w:sz w:val="22"/>
                <w:szCs w:val="22"/>
              </w:rPr>
              <w:t>ГРбС</w:t>
            </w:r>
          </w:p>
        </w:tc>
        <w:tc>
          <w:tcPr>
            <w:tcW w:w="538" w:type="dxa"/>
          </w:tcPr>
          <w:p w:rsidR="00E0319B" w:rsidRPr="004F1034" w:rsidRDefault="00E0319B" w:rsidP="00A17D4C">
            <w:pPr>
              <w:jc w:val="center"/>
            </w:pPr>
            <w:r w:rsidRPr="004F1034">
              <w:rPr>
                <w:sz w:val="22"/>
                <w:szCs w:val="22"/>
              </w:rPr>
              <w:t>Рзд</w:t>
            </w:r>
          </w:p>
        </w:tc>
        <w:tc>
          <w:tcPr>
            <w:tcW w:w="572" w:type="dxa"/>
          </w:tcPr>
          <w:p w:rsidR="00E0319B" w:rsidRPr="004F1034" w:rsidRDefault="00E0319B" w:rsidP="00A17D4C">
            <w:pPr>
              <w:jc w:val="center"/>
            </w:pPr>
            <w:r w:rsidRPr="004F1034">
              <w:rPr>
                <w:sz w:val="22"/>
                <w:szCs w:val="22"/>
              </w:rPr>
              <w:t>Прз</w:t>
            </w:r>
          </w:p>
        </w:tc>
        <w:tc>
          <w:tcPr>
            <w:tcW w:w="1096" w:type="dxa"/>
          </w:tcPr>
          <w:p w:rsidR="00E0319B" w:rsidRPr="004F1034" w:rsidRDefault="00E0319B" w:rsidP="00A17D4C">
            <w:pPr>
              <w:jc w:val="center"/>
            </w:pPr>
            <w:r w:rsidRPr="004F1034">
              <w:rPr>
                <w:sz w:val="22"/>
                <w:szCs w:val="22"/>
              </w:rPr>
              <w:t>Цс</w:t>
            </w:r>
          </w:p>
        </w:tc>
        <w:tc>
          <w:tcPr>
            <w:tcW w:w="594" w:type="dxa"/>
          </w:tcPr>
          <w:p w:rsidR="00E0319B" w:rsidRPr="004F1034" w:rsidRDefault="00E0319B" w:rsidP="00A17D4C">
            <w:pPr>
              <w:jc w:val="center"/>
            </w:pPr>
            <w:r w:rsidRPr="004F1034">
              <w:rPr>
                <w:sz w:val="22"/>
                <w:szCs w:val="22"/>
              </w:rPr>
              <w:t>Вр</w:t>
            </w:r>
          </w:p>
        </w:tc>
        <w:tc>
          <w:tcPr>
            <w:tcW w:w="1276" w:type="dxa"/>
          </w:tcPr>
          <w:p w:rsidR="00E0319B" w:rsidRPr="004F1034" w:rsidRDefault="00E0319B" w:rsidP="00A17D4C">
            <w:pPr>
              <w:jc w:val="center"/>
            </w:pPr>
            <w:r w:rsidRPr="004F1034">
              <w:rPr>
                <w:sz w:val="22"/>
                <w:szCs w:val="22"/>
              </w:rPr>
              <w:t>Годов.</w:t>
            </w:r>
          </w:p>
          <w:p w:rsidR="00E0319B" w:rsidRPr="004F1034" w:rsidRDefault="00E0319B" w:rsidP="00A17D4C">
            <w:pPr>
              <w:jc w:val="center"/>
            </w:pPr>
            <w:r w:rsidRPr="004F1034">
              <w:rPr>
                <w:sz w:val="22"/>
                <w:szCs w:val="22"/>
              </w:rPr>
              <w:t>Назн.</w:t>
            </w:r>
          </w:p>
          <w:p w:rsidR="00E0319B" w:rsidRPr="004F1034" w:rsidRDefault="00E0319B" w:rsidP="00A17D4C">
            <w:pPr>
              <w:jc w:val="center"/>
            </w:pPr>
            <w:r w:rsidRPr="004F1034">
              <w:rPr>
                <w:sz w:val="14"/>
                <w:szCs w:val="14"/>
              </w:rPr>
              <w:t>(тыс.руб</w:t>
            </w:r>
            <w:r w:rsidRPr="004F1034">
              <w:rPr>
                <w:sz w:val="22"/>
                <w:szCs w:val="22"/>
              </w:rPr>
              <w:t>)</w:t>
            </w:r>
          </w:p>
        </w:tc>
      </w:tr>
      <w:tr w:rsidR="00E0319B" w:rsidRPr="004F1034">
        <w:trPr>
          <w:trHeight w:val="365"/>
        </w:trPr>
        <w:tc>
          <w:tcPr>
            <w:tcW w:w="5230" w:type="dxa"/>
          </w:tcPr>
          <w:p w:rsidR="00E0319B" w:rsidRPr="004F1034" w:rsidRDefault="00E0319B" w:rsidP="00A17D4C">
            <w:pPr>
              <w:rPr>
                <w:b/>
                <w:bCs/>
                <w:sz w:val="20"/>
                <w:szCs w:val="20"/>
              </w:rPr>
            </w:pPr>
            <w:r w:rsidRPr="004F1034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5" w:type="dxa"/>
          </w:tcPr>
          <w:p w:rsidR="00E0319B" w:rsidRPr="004F1034" w:rsidRDefault="00E0319B" w:rsidP="00A17D4C">
            <w:pPr>
              <w:rPr>
                <w:b/>
                <w:bCs/>
              </w:rPr>
            </w:pPr>
            <w:r w:rsidRPr="004F1034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Pr="004F1034" w:rsidRDefault="00E0319B" w:rsidP="00A17D4C">
            <w:pPr>
              <w:rPr>
                <w:b/>
                <w:bCs/>
              </w:rPr>
            </w:pPr>
            <w:r w:rsidRPr="004F103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E0319B" w:rsidRPr="004F1034" w:rsidRDefault="00E0319B" w:rsidP="00A17D4C">
            <w:pPr>
              <w:rPr>
                <w:b/>
                <w:bCs/>
              </w:rPr>
            </w:pPr>
            <w:r w:rsidRPr="004F1034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096" w:type="dxa"/>
          </w:tcPr>
          <w:p w:rsidR="00E0319B" w:rsidRPr="004F1034" w:rsidRDefault="00E0319B" w:rsidP="00A17D4C">
            <w:pPr>
              <w:rPr>
                <w:b/>
                <w:bCs/>
              </w:rPr>
            </w:pPr>
            <w:r w:rsidRPr="004F1034">
              <w:rPr>
                <w:b/>
                <w:bCs/>
                <w:sz w:val="22"/>
                <w:szCs w:val="22"/>
              </w:rPr>
              <w:t>0000000</w:t>
            </w:r>
          </w:p>
        </w:tc>
        <w:tc>
          <w:tcPr>
            <w:tcW w:w="594" w:type="dxa"/>
          </w:tcPr>
          <w:p w:rsidR="00E0319B" w:rsidRPr="004F1034" w:rsidRDefault="00E0319B" w:rsidP="00A17D4C">
            <w:pPr>
              <w:rPr>
                <w:b/>
                <w:bCs/>
              </w:rPr>
            </w:pPr>
            <w:r w:rsidRPr="004F1034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276" w:type="dxa"/>
          </w:tcPr>
          <w:p w:rsidR="00E0319B" w:rsidRPr="004F1034" w:rsidRDefault="00E0319B" w:rsidP="00A17D4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1775,5</w:t>
            </w:r>
          </w:p>
        </w:tc>
      </w:tr>
      <w:tr w:rsidR="00E0319B" w:rsidRPr="004F1034">
        <w:trPr>
          <w:trHeight w:val="525"/>
        </w:trPr>
        <w:tc>
          <w:tcPr>
            <w:tcW w:w="5230" w:type="dxa"/>
          </w:tcPr>
          <w:p w:rsidR="00E0319B" w:rsidRPr="004F1034" w:rsidRDefault="00E0319B" w:rsidP="00A17D4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F1034">
              <w:rPr>
                <w:rFonts w:ascii="Arial" w:hAnsi="Arial" w:cs="Arial"/>
                <w:i/>
                <w:iCs/>
                <w:sz w:val="20"/>
                <w:szCs w:val="20"/>
              </w:rPr>
              <w:t>Функционирование высшего должностного лица субъекта РФ и органа местного самоуправления</w:t>
            </w:r>
          </w:p>
        </w:tc>
        <w:tc>
          <w:tcPr>
            <w:tcW w:w="725" w:type="dxa"/>
          </w:tcPr>
          <w:p w:rsidR="00E0319B" w:rsidRPr="004F1034" w:rsidRDefault="00E0319B" w:rsidP="00A17D4C">
            <w:pPr>
              <w:rPr>
                <w:i/>
                <w:iCs/>
              </w:rPr>
            </w:pPr>
            <w:r w:rsidRPr="004F1034">
              <w:rPr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Pr="004F1034" w:rsidRDefault="00E0319B" w:rsidP="00A17D4C">
            <w:pPr>
              <w:rPr>
                <w:i/>
                <w:iCs/>
              </w:rPr>
            </w:pPr>
            <w:r w:rsidRPr="004F1034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E0319B" w:rsidRPr="004F1034" w:rsidRDefault="00E0319B" w:rsidP="00A17D4C">
            <w:pPr>
              <w:rPr>
                <w:i/>
                <w:iCs/>
              </w:rPr>
            </w:pPr>
            <w:r w:rsidRPr="004F1034">
              <w:rPr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096" w:type="dxa"/>
          </w:tcPr>
          <w:p w:rsidR="00E0319B" w:rsidRPr="004F1034" w:rsidRDefault="00E0319B" w:rsidP="00A17D4C">
            <w:pPr>
              <w:rPr>
                <w:i/>
                <w:iCs/>
              </w:rPr>
            </w:pPr>
            <w:r w:rsidRPr="004F1034">
              <w:rPr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94" w:type="dxa"/>
          </w:tcPr>
          <w:p w:rsidR="00E0319B" w:rsidRPr="004F1034" w:rsidRDefault="00E0319B" w:rsidP="00A17D4C">
            <w:pPr>
              <w:rPr>
                <w:i/>
                <w:iCs/>
              </w:rPr>
            </w:pPr>
            <w:r w:rsidRPr="004F1034">
              <w:rPr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1276" w:type="dxa"/>
          </w:tcPr>
          <w:p w:rsidR="00E0319B" w:rsidRPr="004F1034" w:rsidRDefault="00E0319B" w:rsidP="00A17D4C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359,4</w:t>
            </w:r>
          </w:p>
        </w:tc>
      </w:tr>
      <w:tr w:rsidR="00E0319B" w:rsidRPr="004F1034">
        <w:trPr>
          <w:trHeight w:val="229"/>
        </w:trPr>
        <w:tc>
          <w:tcPr>
            <w:tcW w:w="5230" w:type="dxa"/>
          </w:tcPr>
          <w:p w:rsidR="00E0319B" w:rsidRPr="004F1034" w:rsidRDefault="00E0319B" w:rsidP="00A17D4C">
            <w:pPr>
              <w:rPr>
                <w:rFonts w:ascii="Arial" w:hAnsi="Arial" w:cs="Arial"/>
                <w:sz w:val="20"/>
                <w:szCs w:val="20"/>
              </w:rPr>
            </w:pPr>
            <w:r w:rsidRPr="004F1034">
              <w:rPr>
                <w:rFonts w:ascii="Arial" w:hAnsi="Arial" w:cs="Arial"/>
                <w:sz w:val="20"/>
                <w:szCs w:val="20"/>
              </w:rPr>
              <w:t>Руководство и управление в сфере установленных функций органов гос. Власти субъектов РФ и органов местного самоуправления</w:t>
            </w:r>
          </w:p>
        </w:tc>
        <w:tc>
          <w:tcPr>
            <w:tcW w:w="725" w:type="dxa"/>
          </w:tcPr>
          <w:p w:rsidR="00E0319B" w:rsidRPr="004F1034" w:rsidRDefault="00E0319B" w:rsidP="00A17D4C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Pr="004F1034" w:rsidRDefault="00E0319B" w:rsidP="00A17D4C"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E0319B" w:rsidRPr="004F1034" w:rsidRDefault="00E0319B" w:rsidP="00A17D4C">
            <w:r w:rsidRPr="004F1034">
              <w:rPr>
                <w:sz w:val="22"/>
                <w:szCs w:val="22"/>
              </w:rPr>
              <w:t>02</w:t>
            </w:r>
          </w:p>
        </w:tc>
        <w:tc>
          <w:tcPr>
            <w:tcW w:w="1096" w:type="dxa"/>
          </w:tcPr>
          <w:p w:rsidR="00E0319B" w:rsidRPr="004F1034" w:rsidRDefault="00E0319B" w:rsidP="00A17D4C">
            <w:r w:rsidRPr="004F1034">
              <w:rPr>
                <w:sz w:val="22"/>
                <w:szCs w:val="22"/>
              </w:rPr>
              <w:t>0020000</w:t>
            </w:r>
          </w:p>
        </w:tc>
        <w:tc>
          <w:tcPr>
            <w:tcW w:w="594" w:type="dxa"/>
          </w:tcPr>
          <w:p w:rsidR="00E0319B" w:rsidRPr="004F1034" w:rsidRDefault="00E0319B" w:rsidP="00A17D4C"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</w:tcPr>
          <w:p w:rsidR="00E0319B" w:rsidRPr="004F1034" w:rsidRDefault="00E0319B" w:rsidP="00A17D4C">
            <w:pPr>
              <w:jc w:val="center"/>
            </w:pPr>
            <w:r>
              <w:rPr>
                <w:i/>
                <w:iCs/>
                <w:sz w:val="22"/>
                <w:szCs w:val="22"/>
              </w:rPr>
              <w:t>359,4</w:t>
            </w:r>
          </w:p>
        </w:tc>
      </w:tr>
      <w:tr w:rsidR="00E0319B" w:rsidRPr="004F1034">
        <w:trPr>
          <w:trHeight w:val="229"/>
        </w:trPr>
        <w:tc>
          <w:tcPr>
            <w:tcW w:w="5230" w:type="dxa"/>
          </w:tcPr>
          <w:p w:rsidR="00E0319B" w:rsidRPr="004F1034" w:rsidRDefault="00E0319B" w:rsidP="00A17D4C">
            <w:pPr>
              <w:rPr>
                <w:sz w:val="20"/>
                <w:szCs w:val="20"/>
              </w:rPr>
            </w:pPr>
            <w:r w:rsidRPr="004F1034">
              <w:rPr>
                <w:rFonts w:ascii="Arial" w:hAnsi="Arial" w:cs="Arial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25" w:type="dxa"/>
          </w:tcPr>
          <w:p w:rsidR="00E0319B" w:rsidRPr="004F1034" w:rsidRDefault="00E0319B" w:rsidP="00A17D4C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Pr="004F1034" w:rsidRDefault="00E0319B" w:rsidP="00A17D4C"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E0319B" w:rsidRPr="004F1034" w:rsidRDefault="00E0319B" w:rsidP="00A17D4C">
            <w:r w:rsidRPr="004F1034">
              <w:rPr>
                <w:sz w:val="22"/>
                <w:szCs w:val="22"/>
              </w:rPr>
              <w:t>02</w:t>
            </w:r>
          </w:p>
        </w:tc>
        <w:tc>
          <w:tcPr>
            <w:tcW w:w="1096" w:type="dxa"/>
          </w:tcPr>
          <w:p w:rsidR="00E0319B" w:rsidRPr="004F1034" w:rsidRDefault="00E0319B" w:rsidP="00A17D4C">
            <w:r w:rsidRPr="004F1034">
              <w:rPr>
                <w:sz w:val="22"/>
                <w:szCs w:val="22"/>
              </w:rPr>
              <w:t>0020300</w:t>
            </w:r>
          </w:p>
        </w:tc>
        <w:tc>
          <w:tcPr>
            <w:tcW w:w="594" w:type="dxa"/>
          </w:tcPr>
          <w:p w:rsidR="00E0319B" w:rsidRPr="004F1034" w:rsidRDefault="00E0319B" w:rsidP="00A17D4C"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</w:tcPr>
          <w:p w:rsidR="00E0319B" w:rsidRPr="004F1034" w:rsidRDefault="00E0319B" w:rsidP="00A17D4C">
            <w:pPr>
              <w:jc w:val="center"/>
            </w:pPr>
            <w:r>
              <w:rPr>
                <w:i/>
                <w:iCs/>
                <w:sz w:val="22"/>
                <w:szCs w:val="22"/>
              </w:rPr>
              <w:t>359,4</w:t>
            </w:r>
          </w:p>
        </w:tc>
      </w:tr>
      <w:tr w:rsidR="00E0319B" w:rsidRPr="004F1034">
        <w:trPr>
          <w:trHeight w:val="570"/>
        </w:trPr>
        <w:tc>
          <w:tcPr>
            <w:tcW w:w="5230" w:type="dxa"/>
          </w:tcPr>
          <w:p w:rsidR="00E0319B" w:rsidRPr="004F1034" w:rsidRDefault="00E0319B" w:rsidP="00A17D4C">
            <w:pPr>
              <w:pStyle w:val="Heading2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4F1034">
              <w:rPr>
                <w:b w:val="0"/>
                <w:bCs w:val="0"/>
                <w:i w:val="0"/>
                <w:iCs w:val="0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25" w:type="dxa"/>
          </w:tcPr>
          <w:p w:rsidR="00E0319B" w:rsidRPr="004F1034" w:rsidRDefault="00E0319B" w:rsidP="00A17D4C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Pr="004F1034" w:rsidRDefault="00E0319B" w:rsidP="00A17D4C"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E0319B" w:rsidRPr="004F1034" w:rsidRDefault="00E0319B" w:rsidP="00A17D4C">
            <w:r w:rsidRPr="004F1034">
              <w:rPr>
                <w:sz w:val="22"/>
                <w:szCs w:val="22"/>
              </w:rPr>
              <w:t>02</w:t>
            </w:r>
          </w:p>
        </w:tc>
        <w:tc>
          <w:tcPr>
            <w:tcW w:w="1096" w:type="dxa"/>
          </w:tcPr>
          <w:p w:rsidR="00E0319B" w:rsidRPr="004F1034" w:rsidRDefault="00E0319B" w:rsidP="00A17D4C">
            <w:r w:rsidRPr="004F1034">
              <w:rPr>
                <w:sz w:val="22"/>
                <w:szCs w:val="22"/>
              </w:rPr>
              <w:t>0020300</w:t>
            </w:r>
          </w:p>
        </w:tc>
        <w:tc>
          <w:tcPr>
            <w:tcW w:w="594" w:type="dxa"/>
          </w:tcPr>
          <w:p w:rsidR="00E0319B" w:rsidRPr="004F1034" w:rsidRDefault="00E0319B" w:rsidP="00A17D4C">
            <w:r>
              <w:rPr>
                <w:sz w:val="22"/>
                <w:szCs w:val="22"/>
              </w:rPr>
              <w:t>5</w:t>
            </w:r>
            <w:r w:rsidRPr="004F1034">
              <w:rPr>
                <w:sz w:val="22"/>
                <w:szCs w:val="22"/>
              </w:rPr>
              <w:t>00</w:t>
            </w:r>
          </w:p>
        </w:tc>
        <w:tc>
          <w:tcPr>
            <w:tcW w:w="1276" w:type="dxa"/>
          </w:tcPr>
          <w:p w:rsidR="00E0319B" w:rsidRPr="004F1034" w:rsidRDefault="00E0319B" w:rsidP="00A17D4C">
            <w:pPr>
              <w:jc w:val="center"/>
            </w:pPr>
            <w:r>
              <w:rPr>
                <w:i/>
                <w:iCs/>
                <w:sz w:val="22"/>
                <w:szCs w:val="22"/>
              </w:rPr>
              <w:t>359,4</w:t>
            </w:r>
          </w:p>
        </w:tc>
      </w:tr>
      <w:tr w:rsidR="00E0319B" w:rsidRPr="004F1034">
        <w:tc>
          <w:tcPr>
            <w:tcW w:w="5230" w:type="dxa"/>
          </w:tcPr>
          <w:p w:rsidR="00E0319B" w:rsidRPr="004F1034" w:rsidRDefault="00E0319B" w:rsidP="00A17D4C">
            <w:pPr>
              <w:rPr>
                <w:i/>
                <w:iCs/>
                <w:sz w:val="20"/>
                <w:szCs w:val="20"/>
              </w:rPr>
            </w:pPr>
            <w:r w:rsidRPr="004F103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25" w:type="dxa"/>
          </w:tcPr>
          <w:p w:rsidR="00E0319B" w:rsidRPr="004F1034" w:rsidRDefault="00E0319B" w:rsidP="00A17D4C">
            <w:pPr>
              <w:rPr>
                <w:i/>
                <w:iCs/>
              </w:rPr>
            </w:pPr>
            <w:r w:rsidRPr="004F1034">
              <w:rPr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Pr="004F1034" w:rsidRDefault="00E0319B" w:rsidP="00A17D4C">
            <w:pPr>
              <w:rPr>
                <w:i/>
                <w:iCs/>
              </w:rPr>
            </w:pPr>
            <w:r w:rsidRPr="004F1034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E0319B" w:rsidRPr="004F1034" w:rsidRDefault="00E0319B" w:rsidP="00A17D4C">
            <w:pPr>
              <w:rPr>
                <w:i/>
                <w:iCs/>
              </w:rPr>
            </w:pPr>
            <w:r w:rsidRPr="004F1034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E0319B" w:rsidRPr="004F1034" w:rsidRDefault="00E0319B" w:rsidP="00A17D4C">
            <w:pPr>
              <w:rPr>
                <w:i/>
                <w:iCs/>
              </w:rPr>
            </w:pPr>
            <w:r w:rsidRPr="004F1034">
              <w:rPr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94" w:type="dxa"/>
          </w:tcPr>
          <w:p w:rsidR="00E0319B" w:rsidRPr="004F1034" w:rsidRDefault="00E0319B" w:rsidP="00A17D4C">
            <w:pPr>
              <w:rPr>
                <w:i/>
                <w:iCs/>
              </w:rPr>
            </w:pPr>
            <w:r w:rsidRPr="004F1034">
              <w:rPr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1276" w:type="dxa"/>
          </w:tcPr>
          <w:p w:rsidR="00E0319B" w:rsidRPr="004F1034" w:rsidRDefault="00E0319B" w:rsidP="00A17D4C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1401,1</w:t>
            </w:r>
          </w:p>
        </w:tc>
      </w:tr>
      <w:tr w:rsidR="00E0319B" w:rsidRPr="004F1034">
        <w:tc>
          <w:tcPr>
            <w:tcW w:w="5230" w:type="dxa"/>
          </w:tcPr>
          <w:p w:rsidR="00E0319B" w:rsidRPr="004F1034" w:rsidRDefault="00E0319B" w:rsidP="00A17D4C">
            <w:pPr>
              <w:rPr>
                <w:sz w:val="20"/>
                <w:szCs w:val="20"/>
              </w:rPr>
            </w:pPr>
            <w:r w:rsidRPr="004F1034">
              <w:rPr>
                <w:rFonts w:ascii="Arial" w:hAnsi="Arial" w:cs="Arial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725" w:type="dxa"/>
          </w:tcPr>
          <w:p w:rsidR="00E0319B" w:rsidRPr="004F1034" w:rsidRDefault="00E0319B" w:rsidP="00A17D4C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Pr="004F1034" w:rsidRDefault="00E0319B" w:rsidP="00A17D4C"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E0319B" w:rsidRPr="004F1034" w:rsidRDefault="00E0319B" w:rsidP="00A17D4C">
            <w:r w:rsidRPr="004F1034">
              <w:rPr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E0319B" w:rsidRPr="004F1034" w:rsidRDefault="00E0319B" w:rsidP="00A17D4C">
            <w:r w:rsidRPr="004F1034">
              <w:rPr>
                <w:sz w:val="22"/>
                <w:szCs w:val="22"/>
              </w:rPr>
              <w:t>0020000</w:t>
            </w:r>
          </w:p>
        </w:tc>
        <w:tc>
          <w:tcPr>
            <w:tcW w:w="594" w:type="dxa"/>
          </w:tcPr>
          <w:p w:rsidR="00E0319B" w:rsidRPr="004F1034" w:rsidRDefault="00E0319B" w:rsidP="00A17D4C"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</w:tcPr>
          <w:p w:rsidR="00E0319B" w:rsidRPr="004F1034" w:rsidRDefault="00E0319B" w:rsidP="00A17D4C">
            <w:pPr>
              <w:jc w:val="center"/>
            </w:pPr>
            <w:r>
              <w:rPr>
                <w:i/>
                <w:iCs/>
                <w:sz w:val="22"/>
                <w:szCs w:val="22"/>
              </w:rPr>
              <w:t>1401,1</w:t>
            </w:r>
          </w:p>
        </w:tc>
      </w:tr>
      <w:tr w:rsidR="00E0319B" w:rsidRPr="004F1034">
        <w:tc>
          <w:tcPr>
            <w:tcW w:w="5230" w:type="dxa"/>
          </w:tcPr>
          <w:p w:rsidR="00E0319B" w:rsidRPr="004F1034" w:rsidRDefault="00E0319B" w:rsidP="00A17D4C">
            <w:pPr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725" w:type="dxa"/>
          </w:tcPr>
          <w:p w:rsidR="00E0319B" w:rsidRPr="004F1034" w:rsidRDefault="00E0319B" w:rsidP="00A17D4C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Pr="004F1034" w:rsidRDefault="00E0319B" w:rsidP="00A17D4C"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E0319B" w:rsidRPr="004F1034" w:rsidRDefault="00E0319B" w:rsidP="00A17D4C">
            <w:r w:rsidRPr="004F1034">
              <w:rPr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E0319B" w:rsidRPr="004F1034" w:rsidRDefault="00E0319B" w:rsidP="00A17D4C">
            <w:r w:rsidRPr="004F1034">
              <w:rPr>
                <w:sz w:val="22"/>
                <w:szCs w:val="22"/>
              </w:rPr>
              <w:t>0020400</w:t>
            </w:r>
          </w:p>
        </w:tc>
        <w:tc>
          <w:tcPr>
            <w:tcW w:w="594" w:type="dxa"/>
          </w:tcPr>
          <w:p w:rsidR="00E0319B" w:rsidRPr="004F1034" w:rsidRDefault="00E0319B" w:rsidP="00A17D4C"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</w:tcPr>
          <w:p w:rsidR="00E0319B" w:rsidRPr="004F1034" w:rsidRDefault="00E0319B" w:rsidP="00EC2C1B">
            <w:pPr>
              <w:jc w:val="center"/>
            </w:pPr>
            <w:r>
              <w:rPr>
                <w:i/>
                <w:iCs/>
                <w:sz w:val="22"/>
                <w:szCs w:val="22"/>
              </w:rPr>
              <w:t>1401,0</w:t>
            </w:r>
          </w:p>
        </w:tc>
      </w:tr>
      <w:tr w:rsidR="00E0319B" w:rsidRPr="004F1034">
        <w:tc>
          <w:tcPr>
            <w:tcW w:w="5230" w:type="dxa"/>
          </w:tcPr>
          <w:p w:rsidR="00E0319B" w:rsidRPr="004F1034" w:rsidRDefault="00E0319B" w:rsidP="005F02AA">
            <w:pPr>
              <w:rPr>
                <w:rFonts w:ascii="Arial" w:hAnsi="Arial" w:cs="Arial"/>
                <w:sz w:val="20"/>
                <w:szCs w:val="20"/>
              </w:rPr>
            </w:pPr>
            <w:r w:rsidRPr="005F02AA">
              <w:rPr>
                <w:rFonts w:ascii="Arial" w:hAnsi="Arial" w:cs="Arial"/>
                <w:sz w:val="20"/>
                <w:szCs w:val="20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25" w:type="dxa"/>
          </w:tcPr>
          <w:p w:rsidR="00E0319B" w:rsidRPr="004F1034" w:rsidRDefault="00E0319B" w:rsidP="005F02AA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Pr="004F1034" w:rsidRDefault="00E0319B" w:rsidP="005F02AA"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E0319B" w:rsidRPr="004F1034" w:rsidRDefault="00E0319B" w:rsidP="005F02AA">
            <w:r w:rsidRPr="004F1034">
              <w:rPr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E0319B" w:rsidRPr="004F1034" w:rsidRDefault="00E0319B" w:rsidP="005F02AA">
            <w:r w:rsidRPr="004F1034">
              <w:rPr>
                <w:sz w:val="22"/>
                <w:szCs w:val="22"/>
              </w:rPr>
              <w:t>0020400</w:t>
            </w:r>
          </w:p>
        </w:tc>
        <w:tc>
          <w:tcPr>
            <w:tcW w:w="594" w:type="dxa"/>
          </w:tcPr>
          <w:p w:rsidR="00E0319B" w:rsidRDefault="00E0319B" w:rsidP="005F02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017</w:t>
            </w:r>
          </w:p>
        </w:tc>
        <w:tc>
          <w:tcPr>
            <w:tcW w:w="1276" w:type="dxa"/>
          </w:tcPr>
          <w:p w:rsidR="00E0319B" w:rsidRDefault="00E0319B" w:rsidP="005F02AA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6,9</w:t>
            </w:r>
          </w:p>
        </w:tc>
      </w:tr>
      <w:tr w:rsidR="00E0319B" w:rsidRPr="004F1034">
        <w:tc>
          <w:tcPr>
            <w:tcW w:w="5230" w:type="dxa"/>
          </w:tcPr>
          <w:p w:rsidR="00E0319B" w:rsidRPr="004F1034" w:rsidRDefault="00E0319B" w:rsidP="005F02AA">
            <w:pPr>
              <w:rPr>
                <w:sz w:val="20"/>
                <w:szCs w:val="20"/>
              </w:rPr>
            </w:pPr>
            <w:r w:rsidRPr="004F1034">
              <w:rPr>
                <w:rFonts w:ascii="Arial" w:hAnsi="Arial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25" w:type="dxa"/>
          </w:tcPr>
          <w:p w:rsidR="00E0319B" w:rsidRPr="004F1034" w:rsidRDefault="00E0319B" w:rsidP="005F02AA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Pr="004F1034" w:rsidRDefault="00E0319B" w:rsidP="005F02AA"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E0319B" w:rsidRPr="004F1034" w:rsidRDefault="00E0319B" w:rsidP="005F02AA">
            <w:r w:rsidRPr="004F1034">
              <w:rPr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E0319B" w:rsidRPr="004F1034" w:rsidRDefault="00E0319B" w:rsidP="005F02AA">
            <w:r w:rsidRPr="004F1034">
              <w:rPr>
                <w:sz w:val="22"/>
                <w:szCs w:val="22"/>
              </w:rPr>
              <w:t>0020400</w:t>
            </w:r>
          </w:p>
        </w:tc>
        <w:tc>
          <w:tcPr>
            <w:tcW w:w="594" w:type="dxa"/>
          </w:tcPr>
          <w:p w:rsidR="00E0319B" w:rsidRPr="004F1034" w:rsidRDefault="00E0319B" w:rsidP="005F02AA">
            <w:r>
              <w:rPr>
                <w:sz w:val="22"/>
                <w:szCs w:val="22"/>
              </w:rPr>
              <w:t>5</w:t>
            </w:r>
            <w:r w:rsidRPr="004F1034">
              <w:rPr>
                <w:sz w:val="22"/>
                <w:szCs w:val="22"/>
              </w:rPr>
              <w:t>00</w:t>
            </w:r>
          </w:p>
        </w:tc>
        <w:tc>
          <w:tcPr>
            <w:tcW w:w="1276" w:type="dxa"/>
          </w:tcPr>
          <w:p w:rsidR="00E0319B" w:rsidRPr="004F1034" w:rsidRDefault="00E0319B" w:rsidP="005F02AA">
            <w:pPr>
              <w:jc w:val="center"/>
            </w:pPr>
            <w:r>
              <w:rPr>
                <w:i/>
                <w:iCs/>
                <w:sz w:val="22"/>
                <w:szCs w:val="22"/>
              </w:rPr>
              <w:t>1394,1</w:t>
            </w:r>
          </w:p>
        </w:tc>
      </w:tr>
      <w:tr w:rsidR="00E0319B" w:rsidRPr="004F1034">
        <w:tc>
          <w:tcPr>
            <w:tcW w:w="5230" w:type="dxa"/>
          </w:tcPr>
          <w:p w:rsidR="00E0319B" w:rsidRPr="005F02AA" w:rsidRDefault="00E0319B" w:rsidP="005F02AA">
            <w:pPr>
              <w:rPr>
                <w:rFonts w:ascii="Arial" w:hAnsi="Arial" w:cs="Arial"/>
                <w:sz w:val="20"/>
                <w:szCs w:val="20"/>
              </w:rPr>
            </w:pPr>
            <w:r w:rsidRPr="005F02AA">
              <w:rPr>
                <w:rFonts w:ascii="Arial" w:hAnsi="Arial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25" w:type="dxa"/>
          </w:tcPr>
          <w:p w:rsidR="00E0319B" w:rsidRPr="004F1034" w:rsidRDefault="00E0319B" w:rsidP="005F02AA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Pr="004F1034" w:rsidRDefault="00E0319B" w:rsidP="005F02AA"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E0319B" w:rsidRPr="004F1034" w:rsidRDefault="00E0319B" w:rsidP="005F02AA">
            <w:r w:rsidRPr="004F1034">
              <w:rPr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E0319B" w:rsidRPr="004F1034" w:rsidRDefault="00E0319B" w:rsidP="005F02AA">
            <w:r w:rsidRPr="004F1034">
              <w:rPr>
                <w:sz w:val="22"/>
                <w:szCs w:val="22"/>
              </w:rPr>
              <w:t>0020</w:t>
            </w:r>
            <w:r>
              <w:rPr>
                <w:sz w:val="22"/>
                <w:szCs w:val="22"/>
              </w:rPr>
              <w:t>513</w:t>
            </w:r>
          </w:p>
        </w:tc>
        <w:tc>
          <w:tcPr>
            <w:tcW w:w="594" w:type="dxa"/>
          </w:tcPr>
          <w:p w:rsidR="00E0319B" w:rsidRPr="004F1034" w:rsidRDefault="00E0319B" w:rsidP="005F02AA">
            <w:r>
              <w:rPr>
                <w:sz w:val="22"/>
                <w:szCs w:val="22"/>
              </w:rPr>
              <w:t>5</w:t>
            </w:r>
            <w:r w:rsidRPr="004F1034">
              <w:rPr>
                <w:sz w:val="22"/>
                <w:szCs w:val="22"/>
              </w:rPr>
              <w:t>00</w:t>
            </w:r>
          </w:p>
        </w:tc>
        <w:tc>
          <w:tcPr>
            <w:tcW w:w="1276" w:type="dxa"/>
          </w:tcPr>
          <w:p w:rsidR="00E0319B" w:rsidRDefault="00E0319B" w:rsidP="005F02AA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0,1</w:t>
            </w:r>
          </w:p>
        </w:tc>
      </w:tr>
      <w:tr w:rsidR="00E0319B" w:rsidRPr="004F1034">
        <w:tc>
          <w:tcPr>
            <w:tcW w:w="5230" w:type="dxa"/>
          </w:tcPr>
          <w:p w:rsidR="00E0319B" w:rsidRPr="004F1034" w:rsidRDefault="00E0319B" w:rsidP="005F02AA">
            <w:pPr>
              <w:rPr>
                <w:rFonts w:ascii="Arial" w:hAnsi="Arial" w:cs="Arial"/>
                <w:sz w:val="20"/>
                <w:szCs w:val="20"/>
              </w:rPr>
            </w:pPr>
            <w:r w:rsidRPr="00A17D4C">
              <w:rPr>
                <w:rFonts w:ascii="Arial" w:hAnsi="Arial" w:cs="Arial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5" w:type="dxa"/>
          </w:tcPr>
          <w:p w:rsidR="00E0319B" w:rsidRPr="004F1034" w:rsidRDefault="00E0319B" w:rsidP="005F02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Pr="004F1034" w:rsidRDefault="00E0319B" w:rsidP="005F02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E0319B" w:rsidRPr="004F1034" w:rsidRDefault="00E0319B" w:rsidP="005F02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096" w:type="dxa"/>
          </w:tcPr>
          <w:p w:rsidR="00E0319B" w:rsidRPr="004F1034" w:rsidRDefault="00E0319B" w:rsidP="005F02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0000000</w:t>
            </w:r>
          </w:p>
        </w:tc>
        <w:tc>
          <w:tcPr>
            <w:tcW w:w="594" w:type="dxa"/>
          </w:tcPr>
          <w:p w:rsidR="00E0319B" w:rsidRDefault="00E0319B" w:rsidP="005F02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</w:tcPr>
          <w:p w:rsidR="00E0319B" w:rsidRDefault="00E0319B" w:rsidP="005F02AA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9,0</w:t>
            </w:r>
          </w:p>
        </w:tc>
      </w:tr>
      <w:tr w:rsidR="00E0319B" w:rsidRPr="004F1034">
        <w:tc>
          <w:tcPr>
            <w:tcW w:w="5230" w:type="dxa"/>
          </w:tcPr>
          <w:p w:rsidR="00E0319B" w:rsidRPr="004F1034" w:rsidRDefault="00E0319B" w:rsidP="005F02AA">
            <w:pPr>
              <w:rPr>
                <w:rFonts w:ascii="Arial" w:hAnsi="Arial" w:cs="Arial"/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725" w:type="dxa"/>
          </w:tcPr>
          <w:p w:rsidR="00E0319B" w:rsidRPr="004F1034" w:rsidRDefault="00E0319B" w:rsidP="005F02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Pr="004F1034" w:rsidRDefault="00E0319B" w:rsidP="005F02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E0319B" w:rsidRPr="004F1034" w:rsidRDefault="00E0319B" w:rsidP="005F02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096" w:type="dxa"/>
          </w:tcPr>
          <w:p w:rsidR="00E0319B" w:rsidRPr="004F1034" w:rsidRDefault="00E0319B" w:rsidP="005F02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0020400</w:t>
            </w:r>
          </w:p>
        </w:tc>
        <w:tc>
          <w:tcPr>
            <w:tcW w:w="594" w:type="dxa"/>
          </w:tcPr>
          <w:p w:rsidR="00E0319B" w:rsidRDefault="00E0319B" w:rsidP="005F02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</w:tcPr>
          <w:p w:rsidR="00E0319B" w:rsidRDefault="00E0319B" w:rsidP="005F02AA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9,0</w:t>
            </w:r>
          </w:p>
        </w:tc>
      </w:tr>
      <w:tr w:rsidR="00E0319B" w:rsidRPr="004F1034">
        <w:tc>
          <w:tcPr>
            <w:tcW w:w="5230" w:type="dxa"/>
          </w:tcPr>
          <w:p w:rsidR="00E0319B" w:rsidRPr="004F1034" w:rsidRDefault="00E0319B" w:rsidP="005F02AA">
            <w:pPr>
              <w:rPr>
                <w:rFonts w:ascii="Arial" w:hAnsi="Arial" w:cs="Arial"/>
                <w:sz w:val="20"/>
                <w:szCs w:val="20"/>
              </w:rPr>
            </w:pPr>
            <w:r w:rsidRPr="00AA04C1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25" w:type="dxa"/>
          </w:tcPr>
          <w:p w:rsidR="00E0319B" w:rsidRPr="004F1034" w:rsidRDefault="00E0319B" w:rsidP="005F02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Pr="004F1034" w:rsidRDefault="00E0319B" w:rsidP="005F02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E0319B" w:rsidRPr="004F1034" w:rsidRDefault="00E0319B" w:rsidP="005F02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096" w:type="dxa"/>
          </w:tcPr>
          <w:p w:rsidR="00E0319B" w:rsidRPr="004F1034" w:rsidRDefault="00E0319B" w:rsidP="005F02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0020400</w:t>
            </w:r>
          </w:p>
        </w:tc>
        <w:tc>
          <w:tcPr>
            <w:tcW w:w="594" w:type="dxa"/>
          </w:tcPr>
          <w:p w:rsidR="00E0319B" w:rsidRDefault="00E0319B" w:rsidP="005F02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017</w:t>
            </w:r>
          </w:p>
        </w:tc>
        <w:tc>
          <w:tcPr>
            <w:tcW w:w="1276" w:type="dxa"/>
          </w:tcPr>
          <w:p w:rsidR="00E0319B" w:rsidRDefault="00E0319B" w:rsidP="005F02AA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9,0</w:t>
            </w:r>
          </w:p>
        </w:tc>
      </w:tr>
      <w:tr w:rsidR="00E0319B" w:rsidRPr="004F1034">
        <w:tc>
          <w:tcPr>
            <w:tcW w:w="5230" w:type="dxa"/>
          </w:tcPr>
          <w:p w:rsidR="00E0319B" w:rsidRPr="00AA04C1" w:rsidRDefault="00E0319B" w:rsidP="005F02AA">
            <w:pPr>
              <w:rPr>
                <w:rFonts w:ascii="Arial" w:hAnsi="Arial" w:cs="Arial"/>
                <w:sz w:val="20"/>
                <w:szCs w:val="20"/>
              </w:rPr>
            </w:pPr>
            <w:r w:rsidRPr="005F02AA">
              <w:rPr>
                <w:rFonts w:ascii="Arial" w:hAnsi="Arial" w:cs="Arial"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         </w:t>
            </w:r>
          </w:p>
        </w:tc>
        <w:tc>
          <w:tcPr>
            <w:tcW w:w="725" w:type="dxa"/>
          </w:tcPr>
          <w:p w:rsidR="00E0319B" w:rsidRDefault="00E0319B" w:rsidP="005F02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Default="00E0319B" w:rsidP="005F02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E0319B" w:rsidRDefault="00E0319B" w:rsidP="005F02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96" w:type="dxa"/>
          </w:tcPr>
          <w:p w:rsidR="00E0319B" w:rsidRDefault="00E0319B" w:rsidP="005F02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0000000</w:t>
            </w:r>
          </w:p>
        </w:tc>
        <w:tc>
          <w:tcPr>
            <w:tcW w:w="594" w:type="dxa"/>
          </w:tcPr>
          <w:p w:rsidR="00E0319B" w:rsidRDefault="00E0319B" w:rsidP="005F02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</w:tcPr>
          <w:p w:rsidR="00E0319B" w:rsidRDefault="00E0319B" w:rsidP="005F02AA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6,0</w:t>
            </w:r>
          </w:p>
        </w:tc>
      </w:tr>
      <w:tr w:rsidR="00E0319B" w:rsidRPr="004F1034">
        <w:tc>
          <w:tcPr>
            <w:tcW w:w="5230" w:type="dxa"/>
          </w:tcPr>
          <w:p w:rsidR="00E0319B" w:rsidRPr="00AA04C1" w:rsidRDefault="00E0319B" w:rsidP="005F02AA">
            <w:pPr>
              <w:rPr>
                <w:rFonts w:ascii="Arial" w:hAnsi="Arial" w:cs="Arial"/>
                <w:sz w:val="20"/>
                <w:szCs w:val="20"/>
              </w:rPr>
            </w:pPr>
            <w:r w:rsidRPr="005F02AA">
              <w:rPr>
                <w:rFonts w:ascii="Arial" w:hAnsi="Arial" w:cs="Arial"/>
                <w:sz w:val="20"/>
                <w:szCs w:val="20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725" w:type="dxa"/>
          </w:tcPr>
          <w:p w:rsidR="00E0319B" w:rsidRDefault="00E0319B" w:rsidP="005F02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Default="00E0319B" w:rsidP="005F02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E0319B" w:rsidRDefault="00E0319B" w:rsidP="005F02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96" w:type="dxa"/>
          </w:tcPr>
          <w:p w:rsidR="00E0319B" w:rsidRDefault="00E0319B" w:rsidP="005F02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0900200</w:t>
            </w:r>
          </w:p>
        </w:tc>
        <w:tc>
          <w:tcPr>
            <w:tcW w:w="594" w:type="dxa"/>
          </w:tcPr>
          <w:p w:rsidR="00E0319B" w:rsidRDefault="00E0319B" w:rsidP="005F02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</w:tcPr>
          <w:p w:rsidR="00E0319B" w:rsidRDefault="00E0319B" w:rsidP="005F02AA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6,0</w:t>
            </w:r>
          </w:p>
        </w:tc>
      </w:tr>
      <w:tr w:rsidR="00E0319B" w:rsidRPr="004F1034">
        <w:tc>
          <w:tcPr>
            <w:tcW w:w="5230" w:type="dxa"/>
          </w:tcPr>
          <w:p w:rsidR="00E0319B" w:rsidRPr="005F02AA" w:rsidRDefault="00E0319B" w:rsidP="005F02AA">
            <w:pPr>
              <w:rPr>
                <w:rFonts w:ascii="Arial" w:hAnsi="Arial" w:cs="Arial"/>
                <w:sz w:val="20"/>
                <w:szCs w:val="20"/>
              </w:rPr>
            </w:pPr>
            <w:r w:rsidRPr="005F02AA">
              <w:rPr>
                <w:rFonts w:ascii="Arial" w:hAnsi="Arial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25" w:type="dxa"/>
          </w:tcPr>
          <w:p w:rsidR="00E0319B" w:rsidRDefault="00E0319B" w:rsidP="005F02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Default="00E0319B" w:rsidP="005F02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E0319B" w:rsidRDefault="00E0319B" w:rsidP="005F02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96" w:type="dxa"/>
          </w:tcPr>
          <w:p w:rsidR="00E0319B" w:rsidRDefault="00E0319B" w:rsidP="005F02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0900200</w:t>
            </w:r>
          </w:p>
        </w:tc>
        <w:tc>
          <w:tcPr>
            <w:tcW w:w="594" w:type="dxa"/>
          </w:tcPr>
          <w:p w:rsidR="00E0319B" w:rsidRDefault="00E0319B" w:rsidP="005F02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</w:tcPr>
          <w:p w:rsidR="00E0319B" w:rsidRDefault="00E0319B" w:rsidP="005F02AA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6,0</w:t>
            </w:r>
          </w:p>
        </w:tc>
      </w:tr>
      <w:tr w:rsidR="00E0319B" w:rsidRPr="004F1034">
        <w:tc>
          <w:tcPr>
            <w:tcW w:w="5230" w:type="dxa"/>
          </w:tcPr>
          <w:p w:rsidR="00E0319B" w:rsidRPr="004F1034" w:rsidRDefault="00E0319B" w:rsidP="005F02A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1034">
              <w:rPr>
                <w:rFonts w:ascii="Arial" w:hAnsi="Arial" w:cs="Arial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25" w:type="dxa"/>
          </w:tcPr>
          <w:p w:rsidR="00E0319B" w:rsidRPr="004F1034" w:rsidRDefault="00E0319B" w:rsidP="005F02AA">
            <w:pPr>
              <w:rPr>
                <w:b/>
                <w:bCs/>
              </w:rPr>
            </w:pPr>
            <w:r w:rsidRPr="004F1034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Pr="004F1034" w:rsidRDefault="00E0319B" w:rsidP="005F02AA">
            <w:pPr>
              <w:rPr>
                <w:b/>
                <w:bCs/>
              </w:rPr>
            </w:pPr>
            <w:r w:rsidRPr="004F1034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572" w:type="dxa"/>
          </w:tcPr>
          <w:p w:rsidR="00E0319B" w:rsidRPr="004F1034" w:rsidRDefault="00E0319B" w:rsidP="005F02AA">
            <w:pPr>
              <w:rPr>
                <w:b/>
                <w:bCs/>
              </w:rPr>
            </w:pPr>
            <w:r w:rsidRPr="004F1034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096" w:type="dxa"/>
          </w:tcPr>
          <w:p w:rsidR="00E0319B" w:rsidRPr="004F1034" w:rsidRDefault="00E0319B" w:rsidP="005F02AA">
            <w:pPr>
              <w:rPr>
                <w:b/>
                <w:bCs/>
              </w:rPr>
            </w:pPr>
            <w:r w:rsidRPr="004F1034">
              <w:rPr>
                <w:b/>
                <w:bCs/>
                <w:sz w:val="22"/>
                <w:szCs w:val="22"/>
              </w:rPr>
              <w:t>0000000</w:t>
            </w:r>
          </w:p>
        </w:tc>
        <w:tc>
          <w:tcPr>
            <w:tcW w:w="594" w:type="dxa"/>
          </w:tcPr>
          <w:p w:rsidR="00E0319B" w:rsidRPr="004F1034" w:rsidRDefault="00E0319B" w:rsidP="005F02AA">
            <w:pPr>
              <w:rPr>
                <w:b/>
                <w:bCs/>
              </w:rPr>
            </w:pPr>
            <w:r w:rsidRPr="004F1034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276" w:type="dxa"/>
          </w:tcPr>
          <w:p w:rsidR="00E0319B" w:rsidRPr="004F1034" w:rsidRDefault="00E0319B" w:rsidP="005F02A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69,0</w:t>
            </w:r>
          </w:p>
        </w:tc>
      </w:tr>
      <w:tr w:rsidR="00E0319B" w:rsidRPr="004F1034">
        <w:trPr>
          <w:trHeight w:val="330"/>
        </w:trPr>
        <w:tc>
          <w:tcPr>
            <w:tcW w:w="5230" w:type="dxa"/>
          </w:tcPr>
          <w:p w:rsidR="00E0319B" w:rsidRPr="004F1034" w:rsidRDefault="00E0319B" w:rsidP="005F02AA">
            <w:pPr>
              <w:jc w:val="both"/>
              <w:rPr>
                <w:i/>
                <w:iCs/>
                <w:sz w:val="20"/>
                <w:szCs w:val="20"/>
              </w:rPr>
            </w:pPr>
            <w:r w:rsidRPr="004F1034">
              <w:rPr>
                <w:rFonts w:ascii="Arial" w:hAnsi="Arial" w:cs="Arial"/>
                <w:i/>
                <w:iCs/>
                <w:sz w:val="20"/>
                <w:szCs w:val="20"/>
              </w:rPr>
              <w:t>Мобилизационная  и вневойсковая подготовка</w:t>
            </w:r>
          </w:p>
        </w:tc>
        <w:tc>
          <w:tcPr>
            <w:tcW w:w="725" w:type="dxa"/>
          </w:tcPr>
          <w:p w:rsidR="00E0319B" w:rsidRPr="004F1034" w:rsidRDefault="00E0319B" w:rsidP="005F02AA">
            <w:pPr>
              <w:rPr>
                <w:i/>
                <w:iCs/>
              </w:rPr>
            </w:pPr>
            <w:r w:rsidRPr="004F1034">
              <w:rPr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Pr="004F1034" w:rsidRDefault="00E0319B" w:rsidP="005F02AA">
            <w:pPr>
              <w:rPr>
                <w:i/>
                <w:iCs/>
              </w:rPr>
            </w:pPr>
            <w:r w:rsidRPr="004F1034">
              <w:rPr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572" w:type="dxa"/>
          </w:tcPr>
          <w:p w:rsidR="00E0319B" w:rsidRPr="004F1034" w:rsidRDefault="00E0319B" w:rsidP="005F02AA">
            <w:pPr>
              <w:rPr>
                <w:i/>
                <w:iCs/>
              </w:rPr>
            </w:pPr>
            <w:r w:rsidRPr="004F1034">
              <w:rPr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1096" w:type="dxa"/>
          </w:tcPr>
          <w:p w:rsidR="00E0319B" w:rsidRPr="004F1034" w:rsidRDefault="00E0319B" w:rsidP="005F02AA">
            <w:pPr>
              <w:rPr>
                <w:i/>
                <w:iCs/>
              </w:rPr>
            </w:pPr>
            <w:r w:rsidRPr="004F1034">
              <w:rPr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94" w:type="dxa"/>
          </w:tcPr>
          <w:p w:rsidR="00E0319B" w:rsidRPr="004F1034" w:rsidRDefault="00E0319B" w:rsidP="005F02AA">
            <w:pPr>
              <w:rPr>
                <w:i/>
                <w:iCs/>
              </w:rPr>
            </w:pPr>
            <w:r w:rsidRPr="004F1034">
              <w:rPr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1276" w:type="dxa"/>
          </w:tcPr>
          <w:p w:rsidR="00E0319B" w:rsidRPr="004F1034" w:rsidRDefault="00E0319B" w:rsidP="005F02AA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69,0</w:t>
            </w:r>
          </w:p>
        </w:tc>
      </w:tr>
      <w:tr w:rsidR="00E0319B" w:rsidRPr="004F1034">
        <w:tc>
          <w:tcPr>
            <w:tcW w:w="5230" w:type="dxa"/>
          </w:tcPr>
          <w:p w:rsidR="00E0319B" w:rsidRPr="004F1034" w:rsidRDefault="00E0319B" w:rsidP="005F02AA">
            <w:pPr>
              <w:jc w:val="both"/>
              <w:rPr>
                <w:sz w:val="20"/>
                <w:szCs w:val="20"/>
              </w:rPr>
            </w:pPr>
            <w:r w:rsidRPr="004F1034">
              <w:rPr>
                <w:rFonts w:ascii="Arial" w:hAnsi="Arial" w:cs="Arial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5" w:type="dxa"/>
          </w:tcPr>
          <w:p w:rsidR="00E0319B" w:rsidRPr="004F1034" w:rsidRDefault="00E0319B" w:rsidP="005F02AA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Pr="004F1034" w:rsidRDefault="00E0319B" w:rsidP="005F02AA">
            <w:r w:rsidRPr="004F1034">
              <w:rPr>
                <w:sz w:val="22"/>
                <w:szCs w:val="22"/>
              </w:rPr>
              <w:t>02</w:t>
            </w:r>
          </w:p>
        </w:tc>
        <w:tc>
          <w:tcPr>
            <w:tcW w:w="572" w:type="dxa"/>
          </w:tcPr>
          <w:p w:rsidR="00E0319B" w:rsidRPr="004F1034" w:rsidRDefault="00E0319B" w:rsidP="005F02AA">
            <w:r w:rsidRPr="004F1034">
              <w:rPr>
                <w:sz w:val="22"/>
                <w:szCs w:val="22"/>
              </w:rPr>
              <w:t>03</w:t>
            </w:r>
          </w:p>
        </w:tc>
        <w:tc>
          <w:tcPr>
            <w:tcW w:w="1096" w:type="dxa"/>
          </w:tcPr>
          <w:p w:rsidR="00E0319B" w:rsidRPr="004F1034" w:rsidRDefault="00E0319B" w:rsidP="005F02AA">
            <w:r w:rsidRPr="004F1034">
              <w:rPr>
                <w:sz w:val="22"/>
                <w:szCs w:val="22"/>
              </w:rPr>
              <w:t>0013600</w:t>
            </w:r>
          </w:p>
        </w:tc>
        <w:tc>
          <w:tcPr>
            <w:tcW w:w="594" w:type="dxa"/>
          </w:tcPr>
          <w:p w:rsidR="00E0319B" w:rsidRPr="004F1034" w:rsidRDefault="00E0319B" w:rsidP="005F02AA"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</w:tcPr>
          <w:p w:rsidR="00E0319B" w:rsidRPr="004F1034" w:rsidRDefault="00E0319B" w:rsidP="005F02AA">
            <w:pPr>
              <w:jc w:val="center"/>
            </w:pPr>
            <w:r>
              <w:rPr>
                <w:sz w:val="22"/>
                <w:szCs w:val="22"/>
              </w:rPr>
              <w:t>69,0</w:t>
            </w:r>
          </w:p>
        </w:tc>
      </w:tr>
      <w:tr w:rsidR="00E0319B" w:rsidRPr="004F1034">
        <w:tc>
          <w:tcPr>
            <w:tcW w:w="5230" w:type="dxa"/>
          </w:tcPr>
          <w:p w:rsidR="00E0319B" w:rsidRPr="004F1034" w:rsidRDefault="00E0319B" w:rsidP="005F02AA">
            <w:pPr>
              <w:jc w:val="both"/>
              <w:rPr>
                <w:sz w:val="20"/>
                <w:szCs w:val="20"/>
              </w:rPr>
            </w:pPr>
            <w:r w:rsidRPr="004F1034">
              <w:rPr>
                <w:rFonts w:ascii="Arial" w:hAnsi="Arial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25" w:type="dxa"/>
          </w:tcPr>
          <w:p w:rsidR="00E0319B" w:rsidRPr="004F1034" w:rsidRDefault="00E0319B" w:rsidP="005F02AA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Pr="004F1034" w:rsidRDefault="00E0319B" w:rsidP="005F02AA">
            <w:r w:rsidRPr="004F1034">
              <w:rPr>
                <w:sz w:val="22"/>
                <w:szCs w:val="22"/>
              </w:rPr>
              <w:t>02</w:t>
            </w:r>
          </w:p>
        </w:tc>
        <w:tc>
          <w:tcPr>
            <w:tcW w:w="572" w:type="dxa"/>
          </w:tcPr>
          <w:p w:rsidR="00E0319B" w:rsidRPr="004F1034" w:rsidRDefault="00E0319B" w:rsidP="005F02AA">
            <w:r w:rsidRPr="004F1034">
              <w:rPr>
                <w:sz w:val="22"/>
                <w:szCs w:val="22"/>
              </w:rPr>
              <w:t>03</w:t>
            </w:r>
          </w:p>
        </w:tc>
        <w:tc>
          <w:tcPr>
            <w:tcW w:w="1096" w:type="dxa"/>
          </w:tcPr>
          <w:p w:rsidR="00E0319B" w:rsidRPr="004F1034" w:rsidRDefault="00E0319B" w:rsidP="005F02AA">
            <w:r w:rsidRPr="004F1034">
              <w:rPr>
                <w:sz w:val="22"/>
                <w:szCs w:val="22"/>
              </w:rPr>
              <w:t>0013600</w:t>
            </w:r>
          </w:p>
        </w:tc>
        <w:tc>
          <w:tcPr>
            <w:tcW w:w="594" w:type="dxa"/>
          </w:tcPr>
          <w:p w:rsidR="00E0319B" w:rsidRPr="004F1034" w:rsidRDefault="00E0319B" w:rsidP="005F02AA">
            <w:r>
              <w:rPr>
                <w:sz w:val="22"/>
                <w:szCs w:val="22"/>
              </w:rPr>
              <w:t>5</w:t>
            </w:r>
            <w:r w:rsidRPr="004F1034">
              <w:rPr>
                <w:sz w:val="22"/>
                <w:szCs w:val="22"/>
              </w:rPr>
              <w:t>00</w:t>
            </w:r>
          </w:p>
        </w:tc>
        <w:tc>
          <w:tcPr>
            <w:tcW w:w="1276" w:type="dxa"/>
          </w:tcPr>
          <w:p w:rsidR="00E0319B" w:rsidRPr="004F1034" w:rsidRDefault="00E0319B" w:rsidP="005F02AA">
            <w:pPr>
              <w:jc w:val="center"/>
            </w:pPr>
            <w:r>
              <w:rPr>
                <w:sz w:val="22"/>
                <w:szCs w:val="22"/>
              </w:rPr>
              <w:t>69,0</w:t>
            </w:r>
          </w:p>
        </w:tc>
      </w:tr>
      <w:tr w:rsidR="00E0319B" w:rsidRPr="004F1034">
        <w:tc>
          <w:tcPr>
            <w:tcW w:w="5230" w:type="dxa"/>
            <w:vAlign w:val="center"/>
          </w:tcPr>
          <w:p w:rsidR="00E0319B" w:rsidRPr="004F1034" w:rsidRDefault="00E0319B" w:rsidP="005F02A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1034">
              <w:rPr>
                <w:rFonts w:ascii="Arial" w:hAnsi="Arial" w:cs="Arial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25" w:type="dxa"/>
          </w:tcPr>
          <w:p w:rsidR="00E0319B" w:rsidRPr="004F1034" w:rsidRDefault="00E0319B" w:rsidP="005F02AA">
            <w:pPr>
              <w:rPr>
                <w:b/>
                <w:bCs/>
              </w:rPr>
            </w:pPr>
            <w:r w:rsidRPr="004F1034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38" w:type="dxa"/>
            <w:vAlign w:val="center"/>
          </w:tcPr>
          <w:p w:rsidR="00E0319B" w:rsidRPr="004F1034" w:rsidRDefault="00E0319B" w:rsidP="005F02AA">
            <w:pPr>
              <w:rPr>
                <w:b/>
                <w:bCs/>
              </w:rPr>
            </w:pPr>
            <w:r w:rsidRPr="004F1034">
              <w:rPr>
                <w:b/>
                <w:bCs/>
              </w:rPr>
              <w:t>04</w:t>
            </w:r>
          </w:p>
        </w:tc>
        <w:tc>
          <w:tcPr>
            <w:tcW w:w="572" w:type="dxa"/>
            <w:vAlign w:val="center"/>
          </w:tcPr>
          <w:p w:rsidR="00E0319B" w:rsidRPr="004F1034" w:rsidRDefault="00E0319B" w:rsidP="005F02AA">
            <w:pPr>
              <w:rPr>
                <w:b/>
                <w:bCs/>
              </w:rPr>
            </w:pPr>
            <w:r w:rsidRPr="004F1034">
              <w:rPr>
                <w:b/>
                <w:bCs/>
              </w:rPr>
              <w:t>00</w:t>
            </w:r>
          </w:p>
        </w:tc>
        <w:tc>
          <w:tcPr>
            <w:tcW w:w="1096" w:type="dxa"/>
            <w:vAlign w:val="center"/>
          </w:tcPr>
          <w:p w:rsidR="00E0319B" w:rsidRPr="004F1034" w:rsidRDefault="00E0319B" w:rsidP="005F02AA">
            <w:pPr>
              <w:rPr>
                <w:b/>
                <w:bCs/>
              </w:rPr>
            </w:pPr>
            <w:r w:rsidRPr="004F1034">
              <w:rPr>
                <w:b/>
                <w:bCs/>
                <w:sz w:val="22"/>
                <w:szCs w:val="22"/>
              </w:rPr>
              <w:t>0000000</w:t>
            </w:r>
          </w:p>
        </w:tc>
        <w:tc>
          <w:tcPr>
            <w:tcW w:w="594" w:type="dxa"/>
            <w:vAlign w:val="center"/>
          </w:tcPr>
          <w:p w:rsidR="00E0319B" w:rsidRPr="004F1034" w:rsidRDefault="00E0319B" w:rsidP="005F02AA">
            <w:pPr>
              <w:rPr>
                <w:b/>
                <w:bCs/>
              </w:rPr>
            </w:pPr>
            <w:r w:rsidRPr="004F1034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276" w:type="dxa"/>
            <w:vAlign w:val="center"/>
          </w:tcPr>
          <w:p w:rsidR="00E0319B" w:rsidRPr="004F1034" w:rsidRDefault="00E0319B" w:rsidP="000C6F7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1408,7</w:t>
            </w:r>
          </w:p>
        </w:tc>
      </w:tr>
      <w:tr w:rsidR="00E0319B" w:rsidRPr="004F1034">
        <w:tc>
          <w:tcPr>
            <w:tcW w:w="5230" w:type="dxa"/>
            <w:vAlign w:val="center"/>
          </w:tcPr>
          <w:p w:rsidR="00E0319B" w:rsidRPr="004F1034" w:rsidRDefault="00E0319B" w:rsidP="005F02AA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A04C1">
              <w:rPr>
                <w:rFonts w:ascii="Arial" w:hAnsi="Arial" w:cs="Arial"/>
                <w:i/>
                <w:i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25" w:type="dxa"/>
          </w:tcPr>
          <w:p w:rsidR="00E0319B" w:rsidRPr="004F1034" w:rsidRDefault="00E0319B" w:rsidP="005F02AA">
            <w:pPr>
              <w:rPr>
                <w:i/>
                <w:iCs/>
              </w:rPr>
            </w:pPr>
            <w:r w:rsidRPr="004F1034">
              <w:rPr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  <w:vAlign w:val="center"/>
          </w:tcPr>
          <w:p w:rsidR="00E0319B" w:rsidRPr="004F1034" w:rsidRDefault="00E0319B" w:rsidP="005F02AA">
            <w:pPr>
              <w:rPr>
                <w:i/>
                <w:iCs/>
              </w:rPr>
            </w:pPr>
            <w:r w:rsidRPr="004F1034">
              <w:rPr>
                <w:i/>
                <w:iCs/>
              </w:rPr>
              <w:t>04</w:t>
            </w:r>
          </w:p>
        </w:tc>
        <w:tc>
          <w:tcPr>
            <w:tcW w:w="572" w:type="dxa"/>
            <w:vAlign w:val="center"/>
          </w:tcPr>
          <w:p w:rsidR="00E0319B" w:rsidRPr="004F1034" w:rsidRDefault="00E0319B" w:rsidP="005F02AA">
            <w:pPr>
              <w:rPr>
                <w:i/>
                <w:iCs/>
              </w:rPr>
            </w:pPr>
            <w:r>
              <w:rPr>
                <w:i/>
                <w:iCs/>
              </w:rPr>
              <w:t>09</w:t>
            </w:r>
          </w:p>
        </w:tc>
        <w:tc>
          <w:tcPr>
            <w:tcW w:w="1096" w:type="dxa"/>
            <w:vAlign w:val="center"/>
          </w:tcPr>
          <w:p w:rsidR="00E0319B" w:rsidRPr="004F1034" w:rsidRDefault="00E0319B" w:rsidP="005F02AA">
            <w:pPr>
              <w:rPr>
                <w:i/>
                <w:iCs/>
              </w:rPr>
            </w:pPr>
            <w:r w:rsidRPr="004F1034">
              <w:rPr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94" w:type="dxa"/>
            <w:vAlign w:val="center"/>
          </w:tcPr>
          <w:p w:rsidR="00E0319B" w:rsidRPr="004F1034" w:rsidRDefault="00E0319B" w:rsidP="005F02AA">
            <w:pPr>
              <w:rPr>
                <w:i/>
                <w:iCs/>
              </w:rPr>
            </w:pPr>
            <w:r w:rsidRPr="004F1034">
              <w:rPr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1276" w:type="dxa"/>
            <w:vAlign w:val="center"/>
          </w:tcPr>
          <w:p w:rsidR="00E0319B" w:rsidRPr="004F1034" w:rsidRDefault="00E0319B" w:rsidP="000C6F70">
            <w:pPr>
              <w:jc w:val="center"/>
            </w:pPr>
            <w:r>
              <w:rPr>
                <w:sz w:val="22"/>
                <w:szCs w:val="22"/>
              </w:rPr>
              <w:t>1408,7</w:t>
            </w:r>
          </w:p>
        </w:tc>
      </w:tr>
      <w:tr w:rsidR="00E0319B" w:rsidRPr="004F1034">
        <w:tc>
          <w:tcPr>
            <w:tcW w:w="5230" w:type="dxa"/>
          </w:tcPr>
          <w:p w:rsidR="00E0319B" w:rsidRPr="004F1034" w:rsidRDefault="00E0319B" w:rsidP="005F02AA">
            <w:pPr>
              <w:rPr>
                <w:rFonts w:ascii="Arial" w:hAnsi="Arial" w:cs="Arial"/>
                <w:sz w:val="20"/>
                <w:szCs w:val="20"/>
              </w:rPr>
            </w:pPr>
            <w:r w:rsidRPr="00AA04C1">
              <w:rPr>
                <w:rFonts w:ascii="Arial" w:hAnsi="Arial" w:cs="Arial"/>
                <w:sz w:val="20"/>
                <w:szCs w:val="20"/>
              </w:rPr>
              <w:t>Поддержка дорожного хозяйства</w:t>
            </w:r>
          </w:p>
        </w:tc>
        <w:tc>
          <w:tcPr>
            <w:tcW w:w="725" w:type="dxa"/>
          </w:tcPr>
          <w:p w:rsidR="00E0319B" w:rsidRPr="004F1034" w:rsidRDefault="00E0319B" w:rsidP="005F02AA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Default="00E0319B" w:rsidP="005F02AA">
            <w:r>
              <w:t>04</w:t>
            </w:r>
          </w:p>
        </w:tc>
        <w:tc>
          <w:tcPr>
            <w:tcW w:w="572" w:type="dxa"/>
          </w:tcPr>
          <w:p w:rsidR="00E0319B" w:rsidRDefault="00E0319B" w:rsidP="005F02AA">
            <w:r>
              <w:t>09</w:t>
            </w:r>
          </w:p>
        </w:tc>
        <w:tc>
          <w:tcPr>
            <w:tcW w:w="1096" w:type="dxa"/>
          </w:tcPr>
          <w:p w:rsidR="00E0319B" w:rsidRPr="004F1034" w:rsidRDefault="00E0319B" w:rsidP="005F02AA">
            <w:r>
              <w:rPr>
                <w:sz w:val="22"/>
                <w:szCs w:val="22"/>
              </w:rPr>
              <w:t>3150200</w:t>
            </w:r>
          </w:p>
        </w:tc>
        <w:tc>
          <w:tcPr>
            <w:tcW w:w="594" w:type="dxa"/>
          </w:tcPr>
          <w:p w:rsidR="00E0319B" w:rsidRPr="004F1034" w:rsidRDefault="00E0319B" w:rsidP="005F02AA"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  <w:vAlign w:val="center"/>
          </w:tcPr>
          <w:p w:rsidR="00E0319B" w:rsidRPr="004F1034" w:rsidRDefault="00E0319B" w:rsidP="000C6F70">
            <w:pPr>
              <w:jc w:val="center"/>
            </w:pPr>
            <w:r>
              <w:rPr>
                <w:sz w:val="22"/>
                <w:szCs w:val="22"/>
              </w:rPr>
              <w:t>67,9</w:t>
            </w:r>
          </w:p>
        </w:tc>
      </w:tr>
      <w:tr w:rsidR="00E0319B" w:rsidRPr="004F1034">
        <w:tc>
          <w:tcPr>
            <w:tcW w:w="5230" w:type="dxa"/>
            <w:vAlign w:val="center"/>
          </w:tcPr>
          <w:p w:rsidR="00E0319B" w:rsidRPr="004F1034" w:rsidRDefault="00E0319B" w:rsidP="005F02AA">
            <w:pPr>
              <w:rPr>
                <w:rFonts w:ascii="Arial" w:hAnsi="Arial" w:cs="Arial"/>
                <w:sz w:val="20"/>
                <w:szCs w:val="20"/>
              </w:rPr>
            </w:pPr>
            <w:r w:rsidRPr="004F1034">
              <w:rPr>
                <w:rFonts w:ascii="Arial CYR" w:hAnsi="Arial CYR" w:cs="Arial CYR"/>
                <w:sz w:val="20"/>
                <w:szCs w:val="20"/>
              </w:rPr>
              <w:t>Субсидии юридическим лицам</w:t>
            </w:r>
            <w:r w:rsidRPr="004F103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25" w:type="dxa"/>
          </w:tcPr>
          <w:p w:rsidR="00E0319B" w:rsidRPr="004F1034" w:rsidRDefault="00E0319B" w:rsidP="005F02AA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Default="00E0319B" w:rsidP="005F02AA">
            <w:r>
              <w:t>04</w:t>
            </w:r>
          </w:p>
        </w:tc>
        <w:tc>
          <w:tcPr>
            <w:tcW w:w="572" w:type="dxa"/>
          </w:tcPr>
          <w:p w:rsidR="00E0319B" w:rsidRDefault="00E0319B" w:rsidP="005F02AA">
            <w:r>
              <w:t>09</w:t>
            </w:r>
          </w:p>
        </w:tc>
        <w:tc>
          <w:tcPr>
            <w:tcW w:w="1096" w:type="dxa"/>
          </w:tcPr>
          <w:p w:rsidR="00E0319B" w:rsidRPr="004F1034" w:rsidRDefault="00E0319B" w:rsidP="005F02AA">
            <w:r>
              <w:rPr>
                <w:sz w:val="22"/>
                <w:szCs w:val="22"/>
              </w:rPr>
              <w:t>3150200</w:t>
            </w:r>
          </w:p>
        </w:tc>
        <w:tc>
          <w:tcPr>
            <w:tcW w:w="594" w:type="dxa"/>
          </w:tcPr>
          <w:p w:rsidR="00E0319B" w:rsidRPr="004F1034" w:rsidRDefault="00E0319B" w:rsidP="005F02AA">
            <w:r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  <w:vAlign w:val="center"/>
          </w:tcPr>
          <w:p w:rsidR="00E0319B" w:rsidRPr="004F1034" w:rsidRDefault="00E0319B" w:rsidP="000C6F70">
            <w:pPr>
              <w:jc w:val="center"/>
            </w:pPr>
            <w:r>
              <w:rPr>
                <w:sz w:val="22"/>
                <w:szCs w:val="22"/>
              </w:rPr>
              <w:t>67,9</w:t>
            </w:r>
          </w:p>
        </w:tc>
      </w:tr>
      <w:tr w:rsidR="00E0319B" w:rsidRPr="004F1034">
        <w:tc>
          <w:tcPr>
            <w:tcW w:w="5230" w:type="dxa"/>
            <w:vAlign w:val="center"/>
          </w:tcPr>
          <w:p w:rsidR="00E0319B" w:rsidRPr="004F1034" w:rsidRDefault="00E0319B" w:rsidP="005F02AA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A04C1">
              <w:rPr>
                <w:rFonts w:ascii="Arial" w:hAnsi="Arial" w:cs="Arial"/>
                <w:i/>
                <w:iCs/>
                <w:sz w:val="20"/>
                <w:szCs w:val="20"/>
              </w:rPr>
              <w:t>Долгосрочная целевая программа "Развитие автомобильных дорог в Новосибирской области на 2011-2014 годы"</w:t>
            </w:r>
          </w:p>
        </w:tc>
        <w:tc>
          <w:tcPr>
            <w:tcW w:w="725" w:type="dxa"/>
            <w:vAlign w:val="center"/>
          </w:tcPr>
          <w:p w:rsidR="00E0319B" w:rsidRPr="004F1034" w:rsidRDefault="00E0319B" w:rsidP="005F02AA">
            <w:pPr>
              <w:jc w:val="center"/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  <w:vAlign w:val="center"/>
          </w:tcPr>
          <w:p w:rsidR="00E0319B" w:rsidRPr="004F1034" w:rsidRDefault="00E0319B" w:rsidP="005F02AA">
            <w:r w:rsidRPr="004F1034">
              <w:rPr>
                <w:sz w:val="22"/>
                <w:szCs w:val="22"/>
              </w:rPr>
              <w:t>04</w:t>
            </w:r>
          </w:p>
        </w:tc>
        <w:tc>
          <w:tcPr>
            <w:tcW w:w="572" w:type="dxa"/>
            <w:vAlign w:val="center"/>
          </w:tcPr>
          <w:p w:rsidR="00E0319B" w:rsidRPr="004F1034" w:rsidRDefault="00E0319B" w:rsidP="005F02AA">
            <w:r>
              <w:rPr>
                <w:sz w:val="22"/>
                <w:szCs w:val="22"/>
              </w:rPr>
              <w:t>09</w:t>
            </w:r>
          </w:p>
        </w:tc>
        <w:tc>
          <w:tcPr>
            <w:tcW w:w="1096" w:type="dxa"/>
            <w:vAlign w:val="center"/>
          </w:tcPr>
          <w:p w:rsidR="00E0319B" w:rsidRPr="004F1034" w:rsidRDefault="00E0319B" w:rsidP="005F02AA">
            <w:r>
              <w:rPr>
                <w:sz w:val="22"/>
                <w:szCs w:val="22"/>
              </w:rPr>
              <w:t>5226300</w:t>
            </w:r>
          </w:p>
        </w:tc>
        <w:tc>
          <w:tcPr>
            <w:tcW w:w="594" w:type="dxa"/>
            <w:vAlign w:val="center"/>
          </w:tcPr>
          <w:p w:rsidR="00E0319B" w:rsidRPr="004F1034" w:rsidRDefault="00E0319B" w:rsidP="005F02AA"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</w:tcPr>
          <w:p w:rsidR="00E0319B" w:rsidRPr="004F1034" w:rsidRDefault="00E0319B" w:rsidP="005F02AA">
            <w:pPr>
              <w:pStyle w:val="Heading4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1340,8</w:t>
            </w:r>
          </w:p>
        </w:tc>
      </w:tr>
      <w:tr w:rsidR="00E0319B" w:rsidRPr="004F1034">
        <w:trPr>
          <w:trHeight w:val="549"/>
        </w:trPr>
        <w:tc>
          <w:tcPr>
            <w:tcW w:w="5230" w:type="dxa"/>
          </w:tcPr>
          <w:p w:rsidR="00E0319B" w:rsidRPr="004F1034" w:rsidRDefault="00E0319B" w:rsidP="005F02AA">
            <w:pPr>
              <w:rPr>
                <w:rFonts w:ascii="Arial" w:hAnsi="Arial" w:cs="Arial"/>
                <w:sz w:val="20"/>
                <w:szCs w:val="20"/>
              </w:rPr>
            </w:pPr>
            <w:r w:rsidRPr="004F1034">
              <w:rPr>
                <w:rFonts w:ascii="Arial" w:hAnsi="Arial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25" w:type="dxa"/>
            <w:vAlign w:val="center"/>
          </w:tcPr>
          <w:p w:rsidR="00E0319B" w:rsidRPr="004F1034" w:rsidRDefault="00E0319B" w:rsidP="005F02AA">
            <w:pPr>
              <w:jc w:val="center"/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  <w:vAlign w:val="center"/>
          </w:tcPr>
          <w:p w:rsidR="00E0319B" w:rsidRPr="004F1034" w:rsidRDefault="00E0319B" w:rsidP="005F02AA">
            <w:r w:rsidRPr="004F1034">
              <w:rPr>
                <w:sz w:val="22"/>
                <w:szCs w:val="22"/>
              </w:rPr>
              <w:t>04</w:t>
            </w:r>
          </w:p>
        </w:tc>
        <w:tc>
          <w:tcPr>
            <w:tcW w:w="572" w:type="dxa"/>
            <w:vAlign w:val="center"/>
          </w:tcPr>
          <w:p w:rsidR="00E0319B" w:rsidRPr="004F1034" w:rsidRDefault="00E0319B" w:rsidP="005F02AA">
            <w:r>
              <w:rPr>
                <w:sz w:val="22"/>
                <w:szCs w:val="22"/>
              </w:rPr>
              <w:t>09</w:t>
            </w:r>
          </w:p>
        </w:tc>
        <w:tc>
          <w:tcPr>
            <w:tcW w:w="1096" w:type="dxa"/>
            <w:vAlign w:val="center"/>
          </w:tcPr>
          <w:p w:rsidR="00E0319B" w:rsidRPr="004F1034" w:rsidRDefault="00E0319B" w:rsidP="005F02AA">
            <w:r>
              <w:rPr>
                <w:sz w:val="22"/>
                <w:szCs w:val="22"/>
              </w:rPr>
              <w:t>5226300</w:t>
            </w:r>
          </w:p>
        </w:tc>
        <w:tc>
          <w:tcPr>
            <w:tcW w:w="594" w:type="dxa"/>
            <w:vAlign w:val="center"/>
          </w:tcPr>
          <w:p w:rsidR="00E0319B" w:rsidRPr="004F1034" w:rsidRDefault="00E0319B" w:rsidP="005F02AA">
            <w:pPr>
              <w:jc w:val="center"/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vAlign w:val="center"/>
          </w:tcPr>
          <w:p w:rsidR="00E0319B" w:rsidRPr="004F1034" w:rsidRDefault="00E0319B" w:rsidP="005F02AA">
            <w:pPr>
              <w:pStyle w:val="Heading4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1340,8</w:t>
            </w:r>
          </w:p>
        </w:tc>
      </w:tr>
      <w:tr w:rsidR="00E0319B" w:rsidRPr="004F1034">
        <w:tc>
          <w:tcPr>
            <w:tcW w:w="5230" w:type="dxa"/>
          </w:tcPr>
          <w:p w:rsidR="00E0319B" w:rsidRPr="004F1034" w:rsidRDefault="00E0319B" w:rsidP="005F02AA">
            <w:pPr>
              <w:rPr>
                <w:b/>
                <w:bCs/>
                <w:sz w:val="20"/>
                <w:szCs w:val="20"/>
              </w:rPr>
            </w:pPr>
            <w:r w:rsidRPr="004F1034">
              <w:rPr>
                <w:rFonts w:ascii="Arial CYR" w:hAnsi="Arial CYR" w:cs="Arial CYR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25" w:type="dxa"/>
          </w:tcPr>
          <w:p w:rsidR="00E0319B" w:rsidRPr="004F1034" w:rsidRDefault="00E0319B" w:rsidP="005F02AA">
            <w:pPr>
              <w:rPr>
                <w:b/>
                <w:bCs/>
              </w:rPr>
            </w:pPr>
            <w:r w:rsidRPr="004F1034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Pr="004F1034" w:rsidRDefault="00E0319B" w:rsidP="005F02AA">
            <w:pPr>
              <w:rPr>
                <w:b/>
                <w:bCs/>
              </w:rPr>
            </w:pPr>
            <w:r w:rsidRPr="004F1034">
              <w:rPr>
                <w:b/>
                <w:bCs/>
              </w:rPr>
              <w:t>05</w:t>
            </w:r>
          </w:p>
        </w:tc>
        <w:tc>
          <w:tcPr>
            <w:tcW w:w="572" w:type="dxa"/>
          </w:tcPr>
          <w:p w:rsidR="00E0319B" w:rsidRPr="004F1034" w:rsidRDefault="00E0319B" w:rsidP="005F02AA">
            <w:pPr>
              <w:rPr>
                <w:b/>
                <w:bCs/>
              </w:rPr>
            </w:pPr>
            <w:r w:rsidRPr="004F1034">
              <w:rPr>
                <w:b/>
                <w:bCs/>
              </w:rPr>
              <w:t>00</w:t>
            </w:r>
          </w:p>
        </w:tc>
        <w:tc>
          <w:tcPr>
            <w:tcW w:w="1096" w:type="dxa"/>
          </w:tcPr>
          <w:p w:rsidR="00E0319B" w:rsidRPr="004F1034" w:rsidRDefault="00E0319B" w:rsidP="005F02AA">
            <w:pPr>
              <w:rPr>
                <w:b/>
                <w:bCs/>
              </w:rPr>
            </w:pPr>
            <w:r w:rsidRPr="004F1034">
              <w:rPr>
                <w:b/>
                <w:bCs/>
                <w:sz w:val="22"/>
                <w:szCs w:val="22"/>
              </w:rPr>
              <w:t>0000000</w:t>
            </w:r>
          </w:p>
        </w:tc>
        <w:tc>
          <w:tcPr>
            <w:tcW w:w="594" w:type="dxa"/>
          </w:tcPr>
          <w:p w:rsidR="00E0319B" w:rsidRPr="004F1034" w:rsidRDefault="00E0319B" w:rsidP="005F02AA">
            <w:pPr>
              <w:rPr>
                <w:b/>
                <w:bCs/>
              </w:rPr>
            </w:pPr>
            <w:r w:rsidRPr="004F1034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276" w:type="dxa"/>
          </w:tcPr>
          <w:p w:rsidR="00E0319B" w:rsidRPr="004F1034" w:rsidRDefault="00E0319B" w:rsidP="005F02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1376,5</w:t>
            </w:r>
          </w:p>
        </w:tc>
      </w:tr>
      <w:tr w:rsidR="00E0319B" w:rsidRPr="004F1034">
        <w:trPr>
          <w:trHeight w:val="300"/>
        </w:trPr>
        <w:tc>
          <w:tcPr>
            <w:tcW w:w="5230" w:type="dxa"/>
          </w:tcPr>
          <w:p w:rsidR="00E0319B" w:rsidRPr="004F1034" w:rsidRDefault="00E0319B" w:rsidP="005F02AA">
            <w:pPr>
              <w:jc w:val="both"/>
              <w:rPr>
                <w:i/>
                <w:iCs/>
                <w:sz w:val="20"/>
                <w:szCs w:val="20"/>
              </w:rPr>
            </w:pPr>
            <w:r w:rsidRPr="004F1034">
              <w:rPr>
                <w:rFonts w:ascii="Arial" w:hAnsi="Arial" w:cs="Arial"/>
                <w:i/>
                <w:iCs/>
                <w:sz w:val="20"/>
                <w:szCs w:val="20"/>
              </w:rPr>
              <w:t>Коммунальное</w:t>
            </w:r>
            <w:r w:rsidRPr="004F1034">
              <w:rPr>
                <w:rFonts w:ascii="Arial CYR" w:hAnsi="Arial CYR" w:cs="Arial CYR"/>
                <w:i/>
                <w:iCs/>
                <w:sz w:val="20"/>
                <w:szCs w:val="20"/>
              </w:rPr>
              <w:t xml:space="preserve"> хозяйство</w:t>
            </w:r>
          </w:p>
        </w:tc>
        <w:tc>
          <w:tcPr>
            <w:tcW w:w="725" w:type="dxa"/>
          </w:tcPr>
          <w:p w:rsidR="00E0319B" w:rsidRPr="00D23364" w:rsidRDefault="00E0319B" w:rsidP="005F02AA">
            <w:pPr>
              <w:rPr>
                <w:i/>
                <w:iCs/>
              </w:rPr>
            </w:pPr>
            <w:r w:rsidRPr="00D23364">
              <w:rPr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Pr="00D23364" w:rsidRDefault="00E0319B" w:rsidP="005F02AA">
            <w:pPr>
              <w:rPr>
                <w:i/>
                <w:iCs/>
              </w:rPr>
            </w:pPr>
            <w:r w:rsidRPr="00D23364">
              <w:rPr>
                <w:i/>
                <w:iCs/>
              </w:rPr>
              <w:t>05</w:t>
            </w:r>
          </w:p>
        </w:tc>
        <w:tc>
          <w:tcPr>
            <w:tcW w:w="572" w:type="dxa"/>
          </w:tcPr>
          <w:p w:rsidR="00E0319B" w:rsidRPr="00D23364" w:rsidRDefault="00E0319B" w:rsidP="005F02AA">
            <w:pPr>
              <w:rPr>
                <w:i/>
                <w:iCs/>
              </w:rPr>
            </w:pPr>
            <w:r w:rsidRPr="00D23364">
              <w:rPr>
                <w:i/>
                <w:iCs/>
              </w:rPr>
              <w:t>02</w:t>
            </w:r>
          </w:p>
        </w:tc>
        <w:tc>
          <w:tcPr>
            <w:tcW w:w="1096" w:type="dxa"/>
          </w:tcPr>
          <w:p w:rsidR="00E0319B" w:rsidRPr="00D23364" w:rsidRDefault="00E0319B" w:rsidP="005F02AA">
            <w:pPr>
              <w:rPr>
                <w:i/>
                <w:iCs/>
              </w:rPr>
            </w:pPr>
            <w:r w:rsidRPr="00D23364">
              <w:rPr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94" w:type="dxa"/>
          </w:tcPr>
          <w:p w:rsidR="00E0319B" w:rsidRPr="00D23364" w:rsidRDefault="00E0319B" w:rsidP="005F02AA">
            <w:pPr>
              <w:rPr>
                <w:i/>
                <w:iCs/>
              </w:rPr>
            </w:pPr>
            <w:r w:rsidRPr="00D23364">
              <w:rPr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1276" w:type="dxa"/>
          </w:tcPr>
          <w:p w:rsidR="00E0319B" w:rsidRPr="00D23364" w:rsidRDefault="00E0319B" w:rsidP="005F02AA">
            <w:pPr>
              <w:jc w:val="center"/>
              <w:rPr>
                <w:i/>
                <w:iCs/>
              </w:rPr>
            </w:pPr>
            <w:r w:rsidRPr="00D23364">
              <w:rPr>
                <w:i/>
                <w:iCs/>
                <w:sz w:val="22"/>
                <w:szCs w:val="22"/>
              </w:rPr>
              <w:t>1164,7</w:t>
            </w:r>
          </w:p>
        </w:tc>
      </w:tr>
      <w:tr w:rsidR="00E0319B" w:rsidRPr="004F1034">
        <w:trPr>
          <w:trHeight w:val="300"/>
        </w:trPr>
        <w:tc>
          <w:tcPr>
            <w:tcW w:w="5230" w:type="dxa"/>
          </w:tcPr>
          <w:p w:rsidR="00E0319B" w:rsidRPr="00AA04C1" w:rsidRDefault="00E0319B" w:rsidP="005F02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04C1">
              <w:rPr>
                <w:rFonts w:ascii="Arial" w:hAnsi="Arial" w:cs="Arial"/>
                <w:sz w:val="20"/>
                <w:szCs w:val="20"/>
              </w:rPr>
              <w:t>Расходы, возникающие при выполнении полномочий органов местного самоуправления по вопросам местного значения в части снабжения населения топливом</w:t>
            </w:r>
          </w:p>
        </w:tc>
        <w:tc>
          <w:tcPr>
            <w:tcW w:w="725" w:type="dxa"/>
          </w:tcPr>
          <w:p w:rsidR="00E0319B" w:rsidRPr="00AA04C1" w:rsidRDefault="00E0319B" w:rsidP="005F02AA">
            <w:r w:rsidRPr="00AA04C1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Pr="00AA04C1" w:rsidRDefault="00E0319B" w:rsidP="005F02AA">
            <w:r w:rsidRPr="00AA04C1">
              <w:t>05</w:t>
            </w:r>
          </w:p>
        </w:tc>
        <w:tc>
          <w:tcPr>
            <w:tcW w:w="572" w:type="dxa"/>
          </w:tcPr>
          <w:p w:rsidR="00E0319B" w:rsidRPr="00AA04C1" w:rsidRDefault="00E0319B" w:rsidP="005F02AA">
            <w:r w:rsidRPr="00AA04C1">
              <w:t>02</w:t>
            </w:r>
          </w:p>
        </w:tc>
        <w:tc>
          <w:tcPr>
            <w:tcW w:w="1096" w:type="dxa"/>
          </w:tcPr>
          <w:p w:rsidR="00E0319B" w:rsidRPr="00AA04C1" w:rsidRDefault="00E0319B" w:rsidP="005F02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3408302</w:t>
            </w:r>
          </w:p>
        </w:tc>
        <w:tc>
          <w:tcPr>
            <w:tcW w:w="594" w:type="dxa"/>
          </w:tcPr>
          <w:p w:rsidR="00E0319B" w:rsidRPr="00AA04C1" w:rsidRDefault="00E0319B" w:rsidP="005F02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</w:tcPr>
          <w:p w:rsidR="00E0319B" w:rsidRPr="00AA04C1" w:rsidRDefault="00E0319B" w:rsidP="005F02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</w:t>
            </w:r>
          </w:p>
        </w:tc>
      </w:tr>
      <w:tr w:rsidR="00E0319B" w:rsidRPr="004F1034">
        <w:trPr>
          <w:trHeight w:val="300"/>
        </w:trPr>
        <w:tc>
          <w:tcPr>
            <w:tcW w:w="5230" w:type="dxa"/>
          </w:tcPr>
          <w:p w:rsidR="00E0319B" w:rsidRPr="00AA04C1" w:rsidRDefault="00E0319B" w:rsidP="005F02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034">
              <w:rPr>
                <w:rFonts w:ascii="Arial CYR" w:hAnsi="Arial CYR" w:cs="Arial CYR"/>
                <w:sz w:val="20"/>
                <w:szCs w:val="20"/>
              </w:rPr>
              <w:t>Субсидии юридическим лицам</w:t>
            </w:r>
          </w:p>
        </w:tc>
        <w:tc>
          <w:tcPr>
            <w:tcW w:w="725" w:type="dxa"/>
          </w:tcPr>
          <w:p w:rsidR="00E0319B" w:rsidRPr="00AA04C1" w:rsidRDefault="00E0319B" w:rsidP="005F02AA">
            <w:r w:rsidRPr="00AA04C1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Pr="00AA04C1" w:rsidRDefault="00E0319B" w:rsidP="005F02AA">
            <w:r w:rsidRPr="00AA04C1">
              <w:t>05</w:t>
            </w:r>
          </w:p>
        </w:tc>
        <w:tc>
          <w:tcPr>
            <w:tcW w:w="572" w:type="dxa"/>
          </w:tcPr>
          <w:p w:rsidR="00E0319B" w:rsidRPr="00AA04C1" w:rsidRDefault="00E0319B" w:rsidP="005F02AA">
            <w:r w:rsidRPr="00AA04C1">
              <w:t>02</w:t>
            </w:r>
          </w:p>
        </w:tc>
        <w:tc>
          <w:tcPr>
            <w:tcW w:w="1096" w:type="dxa"/>
          </w:tcPr>
          <w:p w:rsidR="00E0319B" w:rsidRPr="00AA04C1" w:rsidRDefault="00E0319B" w:rsidP="005F02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3408302</w:t>
            </w:r>
          </w:p>
        </w:tc>
        <w:tc>
          <w:tcPr>
            <w:tcW w:w="594" w:type="dxa"/>
          </w:tcPr>
          <w:p w:rsidR="00E0319B" w:rsidRPr="00AA04C1" w:rsidRDefault="00E0319B" w:rsidP="005F02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</w:tcPr>
          <w:p w:rsidR="00E0319B" w:rsidRPr="00AA04C1" w:rsidRDefault="00E0319B" w:rsidP="005F02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</w:t>
            </w:r>
          </w:p>
        </w:tc>
      </w:tr>
      <w:tr w:rsidR="00E0319B" w:rsidRPr="006D5CA4">
        <w:trPr>
          <w:trHeight w:val="300"/>
        </w:trPr>
        <w:tc>
          <w:tcPr>
            <w:tcW w:w="5230" w:type="dxa"/>
          </w:tcPr>
          <w:p w:rsidR="00E0319B" w:rsidRPr="004F1034" w:rsidRDefault="00E0319B" w:rsidP="005F02AA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 w:rsidRPr="004F1034">
              <w:rPr>
                <w:rFonts w:ascii="Arial CYR" w:hAnsi="Arial CYR" w:cs="Arial CYR"/>
                <w:sz w:val="20"/>
                <w:szCs w:val="20"/>
              </w:rPr>
              <w:t>Поддержка коммунального хозяйства</w:t>
            </w:r>
          </w:p>
        </w:tc>
        <w:tc>
          <w:tcPr>
            <w:tcW w:w="725" w:type="dxa"/>
          </w:tcPr>
          <w:p w:rsidR="00E0319B" w:rsidRPr="004F1034" w:rsidRDefault="00E0319B" w:rsidP="005F02AA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Pr="006D5CA4" w:rsidRDefault="00E0319B" w:rsidP="005F02AA">
            <w:r>
              <w:t>05</w:t>
            </w:r>
          </w:p>
        </w:tc>
        <w:tc>
          <w:tcPr>
            <w:tcW w:w="572" w:type="dxa"/>
          </w:tcPr>
          <w:p w:rsidR="00E0319B" w:rsidRPr="006D5CA4" w:rsidRDefault="00E0319B" w:rsidP="005F02AA">
            <w:r>
              <w:t>02</w:t>
            </w:r>
          </w:p>
        </w:tc>
        <w:tc>
          <w:tcPr>
            <w:tcW w:w="1096" w:type="dxa"/>
          </w:tcPr>
          <w:p w:rsidR="00E0319B" w:rsidRPr="004F1034" w:rsidRDefault="00E0319B" w:rsidP="005F02AA">
            <w:r w:rsidRPr="004F1034">
              <w:rPr>
                <w:sz w:val="22"/>
                <w:szCs w:val="22"/>
              </w:rPr>
              <w:t>3510000</w:t>
            </w:r>
          </w:p>
        </w:tc>
        <w:tc>
          <w:tcPr>
            <w:tcW w:w="594" w:type="dxa"/>
          </w:tcPr>
          <w:p w:rsidR="00E0319B" w:rsidRPr="004F1034" w:rsidRDefault="00E0319B" w:rsidP="005F02AA"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</w:tcPr>
          <w:p w:rsidR="00E0319B" w:rsidRPr="004F1034" w:rsidRDefault="00E0319B" w:rsidP="00D23364">
            <w:pPr>
              <w:jc w:val="center"/>
            </w:pPr>
            <w:r>
              <w:rPr>
                <w:sz w:val="22"/>
                <w:szCs w:val="22"/>
              </w:rPr>
              <w:t>915,3</w:t>
            </w:r>
          </w:p>
        </w:tc>
      </w:tr>
      <w:tr w:rsidR="00E0319B" w:rsidRPr="006D5CA4">
        <w:trPr>
          <w:trHeight w:val="300"/>
        </w:trPr>
        <w:tc>
          <w:tcPr>
            <w:tcW w:w="5230" w:type="dxa"/>
          </w:tcPr>
          <w:p w:rsidR="00E0319B" w:rsidRPr="004F1034" w:rsidRDefault="00E0319B" w:rsidP="005F02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034">
              <w:rPr>
                <w:rFonts w:ascii="Arial" w:hAnsi="Arial" w:cs="Arial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725" w:type="dxa"/>
          </w:tcPr>
          <w:p w:rsidR="00E0319B" w:rsidRPr="004F1034" w:rsidRDefault="00E0319B" w:rsidP="005F02AA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Default="00E0319B" w:rsidP="005F02AA">
            <w:r>
              <w:t>05</w:t>
            </w:r>
          </w:p>
        </w:tc>
        <w:tc>
          <w:tcPr>
            <w:tcW w:w="572" w:type="dxa"/>
          </w:tcPr>
          <w:p w:rsidR="00E0319B" w:rsidRDefault="00E0319B" w:rsidP="005F02AA">
            <w:r>
              <w:t>02</w:t>
            </w:r>
          </w:p>
        </w:tc>
        <w:tc>
          <w:tcPr>
            <w:tcW w:w="1096" w:type="dxa"/>
          </w:tcPr>
          <w:p w:rsidR="00E0319B" w:rsidRPr="004F1034" w:rsidRDefault="00E0319B" w:rsidP="005F02AA">
            <w:r w:rsidRPr="004F1034">
              <w:rPr>
                <w:sz w:val="22"/>
                <w:szCs w:val="22"/>
              </w:rPr>
              <w:t>3510500</w:t>
            </w:r>
          </w:p>
        </w:tc>
        <w:tc>
          <w:tcPr>
            <w:tcW w:w="594" w:type="dxa"/>
          </w:tcPr>
          <w:p w:rsidR="00E0319B" w:rsidRPr="004F1034" w:rsidRDefault="00E0319B" w:rsidP="005F02AA"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</w:tcPr>
          <w:p w:rsidR="00E0319B" w:rsidRPr="004F1034" w:rsidRDefault="00E0319B" w:rsidP="00D23364">
            <w:pPr>
              <w:jc w:val="center"/>
            </w:pPr>
            <w:r>
              <w:rPr>
                <w:sz w:val="22"/>
                <w:szCs w:val="22"/>
              </w:rPr>
              <w:t>915,3</w:t>
            </w:r>
          </w:p>
        </w:tc>
      </w:tr>
      <w:tr w:rsidR="00E0319B" w:rsidRPr="006D5CA4">
        <w:trPr>
          <w:trHeight w:val="300"/>
        </w:trPr>
        <w:tc>
          <w:tcPr>
            <w:tcW w:w="5230" w:type="dxa"/>
          </w:tcPr>
          <w:p w:rsidR="00E0319B" w:rsidRPr="004F1034" w:rsidRDefault="00E0319B" w:rsidP="005F02AA">
            <w:pPr>
              <w:rPr>
                <w:sz w:val="20"/>
                <w:szCs w:val="20"/>
              </w:rPr>
            </w:pPr>
            <w:r w:rsidRPr="004F1034">
              <w:rPr>
                <w:rFonts w:ascii="Arial CYR" w:hAnsi="Arial CYR" w:cs="Arial CYR"/>
                <w:sz w:val="20"/>
                <w:szCs w:val="20"/>
              </w:rPr>
              <w:t>Субсидии юридическим лицам</w:t>
            </w:r>
          </w:p>
        </w:tc>
        <w:tc>
          <w:tcPr>
            <w:tcW w:w="725" w:type="dxa"/>
          </w:tcPr>
          <w:p w:rsidR="00E0319B" w:rsidRPr="004F1034" w:rsidRDefault="00E0319B" w:rsidP="005F02AA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Default="00E0319B" w:rsidP="005F02AA">
            <w:r>
              <w:t>05</w:t>
            </w:r>
          </w:p>
        </w:tc>
        <w:tc>
          <w:tcPr>
            <w:tcW w:w="572" w:type="dxa"/>
          </w:tcPr>
          <w:p w:rsidR="00E0319B" w:rsidRDefault="00E0319B" w:rsidP="005F02AA">
            <w:r>
              <w:t>02</w:t>
            </w:r>
          </w:p>
        </w:tc>
        <w:tc>
          <w:tcPr>
            <w:tcW w:w="1096" w:type="dxa"/>
          </w:tcPr>
          <w:p w:rsidR="00E0319B" w:rsidRPr="004F1034" w:rsidRDefault="00E0319B" w:rsidP="005F02AA">
            <w:r w:rsidRPr="004F1034">
              <w:rPr>
                <w:sz w:val="22"/>
                <w:szCs w:val="22"/>
              </w:rPr>
              <w:t>3510500</w:t>
            </w:r>
          </w:p>
        </w:tc>
        <w:tc>
          <w:tcPr>
            <w:tcW w:w="594" w:type="dxa"/>
          </w:tcPr>
          <w:p w:rsidR="00E0319B" w:rsidRPr="004F1034" w:rsidRDefault="00E0319B" w:rsidP="005F02AA">
            <w:r w:rsidRPr="004F1034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</w:tcPr>
          <w:p w:rsidR="00E0319B" w:rsidRPr="004F1034" w:rsidRDefault="00E0319B" w:rsidP="00D23364">
            <w:pPr>
              <w:jc w:val="center"/>
            </w:pPr>
            <w:r>
              <w:rPr>
                <w:sz w:val="22"/>
                <w:szCs w:val="22"/>
              </w:rPr>
              <w:t>442,5</w:t>
            </w:r>
          </w:p>
        </w:tc>
      </w:tr>
      <w:tr w:rsidR="00E0319B" w:rsidRPr="006D5CA4">
        <w:trPr>
          <w:trHeight w:val="538"/>
        </w:trPr>
        <w:tc>
          <w:tcPr>
            <w:tcW w:w="5230" w:type="dxa"/>
          </w:tcPr>
          <w:p w:rsidR="00E0319B" w:rsidRPr="004F1034" w:rsidRDefault="00E0319B" w:rsidP="005F02AA">
            <w:pPr>
              <w:rPr>
                <w:rFonts w:ascii="Arial CYR" w:hAnsi="Arial CYR" w:cs="Arial CYR"/>
                <w:sz w:val="20"/>
                <w:szCs w:val="20"/>
              </w:rPr>
            </w:pPr>
            <w:r w:rsidRPr="004F1034">
              <w:rPr>
                <w:rFonts w:ascii="Arial" w:hAnsi="Arial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25" w:type="dxa"/>
          </w:tcPr>
          <w:p w:rsidR="00E0319B" w:rsidRPr="004F1034" w:rsidRDefault="00E0319B" w:rsidP="005F02AA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Default="00E0319B" w:rsidP="005F02AA">
            <w:r>
              <w:t>05</w:t>
            </w:r>
          </w:p>
        </w:tc>
        <w:tc>
          <w:tcPr>
            <w:tcW w:w="572" w:type="dxa"/>
          </w:tcPr>
          <w:p w:rsidR="00E0319B" w:rsidRDefault="00E0319B" w:rsidP="005F02AA">
            <w:r>
              <w:t>02</w:t>
            </w:r>
          </w:p>
        </w:tc>
        <w:tc>
          <w:tcPr>
            <w:tcW w:w="1096" w:type="dxa"/>
          </w:tcPr>
          <w:p w:rsidR="00E0319B" w:rsidRPr="004F1034" w:rsidRDefault="00E0319B" w:rsidP="005F02AA">
            <w:r w:rsidRPr="004F1034">
              <w:rPr>
                <w:sz w:val="22"/>
                <w:szCs w:val="22"/>
              </w:rPr>
              <w:t>3510500</w:t>
            </w:r>
          </w:p>
        </w:tc>
        <w:tc>
          <w:tcPr>
            <w:tcW w:w="594" w:type="dxa"/>
          </w:tcPr>
          <w:p w:rsidR="00E0319B" w:rsidRPr="004F1034" w:rsidRDefault="00E0319B" w:rsidP="005F02AA">
            <w:r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</w:tcPr>
          <w:p w:rsidR="00E0319B" w:rsidRPr="004F1034" w:rsidRDefault="00E0319B" w:rsidP="005F02AA">
            <w:pPr>
              <w:jc w:val="center"/>
            </w:pPr>
            <w:r>
              <w:rPr>
                <w:sz w:val="22"/>
                <w:szCs w:val="22"/>
              </w:rPr>
              <w:t>472,8</w:t>
            </w:r>
          </w:p>
        </w:tc>
      </w:tr>
      <w:tr w:rsidR="00E0319B" w:rsidRPr="006D5CA4">
        <w:trPr>
          <w:trHeight w:val="538"/>
        </w:trPr>
        <w:tc>
          <w:tcPr>
            <w:tcW w:w="5230" w:type="dxa"/>
          </w:tcPr>
          <w:p w:rsidR="00E0319B" w:rsidRPr="004F1034" w:rsidRDefault="00E0319B" w:rsidP="00723327">
            <w:pPr>
              <w:rPr>
                <w:rFonts w:ascii="Arial" w:hAnsi="Arial" w:cs="Arial"/>
                <w:sz w:val="20"/>
                <w:szCs w:val="20"/>
              </w:rPr>
            </w:pPr>
            <w:r w:rsidRPr="004F1034">
              <w:rPr>
                <w:rFonts w:ascii="Arial CYR" w:hAnsi="Arial CYR" w:cs="Arial CYR"/>
                <w:sz w:val="20"/>
                <w:szCs w:val="20"/>
              </w:rPr>
              <w:t>Субсидии юридическим лицам</w:t>
            </w:r>
          </w:p>
        </w:tc>
        <w:tc>
          <w:tcPr>
            <w:tcW w:w="725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Default="00E0319B" w:rsidP="00723327">
            <w:r>
              <w:t>05</w:t>
            </w:r>
          </w:p>
        </w:tc>
        <w:tc>
          <w:tcPr>
            <w:tcW w:w="572" w:type="dxa"/>
          </w:tcPr>
          <w:p w:rsidR="00E0319B" w:rsidRDefault="00E0319B" w:rsidP="00723327">
            <w:r>
              <w:t>02</w:t>
            </w:r>
          </w:p>
        </w:tc>
        <w:tc>
          <w:tcPr>
            <w:tcW w:w="1096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5230112</w:t>
            </w:r>
          </w:p>
        </w:tc>
        <w:tc>
          <w:tcPr>
            <w:tcW w:w="594" w:type="dxa"/>
          </w:tcPr>
          <w:p w:rsidR="00E0319B" w:rsidRPr="004F1034" w:rsidRDefault="00E0319B" w:rsidP="00723327">
            <w:r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</w:tcPr>
          <w:p w:rsidR="00E0319B" w:rsidRDefault="00E0319B" w:rsidP="007233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209,9</w:t>
            </w:r>
          </w:p>
        </w:tc>
      </w:tr>
      <w:tr w:rsidR="00E0319B" w:rsidRPr="004F1034">
        <w:trPr>
          <w:trHeight w:val="286"/>
        </w:trPr>
        <w:tc>
          <w:tcPr>
            <w:tcW w:w="5230" w:type="dxa"/>
          </w:tcPr>
          <w:p w:rsidR="00E0319B" w:rsidRPr="004F1034" w:rsidRDefault="00E0319B" w:rsidP="00723327">
            <w:pPr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4F1034">
              <w:rPr>
                <w:rFonts w:ascii="Arial CYR" w:hAnsi="Arial CYR" w:cs="Arial CYR"/>
                <w:i/>
                <w:iCs/>
                <w:sz w:val="20"/>
                <w:szCs w:val="20"/>
              </w:rPr>
              <w:t xml:space="preserve">  Благоустройство</w:t>
            </w:r>
          </w:p>
        </w:tc>
        <w:tc>
          <w:tcPr>
            <w:tcW w:w="725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Pr="004F1034" w:rsidRDefault="00E0319B" w:rsidP="00723327">
            <w:pPr>
              <w:rPr>
                <w:i/>
                <w:iCs/>
              </w:rPr>
            </w:pPr>
            <w:r w:rsidRPr="004F1034">
              <w:rPr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572" w:type="dxa"/>
          </w:tcPr>
          <w:p w:rsidR="00E0319B" w:rsidRPr="004F1034" w:rsidRDefault="00E0319B" w:rsidP="00723327">
            <w:pPr>
              <w:rPr>
                <w:i/>
                <w:iCs/>
              </w:rPr>
            </w:pPr>
            <w:r w:rsidRPr="004F1034">
              <w:rPr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1096" w:type="dxa"/>
          </w:tcPr>
          <w:p w:rsidR="00E0319B" w:rsidRPr="004F1034" w:rsidRDefault="00E0319B" w:rsidP="00723327">
            <w:pPr>
              <w:rPr>
                <w:i/>
                <w:iCs/>
              </w:rPr>
            </w:pPr>
            <w:r w:rsidRPr="004F1034">
              <w:rPr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94" w:type="dxa"/>
          </w:tcPr>
          <w:p w:rsidR="00E0319B" w:rsidRPr="004F1034" w:rsidRDefault="00E0319B" w:rsidP="00723327">
            <w:pPr>
              <w:rPr>
                <w:i/>
                <w:iCs/>
              </w:rPr>
            </w:pPr>
            <w:r w:rsidRPr="004F1034">
              <w:rPr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1276" w:type="dxa"/>
          </w:tcPr>
          <w:p w:rsidR="00E0319B" w:rsidRPr="004F1034" w:rsidRDefault="00E0319B" w:rsidP="00D23364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211,8</w:t>
            </w:r>
          </w:p>
        </w:tc>
      </w:tr>
      <w:tr w:rsidR="00E0319B" w:rsidRPr="004F1034">
        <w:tc>
          <w:tcPr>
            <w:tcW w:w="5230" w:type="dxa"/>
          </w:tcPr>
          <w:p w:rsidR="00E0319B" w:rsidRPr="004F1034" w:rsidRDefault="00E0319B" w:rsidP="00723327">
            <w:pPr>
              <w:rPr>
                <w:rFonts w:ascii="Arial" w:hAnsi="Arial" w:cs="Arial"/>
                <w:sz w:val="20"/>
                <w:szCs w:val="20"/>
              </w:rPr>
            </w:pPr>
            <w:r w:rsidRPr="004F1034">
              <w:rPr>
                <w:rFonts w:ascii="Arial" w:hAnsi="Arial" w:cs="Arial"/>
                <w:sz w:val="20"/>
                <w:szCs w:val="20"/>
              </w:rPr>
              <w:t>Расходы на благоустройство, подготовку объектов жилищно-коммунального хозяйства территорий городских и сельских поселений</w:t>
            </w:r>
          </w:p>
        </w:tc>
        <w:tc>
          <w:tcPr>
            <w:tcW w:w="725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Default="00E0319B" w:rsidP="00723327">
            <w:r>
              <w:t>05</w:t>
            </w:r>
          </w:p>
        </w:tc>
        <w:tc>
          <w:tcPr>
            <w:tcW w:w="572" w:type="dxa"/>
          </w:tcPr>
          <w:p w:rsidR="00E0319B" w:rsidRDefault="00E0319B" w:rsidP="00723327">
            <w:r>
              <w:t>03</w:t>
            </w:r>
          </w:p>
        </w:tc>
        <w:tc>
          <w:tcPr>
            <w:tcW w:w="1096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5230112</w:t>
            </w:r>
          </w:p>
        </w:tc>
        <w:tc>
          <w:tcPr>
            <w:tcW w:w="594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</w:tcPr>
          <w:p w:rsidR="00E0319B" w:rsidRPr="004F1034" w:rsidRDefault="00E0319B" w:rsidP="00723327">
            <w:pPr>
              <w:jc w:val="center"/>
            </w:pPr>
            <w:r>
              <w:rPr>
                <w:sz w:val="22"/>
                <w:szCs w:val="22"/>
              </w:rPr>
              <w:t>81,7</w:t>
            </w:r>
          </w:p>
        </w:tc>
      </w:tr>
      <w:tr w:rsidR="00E0319B" w:rsidRPr="004F1034">
        <w:tc>
          <w:tcPr>
            <w:tcW w:w="5230" w:type="dxa"/>
          </w:tcPr>
          <w:p w:rsidR="00E0319B" w:rsidRPr="004F1034" w:rsidRDefault="00E0319B" w:rsidP="00723327">
            <w:pPr>
              <w:rPr>
                <w:rFonts w:ascii="Arial" w:hAnsi="Arial" w:cs="Arial"/>
                <w:sz w:val="20"/>
                <w:szCs w:val="20"/>
              </w:rPr>
            </w:pPr>
            <w:r w:rsidRPr="004F1034">
              <w:rPr>
                <w:rFonts w:ascii="Arial CYR" w:hAnsi="Arial CYR" w:cs="Arial CYR"/>
                <w:sz w:val="20"/>
                <w:szCs w:val="20"/>
              </w:rPr>
              <w:t>Субсидии юридическим лицам</w:t>
            </w:r>
          </w:p>
        </w:tc>
        <w:tc>
          <w:tcPr>
            <w:tcW w:w="725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Default="00E0319B" w:rsidP="00723327">
            <w:r>
              <w:t>05</w:t>
            </w:r>
          </w:p>
        </w:tc>
        <w:tc>
          <w:tcPr>
            <w:tcW w:w="572" w:type="dxa"/>
          </w:tcPr>
          <w:p w:rsidR="00E0319B" w:rsidRDefault="00E0319B" w:rsidP="00723327">
            <w:r>
              <w:t>03</w:t>
            </w:r>
          </w:p>
        </w:tc>
        <w:tc>
          <w:tcPr>
            <w:tcW w:w="1096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5230112</w:t>
            </w:r>
          </w:p>
        </w:tc>
        <w:tc>
          <w:tcPr>
            <w:tcW w:w="594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</w:tcPr>
          <w:p w:rsidR="00E0319B" w:rsidRPr="004F1034" w:rsidRDefault="00E0319B" w:rsidP="00723327">
            <w:pPr>
              <w:jc w:val="center"/>
            </w:pPr>
            <w:r>
              <w:rPr>
                <w:sz w:val="22"/>
                <w:szCs w:val="22"/>
              </w:rPr>
              <w:t>81,7</w:t>
            </w:r>
          </w:p>
        </w:tc>
      </w:tr>
      <w:tr w:rsidR="00E0319B" w:rsidRPr="004F1034">
        <w:tc>
          <w:tcPr>
            <w:tcW w:w="5230" w:type="dxa"/>
          </w:tcPr>
          <w:p w:rsidR="00E0319B" w:rsidRPr="00C008E8" w:rsidRDefault="00E0319B" w:rsidP="00723327">
            <w:pPr>
              <w:rPr>
                <w:rFonts w:ascii="Arial" w:hAnsi="Arial" w:cs="Arial"/>
                <w:sz w:val="20"/>
                <w:szCs w:val="20"/>
              </w:rPr>
            </w:pPr>
            <w:r w:rsidRPr="00C008E8">
              <w:rPr>
                <w:rFonts w:ascii="Arial" w:hAnsi="Arial" w:cs="Arial"/>
                <w:sz w:val="20"/>
                <w:szCs w:val="20"/>
              </w:rPr>
              <w:t>Уличное освещение</w:t>
            </w:r>
          </w:p>
        </w:tc>
        <w:tc>
          <w:tcPr>
            <w:tcW w:w="725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Default="00E0319B" w:rsidP="00723327">
            <w:r>
              <w:t>05</w:t>
            </w:r>
          </w:p>
        </w:tc>
        <w:tc>
          <w:tcPr>
            <w:tcW w:w="572" w:type="dxa"/>
          </w:tcPr>
          <w:p w:rsidR="00E0319B" w:rsidRDefault="00E0319B" w:rsidP="00723327">
            <w:r>
              <w:t>03</w:t>
            </w:r>
          </w:p>
        </w:tc>
        <w:tc>
          <w:tcPr>
            <w:tcW w:w="1096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6000100</w:t>
            </w:r>
          </w:p>
        </w:tc>
        <w:tc>
          <w:tcPr>
            <w:tcW w:w="594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</w:tcPr>
          <w:p w:rsidR="00E0319B" w:rsidRPr="004F1034" w:rsidRDefault="00E0319B" w:rsidP="00723327">
            <w:pPr>
              <w:jc w:val="center"/>
            </w:pPr>
            <w:r>
              <w:rPr>
                <w:sz w:val="22"/>
                <w:szCs w:val="22"/>
              </w:rPr>
              <w:t>128,4</w:t>
            </w:r>
          </w:p>
        </w:tc>
      </w:tr>
      <w:tr w:rsidR="00E0319B" w:rsidRPr="004F1034">
        <w:tc>
          <w:tcPr>
            <w:tcW w:w="5230" w:type="dxa"/>
          </w:tcPr>
          <w:p w:rsidR="00E0319B" w:rsidRPr="004F1034" w:rsidRDefault="00E0319B" w:rsidP="00723327">
            <w:pPr>
              <w:rPr>
                <w:sz w:val="20"/>
                <w:szCs w:val="20"/>
              </w:rPr>
            </w:pPr>
            <w:r w:rsidRPr="004F1034">
              <w:rPr>
                <w:rFonts w:ascii="Arial CYR" w:hAnsi="Arial CYR" w:cs="Arial CYR"/>
                <w:sz w:val="20"/>
                <w:szCs w:val="20"/>
              </w:rPr>
              <w:t>Субсидии юридическим лицам</w:t>
            </w:r>
          </w:p>
        </w:tc>
        <w:tc>
          <w:tcPr>
            <w:tcW w:w="725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Default="00E0319B" w:rsidP="00723327">
            <w:r>
              <w:t>05</w:t>
            </w:r>
          </w:p>
        </w:tc>
        <w:tc>
          <w:tcPr>
            <w:tcW w:w="572" w:type="dxa"/>
          </w:tcPr>
          <w:p w:rsidR="00E0319B" w:rsidRDefault="00E0319B" w:rsidP="00723327">
            <w:r>
              <w:t>03</w:t>
            </w:r>
          </w:p>
        </w:tc>
        <w:tc>
          <w:tcPr>
            <w:tcW w:w="1096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6000100</w:t>
            </w:r>
          </w:p>
        </w:tc>
        <w:tc>
          <w:tcPr>
            <w:tcW w:w="594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</w:tcPr>
          <w:p w:rsidR="00E0319B" w:rsidRPr="004F1034" w:rsidRDefault="00E0319B" w:rsidP="00723327">
            <w:pPr>
              <w:jc w:val="center"/>
            </w:pPr>
            <w:r>
              <w:rPr>
                <w:sz w:val="22"/>
                <w:szCs w:val="22"/>
              </w:rPr>
              <w:t>128,4</w:t>
            </w:r>
          </w:p>
        </w:tc>
      </w:tr>
      <w:tr w:rsidR="00E0319B" w:rsidRPr="004F1034">
        <w:tc>
          <w:tcPr>
            <w:tcW w:w="5230" w:type="dxa"/>
          </w:tcPr>
          <w:p w:rsidR="00E0319B" w:rsidRPr="004F1034" w:rsidRDefault="00E0319B" w:rsidP="00723327">
            <w:pPr>
              <w:rPr>
                <w:sz w:val="20"/>
                <w:szCs w:val="20"/>
              </w:rPr>
            </w:pPr>
            <w:r w:rsidRPr="004F1034">
              <w:rPr>
                <w:rFonts w:ascii="Arial CYR" w:hAnsi="Arial CYR" w:cs="Arial CYR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725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Pr="00471542" w:rsidRDefault="00E0319B" w:rsidP="00723327">
            <w:r w:rsidRPr="00471542">
              <w:t>05</w:t>
            </w:r>
          </w:p>
        </w:tc>
        <w:tc>
          <w:tcPr>
            <w:tcW w:w="572" w:type="dxa"/>
          </w:tcPr>
          <w:p w:rsidR="00E0319B" w:rsidRPr="00471542" w:rsidRDefault="00E0319B" w:rsidP="00723327">
            <w:r w:rsidRPr="00471542">
              <w:t>03</w:t>
            </w:r>
          </w:p>
        </w:tc>
        <w:tc>
          <w:tcPr>
            <w:tcW w:w="1096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6000400</w:t>
            </w:r>
          </w:p>
        </w:tc>
        <w:tc>
          <w:tcPr>
            <w:tcW w:w="594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</w:tcPr>
          <w:p w:rsidR="00E0319B" w:rsidRPr="004F1034" w:rsidRDefault="00E0319B" w:rsidP="00723327">
            <w:pPr>
              <w:jc w:val="center"/>
            </w:pPr>
            <w:r>
              <w:rPr>
                <w:sz w:val="22"/>
                <w:szCs w:val="22"/>
              </w:rPr>
              <w:t>1,7</w:t>
            </w:r>
          </w:p>
        </w:tc>
      </w:tr>
      <w:tr w:rsidR="00E0319B" w:rsidRPr="004F1034">
        <w:tc>
          <w:tcPr>
            <w:tcW w:w="5230" w:type="dxa"/>
          </w:tcPr>
          <w:p w:rsidR="00E0319B" w:rsidRPr="004F1034" w:rsidRDefault="00E0319B" w:rsidP="00723327">
            <w:pPr>
              <w:rPr>
                <w:sz w:val="20"/>
                <w:szCs w:val="20"/>
              </w:rPr>
            </w:pPr>
            <w:r w:rsidRPr="004F1034">
              <w:rPr>
                <w:rFonts w:ascii="Arial CYR" w:hAnsi="Arial CYR" w:cs="Arial CYR"/>
                <w:sz w:val="20"/>
                <w:szCs w:val="20"/>
              </w:rPr>
              <w:t>Субсидии юридическим лицам</w:t>
            </w:r>
          </w:p>
        </w:tc>
        <w:tc>
          <w:tcPr>
            <w:tcW w:w="725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Pr="00A45435" w:rsidRDefault="00E0319B" w:rsidP="00723327">
            <w:r w:rsidRPr="00A45435">
              <w:t>05</w:t>
            </w:r>
          </w:p>
        </w:tc>
        <w:tc>
          <w:tcPr>
            <w:tcW w:w="572" w:type="dxa"/>
          </w:tcPr>
          <w:p w:rsidR="00E0319B" w:rsidRPr="00A45435" w:rsidRDefault="00E0319B" w:rsidP="00723327">
            <w:r w:rsidRPr="00A45435">
              <w:t>03</w:t>
            </w:r>
          </w:p>
        </w:tc>
        <w:tc>
          <w:tcPr>
            <w:tcW w:w="1096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6000400</w:t>
            </w:r>
          </w:p>
        </w:tc>
        <w:tc>
          <w:tcPr>
            <w:tcW w:w="594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006</w:t>
            </w:r>
          </w:p>
        </w:tc>
        <w:tc>
          <w:tcPr>
            <w:tcW w:w="1276" w:type="dxa"/>
          </w:tcPr>
          <w:p w:rsidR="00E0319B" w:rsidRPr="004F1034" w:rsidRDefault="00E0319B" w:rsidP="00723327">
            <w:pPr>
              <w:jc w:val="center"/>
            </w:pPr>
            <w:r>
              <w:rPr>
                <w:sz w:val="22"/>
                <w:szCs w:val="22"/>
              </w:rPr>
              <w:t>1,7</w:t>
            </w:r>
          </w:p>
        </w:tc>
      </w:tr>
      <w:tr w:rsidR="00E0319B" w:rsidRPr="004F1034">
        <w:tc>
          <w:tcPr>
            <w:tcW w:w="5230" w:type="dxa"/>
          </w:tcPr>
          <w:p w:rsidR="00E0319B" w:rsidRPr="004F1034" w:rsidRDefault="00E0319B" w:rsidP="00723327">
            <w:pPr>
              <w:rPr>
                <w:b/>
                <w:bCs/>
                <w:sz w:val="20"/>
                <w:szCs w:val="20"/>
              </w:rPr>
            </w:pPr>
            <w:r w:rsidRPr="004F10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725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Pr="004F1034" w:rsidRDefault="00E0319B" w:rsidP="00723327">
            <w:pPr>
              <w:rPr>
                <w:b/>
                <w:bCs/>
              </w:rPr>
            </w:pPr>
            <w:r w:rsidRPr="004F1034">
              <w:rPr>
                <w:b/>
                <w:bCs/>
              </w:rPr>
              <w:t>08</w:t>
            </w:r>
          </w:p>
        </w:tc>
        <w:tc>
          <w:tcPr>
            <w:tcW w:w="572" w:type="dxa"/>
          </w:tcPr>
          <w:p w:rsidR="00E0319B" w:rsidRPr="004F1034" w:rsidRDefault="00E0319B" w:rsidP="00723327">
            <w:pPr>
              <w:rPr>
                <w:b/>
                <w:bCs/>
              </w:rPr>
            </w:pPr>
            <w:r w:rsidRPr="004F1034">
              <w:rPr>
                <w:b/>
                <w:bCs/>
              </w:rPr>
              <w:t>00</w:t>
            </w:r>
          </w:p>
        </w:tc>
        <w:tc>
          <w:tcPr>
            <w:tcW w:w="1096" w:type="dxa"/>
          </w:tcPr>
          <w:p w:rsidR="00E0319B" w:rsidRPr="004F1034" w:rsidRDefault="00E0319B" w:rsidP="00723327">
            <w:pPr>
              <w:rPr>
                <w:b/>
                <w:bCs/>
              </w:rPr>
            </w:pPr>
            <w:r w:rsidRPr="004F1034">
              <w:rPr>
                <w:b/>
                <w:bCs/>
                <w:sz w:val="22"/>
                <w:szCs w:val="22"/>
              </w:rPr>
              <w:t>0000000</w:t>
            </w:r>
          </w:p>
        </w:tc>
        <w:tc>
          <w:tcPr>
            <w:tcW w:w="594" w:type="dxa"/>
          </w:tcPr>
          <w:p w:rsidR="00E0319B" w:rsidRPr="004F1034" w:rsidRDefault="00E0319B" w:rsidP="00723327">
            <w:pPr>
              <w:rPr>
                <w:b/>
                <w:bCs/>
              </w:rPr>
            </w:pPr>
            <w:r w:rsidRPr="004F1034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276" w:type="dxa"/>
          </w:tcPr>
          <w:p w:rsidR="00E0319B" w:rsidRPr="004F1034" w:rsidRDefault="00E0319B" w:rsidP="0072332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1569,9</w:t>
            </w:r>
          </w:p>
        </w:tc>
      </w:tr>
      <w:tr w:rsidR="00E0319B" w:rsidRPr="004F1034">
        <w:tc>
          <w:tcPr>
            <w:tcW w:w="5230" w:type="dxa"/>
          </w:tcPr>
          <w:p w:rsidR="00E0319B" w:rsidRPr="004F1034" w:rsidRDefault="00E0319B" w:rsidP="00723327">
            <w:pPr>
              <w:rPr>
                <w:sz w:val="20"/>
                <w:szCs w:val="20"/>
              </w:rPr>
            </w:pPr>
            <w:r w:rsidRPr="004F1034">
              <w:rPr>
                <w:rFonts w:ascii="Arial" w:hAnsi="Arial" w:cs="Arial"/>
                <w:sz w:val="20"/>
                <w:szCs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25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08</w:t>
            </w:r>
          </w:p>
        </w:tc>
        <w:tc>
          <w:tcPr>
            <w:tcW w:w="572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1096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4400000</w:t>
            </w:r>
          </w:p>
        </w:tc>
        <w:tc>
          <w:tcPr>
            <w:tcW w:w="594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</w:tcPr>
          <w:p w:rsidR="00E0319B" w:rsidRPr="004F1034" w:rsidRDefault="00E0319B" w:rsidP="00723327">
            <w:pPr>
              <w:jc w:val="center"/>
            </w:pPr>
            <w:r>
              <w:rPr>
                <w:sz w:val="22"/>
                <w:szCs w:val="22"/>
              </w:rPr>
              <w:t>1570,0</w:t>
            </w:r>
          </w:p>
        </w:tc>
      </w:tr>
      <w:tr w:rsidR="00E0319B" w:rsidRPr="004F1034">
        <w:tc>
          <w:tcPr>
            <w:tcW w:w="5230" w:type="dxa"/>
          </w:tcPr>
          <w:p w:rsidR="00E0319B" w:rsidRPr="00C008E8" w:rsidRDefault="00E0319B" w:rsidP="00723327">
            <w:pPr>
              <w:rPr>
                <w:rFonts w:ascii="Arial" w:hAnsi="Arial" w:cs="Arial"/>
                <w:sz w:val="20"/>
                <w:szCs w:val="20"/>
              </w:rPr>
            </w:pPr>
            <w:r w:rsidRPr="00C008E8">
              <w:rPr>
                <w:rFonts w:ascii="Arial" w:hAnsi="Arial" w:cs="Arial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725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08</w:t>
            </w:r>
          </w:p>
        </w:tc>
        <w:tc>
          <w:tcPr>
            <w:tcW w:w="572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1096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4409900</w:t>
            </w:r>
          </w:p>
        </w:tc>
        <w:tc>
          <w:tcPr>
            <w:tcW w:w="594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</w:tcPr>
          <w:p w:rsidR="00E0319B" w:rsidRPr="004F1034" w:rsidRDefault="00E0319B" w:rsidP="00723327">
            <w:pPr>
              <w:jc w:val="center"/>
            </w:pPr>
            <w:r>
              <w:rPr>
                <w:sz w:val="22"/>
                <w:szCs w:val="22"/>
              </w:rPr>
              <w:t>1570,0</w:t>
            </w:r>
          </w:p>
        </w:tc>
      </w:tr>
      <w:tr w:rsidR="00E0319B" w:rsidRPr="004F1034">
        <w:tc>
          <w:tcPr>
            <w:tcW w:w="5230" w:type="dxa"/>
          </w:tcPr>
          <w:p w:rsidR="00E0319B" w:rsidRPr="00C008E8" w:rsidRDefault="00E0319B" w:rsidP="00723327">
            <w:pPr>
              <w:rPr>
                <w:rFonts w:ascii="Arial" w:hAnsi="Arial" w:cs="Arial"/>
                <w:sz w:val="20"/>
                <w:szCs w:val="20"/>
              </w:rPr>
            </w:pPr>
            <w:r w:rsidRPr="00C008E8">
              <w:rPr>
                <w:rFonts w:ascii="Arial" w:hAnsi="Arial" w:cs="Arial"/>
                <w:sz w:val="20"/>
                <w:szCs w:val="20"/>
              </w:rPr>
              <w:t>Выполнение функций бюджетными учреждениями</w:t>
            </w:r>
          </w:p>
        </w:tc>
        <w:tc>
          <w:tcPr>
            <w:tcW w:w="725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Default="00E0319B" w:rsidP="00723327">
            <w:r>
              <w:t>08</w:t>
            </w:r>
          </w:p>
        </w:tc>
        <w:tc>
          <w:tcPr>
            <w:tcW w:w="572" w:type="dxa"/>
          </w:tcPr>
          <w:p w:rsidR="00E0319B" w:rsidRDefault="00E0319B" w:rsidP="00723327">
            <w:r>
              <w:t>01</w:t>
            </w:r>
          </w:p>
        </w:tc>
        <w:tc>
          <w:tcPr>
            <w:tcW w:w="1096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4409900</w:t>
            </w:r>
          </w:p>
        </w:tc>
        <w:tc>
          <w:tcPr>
            <w:tcW w:w="594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001</w:t>
            </w:r>
          </w:p>
        </w:tc>
        <w:tc>
          <w:tcPr>
            <w:tcW w:w="1276" w:type="dxa"/>
          </w:tcPr>
          <w:p w:rsidR="00E0319B" w:rsidRPr="004F1034" w:rsidRDefault="00E0319B" w:rsidP="00723327">
            <w:pPr>
              <w:jc w:val="center"/>
            </w:pPr>
            <w:r>
              <w:rPr>
                <w:sz w:val="22"/>
                <w:szCs w:val="22"/>
              </w:rPr>
              <w:t>773,9</w:t>
            </w:r>
          </w:p>
        </w:tc>
      </w:tr>
      <w:tr w:rsidR="00E0319B" w:rsidRPr="004F1034">
        <w:tc>
          <w:tcPr>
            <w:tcW w:w="5230" w:type="dxa"/>
          </w:tcPr>
          <w:p w:rsidR="00E0319B" w:rsidRPr="00C008E8" w:rsidRDefault="00E0319B" w:rsidP="00723327">
            <w:pPr>
              <w:rPr>
                <w:rFonts w:ascii="Arial" w:hAnsi="Arial" w:cs="Arial"/>
                <w:sz w:val="20"/>
                <w:szCs w:val="20"/>
              </w:rPr>
            </w:pPr>
            <w:r w:rsidRPr="00EB7138">
              <w:rPr>
                <w:rFonts w:ascii="Arial" w:hAnsi="Arial" w:cs="Arial"/>
                <w:sz w:val="20"/>
                <w:szCs w:val="20"/>
              </w:rPr>
              <w:t>Выполнение функций казенными учреждениями</w:t>
            </w:r>
          </w:p>
        </w:tc>
        <w:tc>
          <w:tcPr>
            <w:tcW w:w="725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Default="00E0319B" w:rsidP="00723327">
            <w:r>
              <w:t>08</w:t>
            </w:r>
          </w:p>
        </w:tc>
        <w:tc>
          <w:tcPr>
            <w:tcW w:w="572" w:type="dxa"/>
          </w:tcPr>
          <w:p w:rsidR="00E0319B" w:rsidRDefault="00E0319B" w:rsidP="00723327">
            <w:r>
              <w:t>01</w:t>
            </w:r>
          </w:p>
        </w:tc>
        <w:tc>
          <w:tcPr>
            <w:tcW w:w="1096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4409900</w:t>
            </w:r>
          </w:p>
        </w:tc>
        <w:tc>
          <w:tcPr>
            <w:tcW w:w="594" w:type="dxa"/>
          </w:tcPr>
          <w:p w:rsidR="00E0319B" w:rsidRPr="004F1034" w:rsidRDefault="00E0319B" w:rsidP="007233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797</w:t>
            </w:r>
          </w:p>
        </w:tc>
        <w:tc>
          <w:tcPr>
            <w:tcW w:w="1276" w:type="dxa"/>
          </w:tcPr>
          <w:p w:rsidR="00E0319B" w:rsidRDefault="00E0319B" w:rsidP="007233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796,0</w:t>
            </w:r>
          </w:p>
        </w:tc>
      </w:tr>
      <w:tr w:rsidR="00E0319B" w:rsidRPr="004F1034">
        <w:tc>
          <w:tcPr>
            <w:tcW w:w="5230" w:type="dxa"/>
          </w:tcPr>
          <w:p w:rsidR="00E0319B" w:rsidRPr="004F1034" w:rsidRDefault="00E0319B" w:rsidP="00723327">
            <w:pPr>
              <w:jc w:val="both"/>
              <w:rPr>
                <w:b/>
                <w:bCs/>
                <w:sz w:val="20"/>
                <w:szCs w:val="20"/>
              </w:rPr>
            </w:pPr>
            <w:r w:rsidRPr="004F1034">
              <w:rPr>
                <w:rFonts w:ascii="Arial" w:hAnsi="Arial" w:cs="Arial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25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Pr="004F1034" w:rsidRDefault="00E0319B" w:rsidP="00723327">
            <w:pPr>
              <w:rPr>
                <w:b/>
                <w:bCs/>
              </w:rPr>
            </w:pPr>
            <w:r w:rsidRPr="004F1034">
              <w:rPr>
                <w:b/>
                <w:bCs/>
              </w:rPr>
              <w:t>10</w:t>
            </w:r>
          </w:p>
        </w:tc>
        <w:tc>
          <w:tcPr>
            <w:tcW w:w="572" w:type="dxa"/>
          </w:tcPr>
          <w:p w:rsidR="00E0319B" w:rsidRPr="004F1034" w:rsidRDefault="00E0319B" w:rsidP="00723327">
            <w:pPr>
              <w:rPr>
                <w:b/>
                <w:bCs/>
              </w:rPr>
            </w:pPr>
            <w:r w:rsidRPr="004F1034">
              <w:rPr>
                <w:b/>
                <w:bCs/>
              </w:rPr>
              <w:t>00</w:t>
            </w:r>
          </w:p>
        </w:tc>
        <w:tc>
          <w:tcPr>
            <w:tcW w:w="1096" w:type="dxa"/>
          </w:tcPr>
          <w:p w:rsidR="00E0319B" w:rsidRPr="004F1034" w:rsidRDefault="00E0319B" w:rsidP="00723327">
            <w:pPr>
              <w:rPr>
                <w:b/>
                <w:bCs/>
              </w:rPr>
            </w:pPr>
            <w:r w:rsidRPr="004F1034">
              <w:rPr>
                <w:b/>
                <w:bCs/>
                <w:sz w:val="22"/>
                <w:szCs w:val="22"/>
              </w:rPr>
              <w:t>0000000</w:t>
            </w:r>
          </w:p>
        </w:tc>
        <w:tc>
          <w:tcPr>
            <w:tcW w:w="594" w:type="dxa"/>
          </w:tcPr>
          <w:p w:rsidR="00E0319B" w:rsidRPr="004F1034" w:rsidRDefault="00E0319B" w:rsidP="00723327">
            <w:pPr>
              <w:rPr>
                <w:b/>
                <w:bCs/>
              </w:rPr>
            </w:pPr>
            <w:r w:rsidRPr="004F1034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1276" w:type="dxa"/>
          </w:tcPr>
          <w:p w:rsidR="00E0319B" w:rsidRPr="004F1034" w:rsidRDefault="00E0319B" w:rsidP="0072332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7,5</w:t>
            </w:r>
          </w:p>
        </w:tc>
      </w:tr>
      <w:tr w:rsidR="00E0319B" w:rsidRPr="004F1034">
        <w:tc>
          <w:tcPr>
            <w:tcW w:w="5230" w:type="dxa"/>
          </w:tcPr>
          <w:p w:rsidR="00E0319B" w:rsidRPr="004F1034" w:rsidRDefault="00E0319B" w:rsidP="00723327">
            <w:pPr>
              <w:jc w:val="both"/>
              <w:rPr>
                <w:i/>
                <w:iCs/>
                <w:sz w:val="20"/>
                <w:szCs w:val="20"/>
              </w:rPr>
            </w:pPr>
            <w:r w:rsidRPr="004F1034">
              <w:rPr>
                <w:rFonts w:ascii="Arial" w:hAnsi="Arial" w:cs="Arial"/>
                <w:i/>
                <w:i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25" w:type="dxa"/>
          </w:tcPr>
          <w:p w:rsidR="00E0319B" w:rsidRPr="004F1034" w:rsidRDefault="00E0319B" w:rsidP="00723327">
            <w:pPr>
              <w:rPr>
                <w:i/>
                <w:iCs/>
              </w:rPr>
            </w:pPr>
            <w:r w:rsidRPr="004F1034">
              <w:rPr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Pr="004F1034" w:rsidRDefault="00E0319B" w:rsidP="00723327">
            <w:pPr>
              <w:rPr>
                <w:i/>
                <w:iCs/>
              </w:rPr>
            </w:pPr>
            <w:r w:rsidRPr="004F1034">
              <w:rPr>
                <w:i/>
                <w:iCs/>
                <w:sz w:val="22"/>
                <w:szCs w:val="22"/>
              </w:rPr>
              <w:t>10</w:t>
            </w:r>
          </w:p>
        </w:tc>
        <w:tc>
          <w:tcPr>
            <w:tcW w:w="572" w:type="dxa"/>
          </w:tcPr>
          <w:p w:rsidR="00E0319B" w:rsidRPr="004F1034" w:rsidRDefault="00E0319B" w:rsidP="00723327">
            <w:pPr>
              <w:rPr>
                <w:i/>
                <w:iCs/>
              </w:rPr>
            </w:pPr>
            <w:r w:rsidRPr="004F1034">
              <w:rPr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1096" w:type="dxa"/>
          </w:tcPr>
          <w:p w:rsidR="00E0319B" w:rsidRPr="004F1034" w:rsidRDefault="00E0319B" w:rsidP="00723327">
            <w:pPr>
              <w:rPr>
                <w:i/>
                <w:iCs/>
              </w:rPr>
            </w:pPr>
            <w:r w:rsidRPr="004F1034">
              <w:rPr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94" w:type="dxa"/>
          </w:tcPr>
          <w:p w:rsidR="00E0319B" w:rsidRPr="004F1034" w:rsidRDefault="00E0319B" w:rsidP="00723327">
            <w:pPr>
              <w:rPr>
                <w:i/>
                <w:iCs/>
              </w:rPr>
            </w:pPr>
            <w:r w:rsidRPr="004F1034">
              <w:rPr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1276" w:type="dxa"/>
          </w:tcPr>
          <w:p w:rsidR="00E0319B" w:rsidRPr="004F1034" w:rsidRDefault="00E0319B" w:rsidP="00723327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7,5</w:t>
            </w:r>
          </w:p>
        </w:tc>
      </w:tr>
      <w:tr w:rsidR="00E0319B" w:rsidRPr="004F1034">
        <w:tc>
          <w:tcPr>
            <w:tcW w:w="5230" w:type="dxa"/>
          </w:tcPr>
          <w:p w:rsidR="00E0319B" w:rsidRPr="004F1034" w:rsidRDefault="00E0319B" w:rsidP="00723327">
            <w:pPr>
              <w:rPr>
                <w:rFonts w:ascii="Arial CYR" w:hAnsi="Arial CYR" w:cs="Arial CYR"/>
                <w:sz w:val="20"/>
                <w:szCs w:val="20"/>
              </w:rPr>
            </w:pPr>
            <w:r w:rsidRPr="004F1034">
              <w:rPr>
                <w:rFonts w:ascii="Arial" w:hAnsi="Arial" w:cs="Arial"/>
                <w:sz w:val="20"/>
                <w:szCs w:val="20"/>
              </w:rPr>
              <w:t>Социальная помощь</w:t>
            </w:r>
          </w:p>
        </w:tc>
        <w:tc>
          <w:tcPr>
            <w:tcW w:w="725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10</w:t>
            </w:r>
          </w:p>
        </w:tc>
        <w:tc>
          <w:tcPr>
            <w:tcW w:w="572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03</w:t>
            </w:r>
          </w:p>
        </w:tc>
        <w:tc>
          <w:tcPr>
            <w:tcW w:w="1096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5050000</w:t>
            </w:r>
          </w:p>
        </w:tc>
        <w:tc>
          <w:tcPr>
            <w:tcW w:w="594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</w:tcPr>
          <w:p w:rsidR="00E0319B" w:rsidRPr="004F1034" w:rsidRDefault="00E0319B" w:rsidP="00723327">
            <w:pPr>
              <w:jc w:val="center"/>
            </w:pPr>
            <w:r>
              <w:rPr>
                <w:sz w:val="22"/>
                <w:szCs w:val="22"/>
              </w:rPr>
              <w:t>7,5</w:t>
            </w:r>
          </w:p>
        </w:tc>
      </w:tr>
      <w:tr w:rsidR="00E0319B" w:rsidRPr="004F1034">
        <w:tc>
          <w:tcPr>
            <w:tcW w:w="5230" w:type="dxa"/>
          </w:tcPr>
          <w:p w:rsidR="00E0319B" w:rsidRPr="004F1034" w:rsidRDefault="00E0319B" w:rsidP="00723327">
            <w:pPr>
              <w:rPr>
                <w:rFonts w:ascii="Arial" w:hAnsi="Arial" w:cs="Arial"/>
                <w:sz w:val="20"/>
                <w:szCs w:val="20"/>
              </w:rPr>
            </w:pPr>
            <w:r w:rsidRPr="004F1034">
              <w:rPr>
                <w:rFonts w:ascii="Arial" w:hAnsi="Arial" w:cs="Arial"/>
                <w:sz w:val="20"/>
                <w:szCs w:val="20"/>
              </w:rPr>
              <w:t>Социальные выплаты</w:t>
            </w:r>
          </w:p>
        </w:tc>
        <w:tc>
          <w:tcPr>
            <w:tcW w:w="725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10</w:t>
            </w:r>
          </w:p>
        </w:tc>
        <w:tc>
          <w:tcPr>
            <w:tcW w:w="572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03</w:t>
            </w:r>
          </w:p>
        </w:tc>
        <w:tc>
          <w:tcPr>
            <w:tcW w:w="1096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5058500</w:t>
            </w:r>
          </w:p>
        </w:tc>
        <w:tc>
          <w:tcPr>
            <w:tcW w:w="594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</w:tcPr>
          <w:p w:rsidR="00E0319B" w:rsidRPr="004F1034" w:rsidRDefault="00E0319B" w:rsidP="00723327">
            <w:pPr>
              <w:jc w:val="center"/>
            </w:pPr>
            <w:r>
              <w:rPr>
                <w:sz w:val="22"/>
                <w:szCs w:val="22"/>
              </w:rPr>
              <w:t>7,5</w:t>
            </w:r>
          </w:p>
        </w:tc>
      </w:tr>
      <w:tr w:rsidR="00E0319B" w:rsidRPr="004F1034">
        <w:tc>
          <w:tcPr>
            <w:tcW w:w="5230" w:type="dxa"/>
          </w:tcPr>
          <w:p w:rsidR="00E0319B" w:rsidRPr="004F1034" w:rsidRDefault="00E0319B" w:rsidP="00723327">
            <w:pPr>
              <w:rPr>
                <w:rFonts w:ascii="Arial" w:hAnsi="Arial" w:cs="Arial"/>
                <w:sz w:val="20"/>
                <w:szCs w:val="20"/>
              </w:rPr>
            </w:pPr>
            <w:r w:rsidRPr="004F1034">
              <w:rPr>
                <w:rFonts w:ascii="Arial CYR" w:hAnsi="Arial CYR" w:cs="Arial CYR"/>
                <w:sz w:val="20"/>
                <w:szCs w:val="20"/>
              </w:rPr>
              <w:t>Выполнение функций бюджетными учреждениями</w:t>
            </w:r>
          </w:p>
        </w:tc>
        <w:tc>
          <w:tcPr>
            <w:tcW w:w="725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10</w:t>
            </w:r>
          </w:p>
        </w:tc>
        <w:tc>
          <w:tcPr>
            <w:tcW w:w="572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03</w:t>
            </w:r>
          </w:p>
        </w:tc>
        <w:tc>
          <w:tcPr>
            <w:tcW w:w="1096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5058500</w:t>
            </w:r>
          </w:p>
        </w:tc>
        <w:tc>
          <w:tcPr>
            <w:tcW w:w="594" w:type="dxa"/>
          </w:tcPr>
          <w:p w:rsidR="00E0319B" w:rsidRPr="004F1034" w:rsidRDefault="00E0319B" w:rsidP="00723327">
            <w:r w:rsidRPr="004F1034">
              <w:rPr>
                <w:sz w:val="22"/>
                <w:szCs w:val="22"/>
              </w:rPr>
              <w:t>005</w:t>
            </w:r>
          </w:p>
        </w:tc>
        <w:tc>
          <w:tcPr>
            <w:tcW w:w="1276" w:type="dxa"/>
          </w:tcPr>
          <w:p w:rsidR="00E0319B" w:rsidRPr="004F1034" w:rsidRDefault="00E0319B" w:rsidP="00723327">
            <w:pPr>
              <w:jc w:val="center"/>
            </w:pPr>
            <w:r>
              <w:rPr>
                <w:sz w:val="22"/>
                <w:szCs w:val="22"/>
              </w:rPr>
              <w:t>7,5</w:t>
            </w:r>
          </w:p>
        </w:tc>
      </w:tr>
      <w:tr w:rsidR="00E0319B" w:rsidRPr="004F1034">
        <w:tc>
          <w:tcPr>
            <w:tcW w:w="5230" w:type="dxa"/>
          </w:tcPr>
          <w:p w:rsidR="00E0319B" w:rsidRPr="004F1034" w:rsidRDefault="00E0319B" w:rsidP="00723327">
            <w:pPr>
              <w:jc w:val="both"/>
              <w:rPr>
                <w:b/>
                <w:bCs/>
                <w:sz w:val="20"/>
                <w:szCs w:val="20"/>
              </w:rPr>
            </w:pPr>
            <w:r w:rsidRPr="004F1034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25" w:type="dxa"/>
          </w:tcPr>
          <w:p w:rsidR="00E0319B" w:rsidRPr="004F1034" w:rsidRDefault="00E0319B" w:rsidP="00723327">
            <w:pPr>
              <w:rPr>
                <w:b/>
                <w:bCs/>
              </w:rPr>
            </w:pPr>
          </w:p>
        </w:tc>
        <w:tc>
          <w:tcPr>
            <w:tcW w:w="538" w:type="dxa"/>
          </w:tcPr>
          <w:p w:rsidR="00E0319B" w:rsidRPr="004F1034" w:rsidRDefault="00E0319B" w:rsidP="00723327">
            <w:pPr>
              <w:rPr>
                <w:b/>
                <w:bCs/>
              </w:rPr>
            </w:pPr>
          </w:p>
        </w:tc>
        <w:tc>
          <w:tcPr>
            <w:tcW w:w="572" w:type="dxa"/>
          </w:tcPr>
          <w:p w:rsidR="00E0319B" w:rsidRPr="004F1034" w:rsidRDefault="00E0319B" w:rsidP="00723327">
            <w:pPr>
              <w:rPr>
                <w:b/>
                <w:bCs/>
              </w:rPr>
            </w:pPr>
          </w:p>
        </w:tc>
        <w:tc>
          <w:tcPr>
            <w:tcW w:w="1096" w:type="dxa"/>
          </w:tcPr>
          <w:p w:rsidR="00E0319B" w:rsidRPr="004F1034" w:rsidRDefault="00E0319B" w:rsidP="00723327">
            <w:pPr>
              <w:rPr>
                <w:b/>
                <w:bCs/>
              </w:rPr>
            </w:pPr>
          </w:p>
        </w:tc>
        <w:tc>
          <w:tcPr>
            <w:tcW w:w="594" w:type="dxa"/>
          </w:tcPr>
          <w:p w:rsidR="00E0319B" w:rsidRPr="004F1034" w:rsidRDefault="00E0319B" w:rsidP="00723327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E0319B" w:rsidRPr="004F1034" w:rsidRDefault="00E0319B" w:rsidP="0072332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6207,1</w:t>
            </w:r>
          </w:p>
        </w:tc>
      </w:tr>
    </w:tbl>
    <w:p w:rsidR="00E0319B" w:rsidRDefault="00E0319B" w:rsidP="00C23578">
      <w:pPr>
        <w:shd w:val="clear" w:color="auto" w:fill="FFFFFF"/>
        <w:spacing w:line="202" w:lineRule="exact"/>
        <w:ind w:left="5150" w:firstLine="1320"/>
        <w:rPr>
          <w:spacing w:val="-1"/>
        </w:rPr>
      </w:pPr>
    </w:p>
    <w:p w:rsidR="00E0319B" w:rsidRDefault="00E0319B" w:rsidP="00DB327E">
      <w:pPr>
        <w:jc w:val="right"/>
      </w:pPr>
    </w:p>
    <w:p w:rsidR="00E0319B" w:rsidRDefault="00E0319B" w:rsidP="00DB327E">
      <w:pPr>
        <w:jc w:val="right"/>
      </w:pPr>
    </w:p>
    <w:p w:rsidR="00E0319B" w:rsidRDefault="00E0319B" w:rsidP="001B27F3">
      <w:pPr>
        <w:jc w:val="right"/>
      </w:pPr>
      <w:r>
        <w:t>Приложение № 3</w:t>
      </w:r>
    </w:p>
    <w:p w:rsidR="00E0319B" w:rsidRDefault="00E0319B" w:rsidP="001B27F3">
      <w:pPr>
        <w:jc w:val="center"/>
        <w:rPr>
          <w:b/>
          <w:bCs/>
          <w:spacing w:val="-1"/>
          <w:sz w:val="26"/>
          <w:szCs w:val="26"/>
        </w:rPr>
      </w:pPr>
    </w:p>
    <w:p w:rsidR="00E0319B" w:rsidRDefault="00E0319B" w:rsidP="001B27F3">
      <w:pPr>
        <w:jc w:val="center"/>
        <w:rPr>
          <w:b/>
          <w:bCs/>
          <w:spacing w:val="-1"/>
          <w:sz w:val="26"/>
          <w:szCs w:val="26"/>
        </w:rPr>
      </w:pPr>
      <w:r>
        <w:rPr>
          <w:b/>
          <w:bCs/>
          <w:spacing w:val="-1"/>
          <w:sz w:val="26"/>
          <w:szCs w:val="26"/>
        </w:rPr>
        <w:t xml:space="preserve">Источники Финансирования дефицита бюджета </w:t>
      </w:r>
    </w:p>
    <w:p w:rsidR="00E0319B" w:rsidRPr="003B08CF" w:rsidRDefault="00E0319B" w:rsidP="001B27F3">
      <w:pPr>
        <w:jc w:val="center"/>
        <w:rPr>
          <w:i/>
          <w:iCs/>
        </w:rPr>
      </w:pPr>
      <w:r w:rsidRPr="003B08CF">
        <w:rPr>
          <w:b/>
          <w:bCs/>
          <w:i/>
          <w:iCs/>
          <w:spacing w:val="-1"/>
        </w:rPr>
        <w:t>Киикского сельсовета Тогучинского района на 201</w:t>
      </w:r>
      <w:r>
        <w:rPr>
          <w:b/>
          <w:bCs/>
          <w:i/>
          <w:iCs/>
          <w:spacing w:val="-1"/>
        </w:rPr>
        <w:t>2</w:t>
      </w:r>
      <w:r w:rsidRPr="003B08CF">
        <w:rPr>
          <w:b/>
          <w:bCs/>
          <w:i/>
          <w:iCs/>
          <w:spacing w:val="-1"/>
        </w:rPr>
        <w:t>год</w:t>
      </w:r>
    </w:p>
    <w:p w:rsidR="00E0319B" w:rsidRPr="00BF4BB7" w:rsidRDefault="00E0319B" w:rsidP="001B27F3">
      <w:pPr>
        <w:jc w:val="right"/>
        <w:rPr>
          <w:b/>
          <w:bCs/>
        </w:rPr>
      </w:pPr>
      <w:r w:rsidRPr="00BF4BB7">
        <w:rPr>
          <w:b/>
          <w:bCs/>
        </w:rPr>
        <w:t xml:space="preserve"> </w:t>
      </w:r>
    </w:p>
    <w:tbl>
      <w:tblPr>
        <w:tblW w:w="1075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4"/>
        <w:gridCol w:w="3199"/>
        <w:gridCol w:w="4365"/>
        <w:gridCol w:w="1526"/>
      </w:tblGrid>
      <w:tr w:rsidR="00E0319B" w:rsidRPr="004F1034">
        <w:tc>
          <w:tcPr>
            <w:tcW w:w="1664" w:type="dxa"/>
          </w:tcPr>
          <w:p w:rsidR="00E0319B" w:rsidRPr="004F1034" w:rsidRDefault="00E0319B" w:rsidP="001B27F3">
            <w:pPr>
              <w:jc w:val="center"/>
            </w:pPr>
          </w:p>
          <w:p w:rsidR="00E0319B" w:rsidRPr="004F1034" w:rsidRDefault="00E0319B" w:rsidP="001B27F3">
            <w:pPr>
              <w:jc w:val="center"/>
              <w:rPr>
                <w:sz w:val="18"/>
                <w:szCs w:val="18"/>
              </w:rPr>
            </w:pPr>
            <w:r w:rsidRPr="004F1034">
              <w:rPr>
                <w:sz w:val="18"/>
                <w:szCs w:val="18"/>
              </w:rPr>
              <w:t>Главный администратор источника финансирования дефицита бюджета</w:t>
            </w:r>
          </w:p>
        </w:tc>
        <w:tc>
          <w:tcPr>
            <w:tcW w:w="3199" w:type="dxa"/>
          </w:tcPr>
          <w:p w:rsidR="00E0319B" w:rsidRPr="004F1034" w:rsidRDefault="00E0319B" w:rsidP="001B27F3">
            <w:pPr>
              <w:jc w:val="center"/>
            </w:pPr>
          </w:p>
          <w:p w:rsidR="00E0319B" w:rsidRPr="004F1034" w:rsidRDefault="00E0319B" w:rsidP="001B27F3">
            <w:pPr>
              <w:jc w:val="center"/>
            </w:pPr>
            <w:r w:rsidRPr="004F1034">
              <w:t>КОД</w:t>
            </w:r>
          </w:p>
        </w:tc>
        <w:tc>
          <w:tcPr>
            <w:tcW w:w="4365" w:type="dxa"/>
          </w:tcPr>
          <w:p w:rsidR="00E0319B" w:rsidRPr="004F1034" w:rsidRDefault="00E0319B" w:rsidP="001B27F3">
            <w:pPr>
              <w:jc w:val="both"/>
            </w:pPr>
            <w:r w:rsidRPr="004F1034">
              <w:t xml:space="preserve">Наименование кода администратора, группы, подгруппы, статьи, элемента, кода экономической классификации источников внутреннего финансирования дефицитов бюджетов </w:t>
            </w:r>
          </w:p>
        </w:tc>
        <w:tc>
          <w:tcPr>
            <w:tcW w:w="1526" w:type="dxa"/>
          </w:tcPr>
          <w:p w:rsidR="00E0319B" w:rsidRPr="004F1034" w:rsidRDefault="00E0319B" w:rsidP="001B27F3">
            <w:pPr>
              <w:jc w:val="center"/>
            </w:pPr>
          </w:p>
          <w:p w:rsidR="00E0319B" w:rsidRPr="004F1034" w:rsidRDefault="00E0319B" w:rsidP="001B27F3">
            <w:pPr>
              <w:jc w:val="center"/>
            </w:pPr>
            <w:r w:rsidRPr="004F1034">
              <w:t>Сумма</w:t>
            </w:r>
          </w:p>
          <w:p w:rsidR="00E0319B" w:rsidRPr="004F1034" w:rsidRDefault="00E0319B" w:rsidP="001B27F3">
            <w:pPr>
              <w:jc w:val="center"/>
            </w:pPr>
            <w:r w:rsidRPr="004F1034">
              <w:t>2012г</w:t>
            </w:r>
          </w:p>
          <w:p w:rsidR="00E0319B" w:rsidRPr="004F1034" w:rsidRDefault="00E0319B" w:rsidP="001B27F3">
            <w:pPr>
              <w:jc w:val="center"/>
            </w:pPr>
          </w:p>
          <w:p w:rsidR="00E0319B" w:rsidRPr="004F1034" w:rsidRDefault="00E0319B" w:rsidP="001B27F3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4F1034">
              <w:rPr>
                <w:i/>
                <w:iCs/>
                <w:sz w:val="18"/>
                <w:szCs w:val="18"/>
              </w:rPr>
              <w:t>(Тыс. рублей.)</w:t>
            </w:r>
          </w:p>
          <w:p w:rsidR="00E0319B" w:rsidRPr="004F1034" w:rsidRDefault="00E0319B" w:rsidP="001B27F3">
            <w:pPr>
              <w:jc w:val="center"/>
            </w:pPr>
          </w:p>
        </w:tc>
      </w:tr>
      <w:tr w:rsidR="00E0319B" w:rsidRPr="004F1034">
        <w:tc>
          <w:tcPr>
            <w:tcW w:w="1664" w:type="dxa"/>
          </w:tcPr>
          <w:p w:rsidR="00E0319B" w:rsidRPr="004F1034" w:rsidRDefault="00E0319B" w:rsidP="001B27F3">
            <w:pPr>
              <w:jc w:val="center"/>
              <w:rPr>
                <w:b/>
                <w:bCs/>
                <w:sz w:val="20"/>
                <w:szCs w:val="20"/>
              </w:rPr>
            </w:pPr>
            <w:r w:rsidRPr="004F1034">
              <w:rPr>
                <w:b/>
                <w:bCs/>
                <w:sz w:val="20"/>
                <w:szCs w:val="20"/>
              </w:rPr>
              <w:t>555</w:t>
            </w:r>
          </w:p>
        </w:tc>
        <w:tc>
          <w:tcPr>
            <w:tcW w:w="9090" w:type="dxa"/>
            <w:gridSpan w:val="3"/>
          </w:tcPr>
          <w:p w:rsidR="00E0319B" w:rsidRPr="004F1034" w:rsidRDefault="00E0319B" w:rsidP="001B27F3">
            <w:pPr>
              <w:jc w:val="center"/>
              <w:rPr>
                <w:b/>
                <w:bCs/>
              </w:rPr>
            </w:pPr>
            <w:r w:rsidRPr="004F1034">
              <w:rPr>
                <w:b/>
                <w:bCs/>
              </w:rPr>
              <w:t>Администрация Киикского сельсовета Тогучинского района Новосибирской области</w:t>
            </w:r>
          </w:p>
        </w:tc>
      </w:tr>
      <w:tr w:rsidR="00E0319B" w:rsidRPr="004F1034">
        <w:tc>
          <w:tcPr>
            <w:tcW w:w="1664" w:type="dxa"/>
          </w:tcPr>
          <w:p w:rsidR="00E0319B" w:rsidRPr="004F1034" w:rsidRDefault="00E0319B" w:rsidP="001B27F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99" w:type="dxa"/>
          </w:tcPr>
          <w:p w:rsidR="00E0319B" w:rsidRPr="004F1034" w:rsidRDefault="00E0319B" w:rsidP="001B2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5" w:type="dxa"/>
          </w:tcPr>
          <w:p w:rsidR="00E0319B" w:rsidRPr="004F1034" w:rsidRDefault="00E0319B" w:rsidP="001B27F3">
            <w:pPr>
              <w:jc w:val="both"/>
            </w:pPr>
            <w:r w:rsidRPr="004F1034">
              <w:rPr>
                <w:sz w:val="20"/>
                <w:szCs w:val="20"/>
              </w:rPr>
              <w:t>Источники финансирования средств бюджета- всего</w:t>
            </w:r>
          </w:p>
        </w:tc>
        <w:tc>
          <w:tcPr>
            <w:tcW w:w="1526" w:type="dxa"/>
          </w:tcPr>
          <w:p w:rsidR="00E0319B" w:rsidRPr="004F1034" w:rsidRDefault="00E0319B" w:rsidP="001B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413,9</w:t>
            </w:r>
          </w:p>
        </w:tc>
      </w:tr>
      <w:tr w:rsidR="00E0319B" w:rsidRPr="004F1034">
        <w:tc>
          <w:tcPr>
            <w:tcW w:w="1664" w:type="dxa"/>
          </w:tcPr>
          <w:p w:rsidR="00E0319B" w:rsidRPr="004F1034" w:rsidRDefault="00E0319B" w:rsidP="001B27F3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E0319B" w:rsidRPr="004F1034" w:rsidRDefault="00E0319B" w:rsidP="001B27F3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01 05 00 00 00 0000 000</w:t>
            </w:r>
          </w:p>
        </w:tc>
        <w:tc>
          <w:tcPr>
            <w:tcW w:w="4365" w:type="dxa"/>
          </w:tcPr>
          <w:p w:rsidR="00E0319B" w:rsidRPr="004F1034" w:rsidRDefault="00E0319B" w:rsidP="001B27F3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526" w:type="dxa"/>
          </w:tcPr>
          <w:p w:rsidR="00E0319B" w:rsidRPr="004F1034" w:rsidRDefault="00E0319B" w:rsidP="001B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113,9</w:t>
            </w:r>
          </w:p>
        </w:tc>
      </w:tr>
      <w:tr w:rsidR="00E0319B" w:rsidRPr="00723327">
        <w:tc>
          <w:tcPr>
            <w:tcW w:w="1664" w:type="dxa"/>
          </w:tcPr>
          <w:p w:rsidR="00E0319B" w:rsidRPr="004F1034" w:rsidRDefault="00E0319B" w:rsidP="001B27F3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E0319B" w:rsidRPr="004F1034" w:rsidRDefault="00E0319B" w:rsidP="001B27F3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01 03 00 00 00 0000 000</w:t>
            </w:r>
          </w:p>
        </w:tc>
        <w:tc>
          <w:tcPr>
            <w:tcW w:w="4365" w:type="dxa"/>
          </w:tcPr>
          <w:p w:rsidR="00E0319B" w:rsidRPr="004F1034" w:rsidRDefault="00E0319B" w:rsidP="001B27F3">
            <w:pPr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26" w:type="dxa"/>
          </w:tcPr>
          <w:p w:rsidR="00E0319B" w:rsidRPr="00723327" w:rsidRDefault="00E0319B" w:rsidP="001B27F3">
            <w:pPr>
              <w:jc w:val="center"/>
            </w:pPr>
          </w:p>
        </w:tc>
      </w:tr>
      <w:tr w:rsidR="00E0319B" w:rsidRPr="00723327">
        <w:tc>
          <w:tcPr>
            <w:tcW w:w="1664" w:type="dxa"/>
          </w:tcPr>
          <w:p w:rsidR="00E0319B" w:rsidRPr="004F1034" w:rsidRDefault="00E0319B" w:rsidP="001B27F3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E0319B" w:rsidRPr="004F1034" w:rsidRDefault="00E0319B" w:rsidP="001B27F3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01 03 00 00 00 0000 700</w:t>
            </w:r>
          </w:p>
        </w:tc>
        <w:tc>
          <w:tcPr>
            <w:tcW w:w="4365" w:type="dxa"/>
          </w:tcPr>
          <w:p w:rsidR="00E0319B" w:rsidRPr="004F1034" w:rsidRDefault="00E0319B" w:rsidP="001B27F3">
            <w:pPr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26" w:type="dxa"/>
          </w:tcPr>
          <w:p w:rsidR="00E0319B" w:rsidRPr="00723327" w:rsidRDefault="00E0319B" w:rsidP="001B27F3">
            <w:pPr>
              <w:jc w:val="center"/>
            </w:pPr>
          </w:p>
        </w:tc>
      </w:tr>
      <w:tr w:rsidR="00E0319B" w:rsidRPr="00723327">
        <w:tc>
          <w:tcPr>
            <w:tcW w:w="1664" w:type="dxa"/>
          </w:tcPr>
          <w:p w:rsidR="00E0319B" w:rsidRPr="004F1034" w:rsidRDefault="00E0319B" w:rsidP="001B27F3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E0319B" w:rsidRPr="004F1034" w:rsidRDefault="00E0319B" w:rsidP="001B27F3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01 03 00 00 10 0000 710</w:t>
            </w:r>
          </w:p>
        </w:tc>
        <w:tc>
          <w:tcPr>
            <w:tcW w:w="4365" w:type="dxa"/>
          </w:tcPr>
          <w:p w:rsidR="00E0319B" w:rsidRPr="004F1034" w:rsidRDefault="00E0319B" w:rsidP="001B27F3">
            <w:pPr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26" w:type="dxa"/>
          </w:tcPr>
          <w:p w:rsidR="00E0319B" w:rsidRPr="00723327" w:rsidRDefault="00E0319B" w:rsidP="001B27F3">
            <w:pPr>
              <w:jc w:val="center"/>
            </w:pPr>
            <w:r w:rsidRPr="001B27F3">
              <w:rPr>
                <w:sz w:val="20"/>
                <w:szCs w:val="20"/>
              </w:rPr>
              <w:t>300,0</w:t>
            </w:r>
          </w:p>
        </w:tc>
      </w:tr>
      <w:tr w:rsidR="00E0319B" w:rsidRPr="00723327">
        <w:tc>
          <w:tcPr>
            <w:tcW w:w="1664" w:type="dxa"/>
          </w:tcPr>
          <w:p w:rsidR="00E0319B" w:rsidRPr="004F1034" w:rsidRDefault="00E0319B" w:rsidP="001B27F3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E0319B" w:rsidRPr="004F1034" w:rsidRDefault="00E0319B" w:rsidP="001B27F3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01 03 00 00 00 0000 800</w:t>
            </w:r>
          </w:p>
        </w:tc>
        <w:tc>
          <w:tcPr>
            <w:tcW w:w="4365" w:type="dxa"/>
          </w:tcPr>
          <w:p w:rsidR="00E0319B" w:rsidRPr="004F1034" w:rsidRDefault="00E0319B" w:rsidP="001B27F3">
            <w:pPr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26" w:type="dxa"/>
          </w:tcPr>
          <w:p w:rsidR="00E0319B" w:rsidRPr="00723327" w:rsidRDefault="00E0319B" w:rsidP="001B27F3">
            <w:pPr>
              <w:jc w:val="center"/>
            </w:pPr>
          </w:p>
        </w:tc>
      </w:tr>
      <w:tr w:rsidR="00E0319B" w:rsidRPr="00723327">
        <w:tc>
          <w:tcPr>
            <w:tcW w:w="1664" w:type="dxa"/>
          </w:tcPr>
          <w:p w:rsidR="00E0319B" w:rsidRPr="004F1034" w:rsidRDefault="00E0319B" w:rsidP="001B27F3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E0319B" w:rsidRPr="004F1034" w:rsidRDefault="00E0319B" w:rsidP="001B27F3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01 03 00 00 10 0000 810</w:t>
            </w:r>
          </w:p>
        </w:tc>
        <w:tc>
          <w:tcPr>
            <w:tcW w:w="4365" w:type="dxa"/>
          </w:tcPr>
          <w:p w:rsidR="00E0319B" w:rsidRPr="004F1034" w:rsidRDefault="00E0319B" w:rsidP="001B27F3">
            <w:pPr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26" w:type="dxa"/>
          </w:tcPr>
          <w:p w:rsidR="00E0319B" w:rsidRPr="00723327" w:rsidRDefault="00E0319B" w:rsidP="001B27F3">
            <w:pPr>
              <w:jc w:val="center"/>
            </w:pPr>
          </w:p>
        </w:tc>
      </w:tr>
      <w:tr w:rsidR="00E0319B" w:rsidRPr="00723327">
        <w:tc>
          <w:tcPr>
            <w:tcW w:w="1664" w:type="dxa"/>
          </w:tcPr>
          <w:p w:rsidR="00E0319B" w:rsidRPr="004F1034" w:rsidRDefault="00E0319B" w:rsidP="001B27F3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E0319B" w:rsidRPr="004F1034" w:rsidRDefault="00E0319B" w:rsidP="001B27F3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01 05 00 00 00 0000 500</w:t>
            </w:r>
          </w:p>
        </w:tc>
        <w:tc>
          <w:tcPr>
            <w:tcW w:w="4365" w:type="dxa"/>
          </w:tcPr>
          <w:p w:rsidR="00E0319B" w:rsidRPr="004F1034" w:rsidRDefault="00E0319B" w:rsidP="001B27F3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526" w:type="dxa"/>
          </w:tcPr>
          <w:p w:rsidR="00E0319B" w:rsidRPr="00723327" w:rsidRDefault="00E0319B" w:rsidP="001B27F3">
            <w:pPr>
              <w:jc w:val="center"/>
              <w:rPr>
                <w:sz w:val="20"/>
                <w:szCs w:val="20"/>
              </w:rPr>
            </w:pPr>
            <w:r w:rsidRPr="00723327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6093,1</w:t>
            </w:r>
          </w:p>
        </w:tc>
      </w:tr>
      <w:tr w:rsidR="00E0319B" w:rsidRPr="00723327">
        <w:tc>
          <w:tcPr>
            <w:tcW w:w="1664" w:type="dxa"/>
          </w:tcPr>
          <w:p w:rsidR="00E0319B" w:rsidRPr="004F1034" w:rsidRDefault="00E0319B" w:rsidP="001B27F3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E0319B" w:rsidRPr="004F1034" w:rsidRDefault="00E0319B" w:rsidP="001B27F3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01 05 02 00 00 0000 510</w:t>
            </w:r>
          </w:p>
        </w:tc>
        <w:tc>
          <w:tcPr>
            <w:tcW w:w="4365" w:type="dxa"/>
          </w:tcPr>
          <w:p w:rsidR="00E0319B" w:rsidRPr="004F1034" w:rsidRDefault="00E0319B" w:rsidP="001B27F3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526" w:type="dxa"/>
          </w:tcPr>
          <w:p w:rsidR="00E0319B" w:rsidRPr="00723327" w:rsidRDefault="00E0319B" w:rsidP="001B27F3">
            <w:pPr>
              <w:jc w:val="center"/>
              <w:rPr>
                <w:sz w:val="20"/>
                <w:szCs w:val="20"/>
              </w:rPr>
            </w:pPr>
            <w:r w:rsidRPr="00723327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6093,1</w:t>
            </w:r>
          </w:p>
        </w:tc>
      </w:tr>
      <w:tr w:rsidR="00E0319B" w:rsidRPr="00723327">
        <w:tc>
          <w:tcPr>
            <w:tcW w:w="1664" w:type="dxa"/>
          </w:tcPr>
          <w:p w:rsidR="00E0319B" w:rsidRPr="004F1034" w:rsidRDefault="00E0319B" w:rsidP="001B27F3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E0319B" w:rsidRPr="004F1034" w:rsidRDefault="00E0319B" w:rsidP="001B27F3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01 05 02 01 00 0000 510</w:t>
            </w:r>
          </w:p>
        </w:tc>
        <w:tc>
          <w:tcPr>
            <w:tcW w:w="4365" w:type="dxa"/>
          </w:tcPr>
          <w:p w:rsidR="00E0319B" w:rsidRPr="004F1034" w:rsidRDefault="00E0319B" w:rsidP="001B27F3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526" w:type="dxa"/>
          </w:tcPr>
          <w:p w:rsidR="00E0319B" w:rsidRPr="00723327" w:rsidRDefault="00E0319B" w:rsidP="001B27F3">
            <w:pPr>
              <w:jc w:val="center"/>
              <w:rPr>
                <w:sz w:val="20"/>
                <w:szCs w:val="20"/>
              </w:rPr>
            </w:pPr>
            <w:r w:rsidRPr="00723327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6093,1</w:t>
            </w:r>
          </w:p>
        </w:tc>
      </w:tr>
      <w:tr w:rsidR="00E0319B" w:rsidRPr="00723327">
        <w:tc>
          <w:tcPr>
            <w:tcW w:w="1664" w:type="dxa"/>
          </w:tcPr>
          <w:p w:rsidR="00E0319B" w:rsidRPr="004F1034" w:rsidRDefault="00E0319B" w:rsidP="001B27F3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E0319B" w:rsidRPr="004F1034" w:rsidRDefault="00E0319B" w:rsidP="001B27F3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01 05 02 01 10 0000 510</w:t>
            </w:r>
          </w:p>
        </w:tc>
        <w:tc>
          <w:tcPr>
            <w:tcW w:w="4365" w:type="dxa"/>
          </w:tcPr>
          <w:p w:rsidR="00E0319B" w:rsidRPr="004F1034" w:rsidRDefault="00E0319B" w:rsidP="001B27F3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26" w:type="dxa"/>
          </w:tcPr>
          <w:p w:rsidR="00E0319B" w:rsidRPr="00723327" w:rsidRDefault="00E0319B" w:rsidP="001B27F3">
            <w:pPr>
              <w:jc w:val="center"/>
              <w:rPr>
                <w:sz w:val="20"/>
                <w:szCs w:val="20"/>
              </w:rPr>
            </w:pPr>
            <w:r w:rsidRPr="00723327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6093,1</w:t>
            </w:r>
          </w:p>
        </w:tc>
      </w:tr>
      <w:tr w:rsidR="00E0319B" w:rsidRPr="00723327">
        <w:trPr>
          <w:trHeight w:val="286"/>
        </w:trPr>
        <w:tc>
          <w:tcPr>
            <w:tcW w:w="1664" w:type="dxa"/>
          </w:tcPr>
          <w:p w:rsidR="00E0319B" w:rsidRPr="004F1034" w:rsidRDefault="00E0319B" w:rsidP="001B27F3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E0319B" w:rsidRPr="004F1034" w:rsidRDefault="00E0319B" w:rsidP="001B27F3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01 05 00 00 00 0000 600</w:t>
            </w:r>
          </w:p>
        </w:tc>
        <w:tc>
          <w:tcPr>
            <w:tcW w:w="4365" w:type="dxa"/>
          </w:tcPr>
          <w:p w:rsidR="00E0319B" w:rsidRPr="004F1034" w:rsidRDefault="00E0319B" w:rsidP="001B27F3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526" w:type="dxa"/>
          </w:tcPr>
          <w:p w:rsidR="00E0319B" w:rsidRPr="00723327" w:rsidRDefault="00E0319B" w:rsidP="001B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6207,1</w:t>
            </w:r>
          </w:p>
        </w:tc>
      </w:tr>
      <w:tr w:rsidR="00E0319B" w:rsidRPr="00723327">
        <w:tc>
          <w:tcPr>
            <w:tcW w:w="1664" w:type="dxa"/>
          </w:tcPr>
          <w:p w:rsidR="00E0319B" w:rsidRPr="004F1034" w:rsidRDefault="00E0319B" w:rsidP="001B27F3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E0319B" w:rsidRPr="004F1034" w:rsidRDefault="00E0319B" w:rsidP="001B27F3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01 05 02 00 00 0000 610</w:t>
            </w:r>
          </w:p>
        </w:tc>
        <w:tc>
          <w:tcPr>
            <w:tcW w:w="4365" w:type="dxa"/>
          </w:tcPr>
          <w:p w:rsidR="00E0319B" w:rsidRPr="004F1034" w:rsidRDefault="00E0319B" w:rsidP="001B27F3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526" w:type="dxa"/>
          </w:tcPr>
          <w:p w:rsidR="00E0319B" w:rsidRPr="00723327" w:rsidRDefault="00E0319B" w:rsidP="001B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6207,1</w:t>
            </w:r>
          </w:p>
        </w:tc>
      </w:tr>
      <w:tr w:rsidR="00E0319B" w:rsidRPr="004F1034">
        <w:tc>
          <w:tcPr>
            <w:tcW w:w="1664" w:type="dxa"/>
          </w:tcPr>
          <w:p w:rsidR="00E0319B" w:rsidRPr="004F1034" w:rsidRDefault="00E0319B" w:rsidP="001B27F3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E0319B" w:rsidRPr="004F1034" w:rsidRDefault="00E0319B" w:rsidP="001B27F3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01 05 02 01 00 0000 610</w:t>
            </w:r>
          </w:p>
        </w:tc>
        <w:tc>
          <w:tcPr>
            <w:tcW w:w="4365" w:type="dxa"/>
          </w:tcPr>
          <w:p w:rsidR="00E0319B" w:rsidRPr="004F1034" w:rsidRDefault="00E0319B" w:rsidP="001B27F3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Уменьшение прочих  остатков денежных средств бюджетов</w:t>
            </w:r>
          </w:p>
        </w:tc>
        <w:tc>
          <w:tcPr>
            <w:tcW w:w="1526" w:type="dxa"/>
          </w:tcPr>
          <w:p w:rsidR="00E0319B" w:rsidRPr="004F1034" w:rsidRDefault="00E0319B" w:rsidP="001B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6207,1</w:t>
            </w:r>
          </w:p>
        </w:tc>
      </w:tr>
      <w:tr w:rsidR="00E0319B" w:rsidRPr="004F1034">
        <w:tc>
          <w:tcPr>
            <w:tcW w:w="1664" w:type="dxa"/>
          </w:tcPr>
          <w:p w:rsidR="00E0319B" w:rsidRPr="004F1034" w:rsidRDefault="00E0319B" w:rsidP="001B27F3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E0319B" w:rsidRPr="004F1034" w:rsidRDefault="00E0319B" w:rsidP="001B27F3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01 05 02 01 10 0000 610</w:t>
            </w:r>
          </w:p>
        </w:tc>
        <w:tc>
          <w:tcPr>
            <w:tcW w:w="4365" w:type="dxa"/>
          </w:tcPr>
          <w:p w:rsidR="00E0319B" w:rsidRPr="004F1034" w:rsidRDefault="00E0319B" w:rsidP="001B27F3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Уменьшение прочих остатков денежных средств  бюджетов поселений</w:t>
            </w:r>
          </w:p>
        </w:tc>
        <w:tc>
          <w:tcPr>
            <w:tcW w:w="1526" w:type="dxa"/>
          </w:tcPr>
          <w:p w:rsidR="00E0319B" w:rsidRPr="004F1034" w:rsidRDefault="00E0319B" w:rsidP="001B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6207,1</w:t>
            </w:r>
          </w:p>
        </w:tc>
      </w:tr>
      <w:tr w:rsidR="00E0319B" w:rsidRPr="004F1034">
        <w:tc>
          <w:tcPr>
            <w:tcW w:w="1664" w:type="dxa"/>
          </w:tcPr>
          <w:p w:rsidR="00E0319B" w:rsidRPr="004F1034" w:rsidRDefault="00E0319B" w:rsidP="001B27F3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E0319B" w:rsidRPr="004F1034" w:rsidRDefault="00E0319B" w:rsidP="001B27F3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01 06 00 00 00 0000 000</w:t>
            </w:r>
          </w:p>
        </w:tc>
        <w:tc>
          <w:tcPr>
            <w:tcW w:w="4365" w:type="dxa"/>
          </w:tcPr>
          <w:p w:rsidR="00E0319B" w:rsidRPr="004F1034" w:rsidRDefault="00E0319B" w:rsidP="001B27F3">
            <w:pPr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Иные поступления внутреннего финансирования дефицита бюджетов</w:t>
            </w:r>
          </w:p>
        </w:tc>
        <w:tc>
          <w:tcPr>
            <w:tcW w:w="1526" w:type="dxa"/>
          </w:tcPr>
          <w:p w:rsidR="00E0319B" w:rsidRPr="004F1034" w:rsidRDefault="00E0319B" w:rsidP="001B27F3">
            <w:pPr>
              <w:jc w:val="center"/>
              <w:rPr>
                <w:sz w:val="20"/>
                <w:szCs w:val="20"/>
              </w:rPr>
            </w:pPr>
          </w:p>
        </w:tc>
      </w:tr>
      <w:tr w:rsidR="00E0319B" w:rsidRPr="004F1034">
        <w:tc>
          <w:tcPr>
            <w:tcW w:w="1664" w:type="dxa"/>
          </w:tcPr>
          <w:p w:rsidR="00E0319B" w:rsidRPr="004F1034" w:rsidRDefault="00E0319B" w:rsidP="001B27F3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E0319B" w:rsidRPr="004F1034" w:rsidRDefault="00E0319B" w:rsidP="001B27F3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01 02 00 00 00 0000 000</w:t>
            </w:r>
          </w:p>
        </w:tc>
        <w:tc>
          <w:tcPr>
            <w:tcW w:w="4365" w:type="dxa"/>
          </w:tcPr>
          <w:p w:rsidR="00E0319B" w:rsidRPr="004F1034" w:rsidRDefault="00E0319B" w:rsidP="001B27F3">
            <w:pPr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Источник внешнего финансирования дефицита бюджета поселения</w:t>
            </w:r>
          </w:p>
        </w:tc>
        <w:tc>
          <w:tcPr>
            <w:tcW w:w="1526" w:type="dxa"/>
          </w:tcPr>
          <w:p w:rsidR="00E0319B" w:rsidRPr="004F1034" w:rsidRDefault="00E0319B" w:rsidP="001B27F3">
            <w:pPr>
              <w:jc w:val="center"/>
              <w:rPr>
                <w:sz w:val="20"/>
                <w:szCs w:val="20"/>
              </w:rPr>
            </w:pPr>
          </w:p>
        </w:tc>
      </w:tr>
    </w:tbl>
    <w:p w:rsidR="00E0319B" w:rsidRDefault="00E0319B" w:rsidP="001B27F3"/>
    <w:p w:rsidR="00E0319B" w:rsidRDefault="00E0319B" w:rsidP="00DB327E">
      <w:pPr>
        <w:jc w:val="right"/>
      </w:pPr>
    </w:p>
    <w:sectPr w:rsidR="00E0319B" w:rsidSect="007C1B12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19B" w:rsidRDefault="00E0319B" w:rsidP="00340FBA">
      <w:r>
        <w:separator/>
      </w:r>
    </w:p>
  </w:endnote>
  <w:endnote w:type="continuationSeparator" w:id="1">
    <w:p w:rsidR="00E0319B" w:rsidRDefault="00E0319B" w:rsidP="00340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19B" w:rsidRDefault="00E0319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19B" w:rsidRDefault="00E0319B" w:rsidP="00340FBA">
      <w:r>
        <w:separator/>
      </w:r>
    </w:p>
  </w:footnote>
  <w:footnote w:type="continuationSeparator" w:id="1">
    <w:p w:rsidR="00E0319B" w:rsidRDefault="00E0319B" w:rsidP="00340F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19B" w:rsidRDefault="00E0319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72446D"/>
    <w:multiLevelType w:val="hybridMultilevel"/>
    <w:tmpl w:val="120A7904"/>
    <w:lvl w:ilvl="0" w:tplc="8C367A8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6B9D"/>
    <w:rsid w:val="00001F3C"/>
    <w:rsid w:val="00002D50"/>
    <w:rsid w:val="00002DD3"/>
    <w:rsid w:val="00003D91"/>
    <w:rsid w:val="00007F4C"/>
    <w:rsid w:val="00011C32"/>
    <w:rsid w:val="00012287"/>
    <w:rsid w:val="00012E27"/>
    <w:rsid w:val="00013404"/>
    <w:rsid w:val="00016965"/>
    <w:rsid w:val="00017933"/>
    <w:rsid w:val="00017EEC"/>
    <w:rsid w:val="00020118"/>
    <w:rsid w:val="00020727"/>
    <w:rsid w:val="00020DC0"/>
    <w:rsid w:val="00021B6B"/>
    <w:rsid w:val="00021BB5"/>
    <w:rsid w:val="00023435"/>
    <w:rsid w:val="0002375D"/>
    <w:rsid w:val="00027877"/>
    <w:rsid w:val="00030A5F"/>
    <w:rsid w:val="00030CE9"/>
    <w:rsid w:val="00032268"/>
    <w:rsid w:val="00037B45"/>
    <w:rsid w:val="0004002E"/>
    <w:rsid w:val="000424DA"/>
    <w:rsid w:val="00042C9F"/>
    <w:rsid w:val="000447CC"/>
    <w:rsid w:val="00045134"/>
    <w:rsid w:val="00045EA6"/>
    <w:rsid w:val="00046099"/>
    <w:rsid w:val="000474DA"/>
    <w:rsid w:val="00050338"/>
    <w:rsid w:val="00051D2E"/>
    <w:rsid w:val="00052252"/>
    <w:rsid w:val="00054BA0"/>
    <w:rsid w:val="00055586"/>
    <w:rsid w:val="00055F4B"/>
    <w:rsid w:val="00056619"/>
    <w:rsid w:val="000566A2"/>
    <w:rsid w:val="00062BD1"/>
    <w:rsid w:val="000647F1"/>
    <w:rsid w:val="00065311"/>
    <w:rsid w:val="00067298"/>
    <w:rsid w:val="0006799A"/>
    <w:rsid w:val="00067D3F"/>
    <w:rsid w:val="000716EB"/>
    <w:rsid w:val="00071A78"/>
    <w:rsid w:val="0007502C"/>
    <w:rsid w:val="000770B7"/>
    <w:rsid w:val="00080EA6"/>
    <w:rsid w:val="00081237"/>
    <w:rsid w:val="000814AF"/>
    <w:rsid w:val="0008200D"/>
    <w:rsid w:val="000822EF"/>
    <w:rsid w:val="0008292C"/>
    <w:rsid w:val="000854A2"/>
    <w:rsid w:val="0008756D"/>
    <w:rsid w:val="00090B3C"/>
    <w:rsid w:val="00092C01"/>
    <w:rsid w:val="00094E64"/>
    <w:rsid w:val="000954FB"/>
    <w:rsid w:val="000A0F15"/>
    <w:rsid w:val="000A2A2B"/>
    <w:rsid w:val="000A3552"/>
    <w:rsid w:val="000A4187"/>
    <w:rsid w:val="000B1B64"/>
    <w:rsid w:val="000B2D04"/>
    <w:rsid w:val="000B61C2"/>
    <w:rsid w:val="000B6F58"/>
    <w:rsid w:val="000B7B0E"/>
    <w:rsid w:val="000B7F23"/>
    <w:rsid w:val="000B7F60"/>
    <w:rsid w:val="000C6F70"/>
    <w:rsid w:val="000C7587"/>
    <w:rsid w:val="000C7FB5"/>
    <w:rsid w:val="000D1186"/>
    <w:rsid w:val="000D1606"/>
    <w:rsid w:val="000D2698"/>
    <w:rsid w:val="000D2FCD"/>
    <w:rsid w:val="000D4349"/>
    <w:rsid w:val="000E005F"/>
    <w:rsid w:val="000E4343"/>
    <w:rsid w:val="000E476E"/>
    <w:rsid w:val="000E5B41"/>
    <w:rsid w:val="000F3D3C"/>
    <w:rsid w:val="000F4021"/>
    <w:rsid w:val="000F6550"/>
    <w:rsid w:val="000F6D7A"/>
    <w:rsid w:val="00101256"/>
    <w:rsid w:val="00101490"/>
    <w:rsid w:val="001032CA"/>
    <w:rsid w:val="001057FA"/>
    <w:rsid w:val="00112E9E"/>
    <w:rsid w:val="0011348C"/>
    <w:rsid w:val="00114264"/>
    <w:rsid w:val="00114805"/>
    <w:rsid w:val="001152A7"/>
    <w:rsid w:val="001171F1"/>
    <w:rsid w:val="001173C9"/>
    <w:rsid w:val="00120834"/>
    <w:rsid w:val="00120A8C"/>
    <w:rsid w:val="00123659"/>
    <w:rsid w:val="00124334"/>
    <w:rsid w:val="00131AA5"/>
    <w:rsid w:val="001339CA"/>
    <w:rsid w:val="00133D3D"/>
    <w:rsid w:val="001349B9"/>
    <w:rsid w:val="001354B1"/>
    <w:rsid w:val="00137623"/>
    <w:rsid w:val="00137A79"/>
    <w:rsid w:val="00143413"/>
    <w:rsid w:val="00143585"/>
    <w:rsid w:val="00143BE3"/>
    <w:rsid w:val="001441E9"/>
    <w:rsid w:val="00144E1C"/>
    <w:rsid w:val="001478B3"/>
    <w:rsid w:val="00147EDF"/>
    <w:rsid w:val="00152046"/>
    <w:rsid w:val="00156D4E"/>
    <w:rsid w:val="00157DEA"/>
    <w:rsid w:val="001600F4"/>
    <w:rsid w:val="00160EBA"/>
    <w:rsid w:val="00162DAD"/>
    <w:rsid w:val="00163BB6"/>
    <w:rsid w:val="001655F6"/>
    <w:rsid w:val="00170D84"/>
    <w:rsid w:val="001717AE"/>
    <w:rsid w:val="0018049C"/>
    <w:rsid w:val="00180CA5"/>
    <w:rsid w:val="00183064"/>
    <w:rsid w:val="001836E7"/>
    <w:rsid w:val="00183DAC"/>
    <w:rsid w:val="001844BC"/>
    <w:rsid w:val="0018531C"/>
    <w:rsid w:val="001863DD"/>
    <w:rsid w:val="001868C5"/>
    <w:rsid w:val="0019024A"/>
    <w:rsid w:val="00190440"/>
    <w:rsid w:val="00192866"/>
    <w:rsid w:val="001933D4"/>
    <w:rsid w:val="0019604B"/>
    <w:rsid w:val="001967AF"/>
    <w:rsid w:val="0019709A"/>
    <w:rsid w:val="0019724D"/>
    <w:rsid w:val="001A0665"/>
    <w:rsid w:val="001A21A1"/>
    <w:rsid w:val="001A4C9A"/>
    <w:rsid w:val="001A4F30"/>
    <w:rsid w:val="001A5AB2"/>
    <w:rsid w:val="001A682E"/>
    <w:rsid w:val="001A77EA"/>
    <w:rsid w:val="001B0D97"/>
    <w:rsid w:val="001B27F3"/>
    <w:rsid w:val="001B41DD"/>
    <w:rsid w:val="001B52F9"/>
    <w:rsid w:val="001B5E27"/>
    <w:rsid w:val="001B6B0C"/>
    <w:rsid w:val="001C02E8"/>
    <w:rsid w:val="001C414E"/>
    <w:rsid w:val="001C4976"/>
    <w:rsid w:val="001C5539"/>
    <w:rsid w:val="001C5EFF"/>
    <w:rsid w:val="001D1B91"/>
    <w:rsid w:val="001D717B"/>
    <w:rsid w:val="001D7292"/>
    <w:rsid w:val="001D79DE"/>
    <w:rsid w:val="001D7FB7"/>
    <w:rsid w:val="001E792A"/>
    <w:rsid w:val="001F0504"/>
    <w:rsid w:val="001F07AF"/>
    <w:rsid w:val="001F3935"/>
    <w:rsid w:val="001F3C01"/>
    <w:rsid w:val="001F7AF0"/>
    <w:rsid w:val="00200E4E"/>
    <w:rsid w:val="00200E81"/>
    <w:rsid w:val="002011C3"/>
    <w:rsid w:val="002014A4"/>
    <w:rsid w:val="00201FAF"/>
    <w:rsid w:val="002026CA"/>
    <w:rsid w:val="00202F64"/>
    <w:rsid w:val="00203782"/>
    <w:rsid w:val="00206C68"/>
    <w:rsid w:val="002100E7"/>
    <w:rsid w:val="0021240C"/>
    <w:rsid w:val="00214E1C"/>
    <w:rsid w:val="002152AB"/>
    <w:rsid w:val="00220609"/>
    <w:rsid w:val="00220EB4"/>
    <w:rsid w:val="00222FD2"/>
    <w:rsid w:val="00224164"/>
    <w:rsid w:val="00225B04"/>
    <w:rsid w:val="00225C57"/>
    <w:rsid w:val="00230CBA"/>
    <w:rsid w:val="00233DC1"/>
    <w:rsid w:val="0023690C"/>
    <w:rsid w:val="00237021"/>
    <w:rsid w:val="002400AA"/>
    <w:rsid w:val="00240574"/>
    <w:rsid w:val="0024069F"/>
    <w:rsid w:val="00240CC1"/>
    <w:rsid w:val="0024642F"/>
    <w:rsid w:val="002468FF"/>
    <w:rsid w:val="00250091"/>
    <w:rsid w:val="002518BB"/>
    <w:rsid w:val="00252BFB"/>
    <w:rsid w:val="00253D17"/>
    <w:rsid w:val="00253EA9"/>
    <w:rsid w:val="0025584A"/>
    <w:rsid w:val="00255AF7"/>
    <w:rsid w:val="00256989"/>
    <w:rsid w:val="00256B02"/>
    <w:rsid w:val="002571D0"/>
    <w:rsid w:val="0026312E"/>
    <w:rsid w:val="00263E40"/>
    <w:rsid w:val="00264C51"/>
    <w:rsid w:val="00266DFD"/>
    <w:rsid w:val="00276B4A"/>
    <w:rsid w:val="00282AE2"/>
    <w:rsid w:val="00282DCF"/>
    <w:rsid w:val="00285BCF"/>
    <w:rsid w:val="00286922"/>
    <w:rsid w:val="002872B4"/>
    <w:rsid w:val="002872EF"/>
    <w:rsid w:val="00290689"/>
    <w:rsid w:val="0029293A"/>
    <w:rsid w:val="002948A4"/>
    <w:rsid w:val="0029687D"/>
    <w:rsid w:val="002A0118"/>
    <w:rsid w:val="002A5702"/>
    <w:rsid w:val="002A7374"/>
    <w:rsid w:val="002B0637"/>
    <w:rsid w:val="002B0899"/>
    <w:rsid w:val="002B1AE5"/>
    <w:rsid w:val="002B2E9A"/>
    <w:rsid w:val="002B2F89"/>
    <w:rsid w:val="002B31DF"/>
    <w:rsid w:val="002B658C"/>
    <w:rsid w:val="002B7BCA"/>
    <w:rsid w:val="002C2F32"/>
    <w:rsid w:val="002C4986"/>
    <w:rsid w:val="002C571F"/>
    <w:rsid w:val="002D11C4"/>
    <w:rsid w:val="002D2E37"/>
    <w:rsid w:val="002D3D92"/>
    <w:rsid w:val="002D50E0"/>
    <w:rsid w:val="002D53E5"/>
    <w:rsid w:val="002D6D59"/>
    <w:rsid w:val="002D70A2"/>
    <w:rsid w:val="002E5362"/>
    <w:rsid w:val="002F1C34"/>
    <w:rsid w:val="002F276C"/>
    <w:rsid w:val="002F45BE"/>
    <w:rsid w:val="002F65D0"/>
    <w:rsid w:val="002F717D"/>
    <w:rsid w:val="00302616"/>
    <w:rsid w:val="0030300A"/>
    <w:rsid w:val="00303039"/>
    <w:rsid w:val="003033A6"/>
    <w:rsid w:val="00303F6E"/>
    <w:rsid w:val="003073FA"/>
    <w:rsid w:val="00312A21"/>
    <w:rsid w:val="00313226"/>
    <w:rsid w:val="00315A57"/>
    <w:rsid w:val="00316F71"/>
    <w:rsid w:val="003173E1"/>
    <w:rsid w:val="003213C7"/>
    <w:rsid w:val="00322BE4"/>
    <w:rsid w:val="0032397F"/>
    <w:rsid w:val="00324847"/>
    <w:rsid w:val="003255EE"/>
    <w:rsid w:val="00327B9E"/>
    <w:rsid w:val="00334034"/>
    <w:rsid w:val="00337972"/>
    <w:rsid w:val="00340BF5"/>
    <w:rsid w:val="00340FBA"/>
    <w:rsid w:val="00342736"/>
    <w:rsid w:val="003467FA"/>
    <w:rsid w:val="00347C47"/>
    <w:rsid w:val="00356AD7"/>
    <w:rsid w:val="00356CE5"/>
    <w:rsid w:val="003600DD"/>
    <w:rsid w:val="00360298"/>
    <w:rsid w:val="00362621"/>
    <w:rsid w:val="003643D4"/>
    <w:rsid w:val="0036506E"/>
    <w:rsid w:val="00377BF3"/>
    <w:rsid w:val="00380221"/>
    <w:rsid w:val="003873F2"/>
    <w:rsid w:val="00387625"/>
    <w:rsid w:val="00390012"/>
    <w:rsid w:val="00390FDB"/>
    <w:rsid w:val="003931FA"/>
    <w:rsid w:val="00396369"/>
    <w:rsid w:val="0039642F"/>
    <w:rsid w:val="003A15CB"/>
    <w:rsid w:val="003A5ADF"/>
    <w:rsid w:val="003A62B6"/>
    <w:rsid w:val="003A7AF8"/>
    <w:rsid w:val="003B072D"/>
    <w:rsid w:val="003B08CF"/>
    <w:rsid w:val="003B2117"/>
    <w:rsid w:val="003B2128"/>
    <w:rsid w:val="003B565E"/>
    <w:rsid w:val="003B6AC0"/>
    <w:rsid w:val="003C0C0A"/>
    <w:rsid w:val="003C15B7"/>
    <w:rsid w:val="003C1C98"/>
    <w:rsid w:val="003C1E15"/>
    <w:rsid w:val="003C42A4"/>
    <w:rsid w:val="003C4A8D"/>
    <w:rsid w:val="003C5D12"/>
    <w:rsid w:val="003C5E58"/>
    <w:rsid w:val="003D0DAF"/>
    <w:rsid w:val="003D2C69"/>
    <w:rsid w:val="003D2E94"/>
    <w:rsid w:val="003D3495"/>
    <w:rsid w:val="003D41B6"/>
    <w:rsid w:val="003D525C"/>
    <w:rsid w:val="003D631B"/>
    <w:rsid w:val="003E0380"/>
    <w:rsid w:val="003E0772"/>
    <w:rsid w:val="003E0C2D"/>
    <w:rsid w:val="003E243A"/>
    <w:rsid w:val="003E54D3"/>
    <w:rsid w:val="003E67A9"/>
    <w:rsid w:val="003E734B"/>
    <w:rsid w:val="003F0065"/>
    <w:rsid w:val="003F09EA"/>
    <w:rsid w:val="003F179B"/>
    <w:rsid w:val="003F1E31"/>
    <w:rsid w:val="003F3B70"/>
    <w:rsid w:val="003F42AD"/>
    <w:rsid w:val="003F552E"/>
    <w:rsid w:val="003F5F37"/>
    <w:rsid w:val="003F73EC"/>
    <w:rsid w:val="00400E14"/>
    <w:rsid w:val="00410376"/>
    <w:rsid w:val="00411AB0"/>
    <w:rsid w:val="00414BDE"/>
    <w:rsid w:val="00415EC1"/>
    <w:rsid w:val="00416056"/>
    <w:rsid w:val="00416699"/>
    <w:rsid w:val="00417AEB"/>
    <w:rsid w:val="00425B6F"/>
    <w:rsid w:val="00425E47"/>
    <w:rsid w:val="00427278"/>
    <w:rsid w:val="004305C9"/>
    <w:rsid w:val="00431C8E"/>
    <w:rsid w:val="00432268"/>
    <w:rsid w:val="004370C2"/>
    <w:rsid w:val="00440F17"/>
    <w:rsid w:val="00442DD9"/>
    <w:rsid w:val="00443C42"/>
    <w:rsid w:val="00444BDB"/>
    <w:rsid w:val="004463D2"/>
    <w:rsid w:val="0045027F"/>
    <w:rsid w:val="00451D1B"/>
    <w:rsid w:val="00451F91"/>
    <w:rsid w:val="0045625B"/>
    <w:rsid w:val="004616D9"/>
    <w:rsid w:val="004649E6"/>
    <w:rsid w:val="00464C6C"/>
    <w:rsid w:val="00465E64"/>
    <w:rsid w:val="004668E3"/>
    <w:rsid w:val="00470B47"/>
    <w:rsid w:val="00471542"/>
    <w:rsid w:val="00472B25"/>
    <w:rsid w:val="0047369B"/>
    <w:rsid w:val="0047380E"/>
    <w:rsid w:val="00474A09"/>
    <w:rsid w:val="00474C36"/>
    <w:rsid w:val="00475392"/>
    <w:rsid w:val="00476255"/>
    <w:rsid w:val="004771D0"/>
    <w:rsid w:val="004820B3"/>
    <w:rsid w:val="004866F2"/>
    <w:rsid w:val="00486759"/>
    <w:rsid w:val="00490DE4"/>
    <w:rsid w:val="00492726"/>
    <w:rsid w:val="00493AF2"/>
    <w:rsid w:val="004947A4"/>
    <w:rsid w:val="004A2763"/>
    <w:rsid w:val="004A4EEA"/>
    <w:rsid w:val="004A7E0A"/>
    <w:rsid w:val="004B16CB"/>
    <w:rsid w:val="004B35F9"/>
    <w:rsid w:val="004B72F0"/>
    <w:rsid w:val="004B7BA6"/>
    <w:rsid w:val="004C09A5"/>
    <w:rsid w:val="004C467C"/>
    <w:rsid w:val="004C46BF"/>
    <w:rsid w:val="004C508D"/>
    <w:rsid w:val="004C5207"/>
    <w:rsid w:val="004C5540"/>
    <w:rsid w:val="004C5AB6"/>
    <w:rsid w:val="004C6A18"/>
    <w:rsid w:val="004C7734"/>
    <w:rsid w:val="004D0441"/>
    <w:rsid w:val="004D12BA"/>
    <w:rsid w:val="004D23E6"/>
    <w:rsid w:val="004D2AB8"/>
    <w:rsid w:val="004D61F4"/>
    <w:rsid w:val="004E14F0"/>
    <w:rsid w:val="004E3DC2"/>
    <w:rsid w:val="004E421B"/>
    <w:rsid w:val="004E6BF1"/>
    <w:rsid w:val="004E6D84"/>
    <w:rsid w:val="004F1034"/>
    <w:rsid w:val="004F4363"/>
    <w:rsid w:val="004F4552"/>
    <w:rsid w:val="004F57C3"/>
    <w:rsid w:val="004F5DE9"/>
    <w:rsid w:val="00501C0A"/>
    <w:rsid w:val="00503A03"/>
    <w:rsid w:val="0050790E"/>
    <w:rsid w:val="0051055F"/>
    <w:rsid w:val="00512671"/>
    <w:rsid w:val="00512781"/>
    <w:rsid w:val="00514453"/>
    <w:rsid w:val="005159F9"/>
    <w:rsid w:val="00515C08"/>
    <w:rsid w:val="0052301C"/>
    <w:rsid w:val="00524B29"/>
    <w:rsid w:val="00525266"/>
    <w:rsid w:val="005269C8"/>
    <w:rsid w:val="00530900"/>
    <w:rsid w:val="00532D97"/>
    <w:rsid w:val="005341B3"/>
    <w:rsid w:val="00534375"/>
    <w:rsid w:val="00540803"/>
    <w:rsid w:val="00541373"/>
    <w:rsid w:val="005414D4"/>
    <w:rsid w:val="00544A84"/>
    <w:rsid w:val="005469F4"/>
    <w:rsid w:val="00547844"/>
    <w:rsid w:val="00552883"/>
    <w:rsid w:val="00553F21"/>
    <w:rsid w:val="005547D7"/>
    <w:rsid w:val="005578D4"/>
    <w:rsid w:val="0056144A"/>
    <w:rsid w:val="0056178D"/>
    <w:rsid w:val="00562417"/>
    <w:rsid w:val="005645EA"/>
    <w:rsid w:val="005708FD"/>
    <w:rsid w:val="0057333F"/>
    <w:rsid w:val="00573474"/>
    <w:rsid w:val="00574420"/>
    <w:rsid w:val="005744FA"/>
    <w:rsid w:val="00574DEA"/>
    <w:rsid w:val="00575DCC"/>
    <w:rsid w:val="00577403"/>
    <w:rsid w:val="00577ADA"/>
    <w:rsid w:val="0058092C"/>
    <w:rsid w:val="00585400"/>
    <w:rsid w:val="0058579E"/>
    <w:rsid w:val="00586FC3"/>
    <w:rsid w:val="005906A0"/>
    <w:rsid w:val="005946AB"/>
    <w:rsid w:val="00594BD1"/>
    <w:rsid w:val="005A0F21"/>
    <w:rsid w:val="005A4DBE"/>
    <w:rsid w:val="005A4F1C"/>
    <w:rsid w:val="005A5145"/>
    <w:rsid w:val="005A58ED"/>
    <w:rsid w:val="005A6941"/>
    <w:rsid w:val="005A755E"/>
    <w:rsid w:val="005B0072"/>
    <w:rsid w:val="005B22DB"/>
    <w:rsid w:val="005B3365"/>
    <w:rsid w:val="005B5C8F"/>
    <w:rsid w:val="005B6933"/>
    <w:rsid w:val="005B7F59"/>
    <w:rsid w:val="005C3AF9"/>
    <w:rsid w:val="005D13CB"/>
    <w:rsid w:val="005D472F"/>
    <w:rsid w:val="005E0ABC"/>
    <w:rsid w:val="005E23CF"/>
    <w:rsid w:val="005E345C"/>
    <w:rsid w:val="005E3995"/>
    <w:rsid w:val="005E441C"/>
    <w:rsid w:val="005E5D15"/>
    <w:rsid w:val="005E66A8"/>
    <w:rsid w:val="005E6F22"/>
    <w:rsid w:val="005E760C"/>
    <w:rsid w:val="005F02AA"/>
    <w:rsid w:val="005F1A32"/>
    <w:rsid w:val="005F214D"/>
    <w:rsid w:val="005F2332"/>
    <w:rsid w:val="005F2391"/>
    <w:rsid w:val="005F36D7"/>
    <w:rsid w:val="005F401A"/>
    <w:rsid w:val="005F588C"/>
    <w:rsid w:val="005F6051"/>
    <w:rsid w:val="005F6081"/>
    <w:rsid w:val="005F756E"/>
    <w:rsid w:val="0060095E"/>
    <w:rsid w:val="00601643"/>
    <w:rsid w:val="00601FD6"/>
    <w:rsid w:val="00607A71"/>
    <w:rsid w:val="006132B4"/>
    <w:rsid w:val="00613C62"/>
    <w:rsid w:val="00614631"/>
    <w:rsid w:val="00621431"/>
    <w:rsid w:val="00622A82"/>
    <w:rsid w:val="00623185"/>
    <w:rsid w:val="006249E1"/>
    <w:rsid w:val="006278C7"/>
    <w:rsid w:val="00630927"/>
    <w:rsid w:val="00633F33"/>
    <w:rsid w:val="00634D47"/>
    <w:rsid w:val="00635AB4"/>
    <w:rsid w:val="00636557"/>
    <w:rsid w:val="006403D9"/>
    <w:rsid w:val="00640B18"/>
    <w:rsid w:val="006428B9"/>
    <w:rsid w:val="0064351E"/>
    <w:rsid w:val="00646412"/>
    <w:rsid w:val="00650C4A"/>
    <w:rsid w:val="00662766"/>
    <w:rsid w:val="00662FA2"/>
    <w:rsid w:val="00664A4E"/>
    <w:rsid w:val="00665BC1"/>
    <w:rsid w:val="00667BE1"/>
    <w:rsid w:val="00670D1D"/>
    <w:rsid w:val="00671728"/>
    <w:rsid w:val="00671E57"/>
    <w:rsid w:val="00672542"/>
    <w:rsid w:val="00683162"/>
    <w:rsid w:val="00683FD7"/>
    <w:rsid w:val="00684181"/>
    <w:rsid w:val="006845D3"/>
    <w:rsid w:val="00685065"/>
    <w:rsid w:val="00686208"/>
    <w:rsid w:val="00690BBA"/>
    <w:rsid w:val="006A0047"/>
    <w:rsid w:val="006A1AE0"/>
    <w:rsid w:val="006A5290"/>
    <w:rsid w:val="006A6B9D"/>
    <w:rsid w:val="006A7A1B"/>
    <w:rsid w:val="006B04C6"/>
    <w:rsid w:val="006B1C8E"/>
    <w:rsid w:val="006B29F9"/>
    <w:rsid w:val="006B2A91"/>
    <w:rsid w:val="006B4F15"/>
    <w:rsid w:val="006B5F3F"/>
    <w:rsid w:val="006B793D"/>
    <w:rsid w:val="006B7F8F"/>
    <w:rsid w:val="006C18BA"/>
    <w:rsid w:val="006C2C8A"/>
    <w:rsid w:val="006C39A3"/>
    <w:rsid w:val="006C567E"/>
    <w:rsid w:val="006C6763"/>
    <w:rsid w:val="006D1FD3"/>
    <w:rsid w:val="006D2B79"/>
    <w:rsid w:val="006D2DE2"/>
    <w:rsid w:val="006D3FA7"/>
    <w:rsid w:val="006D4B2A"/>
    <w:rsid w:val="006D4B31"/>
    <w:rsid w:val="006D5CA4"/>
    <w:rsid w:val="006D797D"/>
    <w:rsid w:val="006E0733"/>
    <w:rsid w:val="006E38C5"/>
    <w:rsid w:val="006E45A5"/>
    <w:rsid w:val="006E5209"/>
    <w:rsid w:val="006E6DAC"/>
    <w:rsid w:val="006F3ADA"/>
    <w:rsid w:val="006F6740"/>
    <w:rsid w:val="00700C35"/>
    <w:rsid w:val="00700EBB"/>
    <w:rsid w:val="00705CE9"/>
    <w:rsid w:val="00711915"/>
    <w:rsid w:val="00712A11"/>
    <w:rsid w:val="00712E43"/>
    <w:rsid w:val="007135DF"/>
    <w:rsid w:val="00713EA8"/>
    <w:rsid w:val="00714169"/>
    <w:rsid w:val="007142B6"/>
    <w:rsid w:val="00714724"/>
    <w:rsid w:val="00717EBB"/>
    <w:rsid w:val="00721935"/>
    <w:rsid w:val="0072289D"/>
    <w:rsid w:val="00723327"/>
    <w:rsid w:val="0072368B"/>
    <w:rsid w:val="00724AA1"/>
    <w:rsid w:val="00724D27"/>
    <w:rsid w:val="0072558B"/>
    <w:rsid w:val="007258D9"/>
    <w:rsid w:val="00725BC1"/>
    <w:rsid w:val="007274E1"/>
    <w:rsid w:val="007307A1"/>
    <w:rsid w:val="00730DBB"/>
    <w:rsid w:val="00731673"/>
    <w:rsid w:val="00731F88"/>
    <w:rsid w:val="00732104"/>
    <w:rsid w:val="0073299E"/>
    <w:rsid w:val="00736107"/>
    <w:rsid w:val="00737103"/>
    <w:rsid w:val="00741C83"/>
    <w:rsid w:val="00742762"/>
    <w:rsid w:val="0074312B"/>
    <w:rsid w:val="00744020"/>
    <w:rsid w:val="00744D0E"/>
    <w:rsid w:val="007470D2"/>
    <w:rsid w:val="0075027E"/>
    <w:rsid w:val="00750990"/>
    <w:rsid w:val="00750E2A"/>
    <w:rsid w:val="00753C86"/>
    <w:rsid w:val="00755460"/>
    <w:rsid w:val="0075669E"/>
    <w:rsid w:val="007569E2"/>
    <w:rsid w:val="00760664"/>
    <w:rsid w:val="007607F8"/>
    <w:rsid w:val="00760E3A"/>
    <w:rsid w:val="0076177D"/>
    <w:rsid w:val="007640C0"/>
    <w:rsid w:val="00764D23"/>
    <w:rsid w:val="007664AC"/>
    <w:rsid w:val="0077039F"/>
    <w:rsid w:val="00770B8B"/>
    <w:rsid w:val="00774FF1"/>
    <w:rsid w:val="00776A2A"/>
    <w:rsid w:val="00776F49"/>
    <w:rsid w:val="0077739F"/>
    <w:rsid w:val="0078016D"/>
    <w:rsid w:val="00781027"/>
    <w:rsid w:val="0078266D"/>
    <w:rsid w:val="0078599B"/>
    <w:rsid w:val="0079086D"/>
    <w:rsid w:val="00790ADB"/>
    <w:rsid w:val="00790E20"/>
    <w:rsid w:val="00794566"/>
    <w:rsid w:val="0079617A"/>
    <w:rsid w:val="00797E48"/>
    <w:rsid w:val="007A007B"/>
    <w:rsid w:val="007A0BA2"/>
    <w:rsid w:val="007A4268"/>
    <w:rsid w:val="007B0214"/>
    <w:rsid w:val="007B107E"/>
    <w:rsid w:val="007B2D8A"/>
    <w:rsid w:val="007B3B9D"/>
    <w:rsid w:val="007B6A00"/>
    <w:rsid w:val="007C18DC"/>
    <w:rsid w:val="007C1B12"/>
    <w:rsid w:val="007C2922"/>
    <w:rsid w:val="007C4439"/>
    <w:rsid w:val="007C4E90"/>
    <w:rsid w:val="007D5F29"/>
    <w:rsid w:val="007D7A85"/>
    <w:rsid w:val="007E0770"/>
    <w:rsid w:val="007E0971"/>
    <w:rsid w:val="007E0E8E"/>
    <w:rsid w:val="007E1C14"/>
    <w:rsid w:val="007E2AB5"/>
    <w:rsid w:val="007E65BB"/>
    <w:rsid w:val="007F1248"/>
    <w:rsid w:val="007F2A17"/>
    <w:rsid w:val="007F3564"/>
    <w:rsid w:val="007F3F7B"/>
    <w:rsid w:val="007F5831"/>
    <w:rsid w:val="008006B9"/>
    <w:rsid w:val="008014B4"/>
    <w:rsid w:val="00804500"/>
    <w:rsid w:val="00805252"/>
    <w:rsid w:val="008052E9"/>
    <w:rsid w:val="00807538"/>
    <w:rsid w:val="00812B07"/>
    <w:rsid w:val="00815024"/>
    <w:rsid w:val="008179EE"/>
    <w:rsid w:val="00820BCA"/>
    <w:rsid w:val="0082114F"/>
    <w:rsid w:val="00822724"/>
    <w:rsid w:val="0082472D"/>
    <w:rsid w:val="0082577B"/>
    <w:rsid w:val="00825E8F"/>
    <w:rsid w:val="0082696E"/>
    <w:rsid w:val="00830484"/>
    <w:rsid w:val="00832744"/>
    <w:rsid w:val="00833826"/>
    <w:rsid w:val="00834754"/>
    <w:rsid w:val="00835F7A"/>
    <w:rsid w:val="008368A1"/>
    <w:rsid w:val="00836D91"/>
    <w:rsid w:val="00837D99"/>
    <w:rsid w:val="0084126D"/>
    <w:rsid w:val="00842B6E"/>
    <w:rsid w:val="008450BA"/>
    <w:rsid w:val="00845868"/>
    <w:rsid w:val="0084599C"/>
    <w:rsid w:val="00845A50"/>
    <w:rsid w:val="00847915"/>
    <w:rsid w:val="00851327"/>
    <w:rsid w:val="00851946"/>
    <w:rsid w:val="0085221A"/>
    <w:rsid w:val="00853826"/>
    <w:rsid w:val="008556C8"/>
    <w:rsid w:val="0085674A"/>
    <w:rsid w:val="00856D80"/>
    <w:rsid w:val="00862D56"/>
    <w:rsid w:val="008634C2"/>
    <w:rsid w:val="00864967"/>
    <w:rsid w:val="00865ADF"/>
    <w:rsid w:val="00871430"/>
    <w:rsid w:val="008744A7"/>
    <w:rsid w:val="00874E8C"/>
    <w:rsid w:val="00876627"/>
    <w:rsid w:val="00877687"/>
    <w:rsid w:val="00883501"/>
    <w:rsid w:val="008837E8"/>
    <w:rsid w:val="00887490"/>
    <w:rsid w:val="00887CD4"/>
    <w:rsid w:val="00894317"/>
    <w:rsid w:val="008948A0"/>
    <w:rsid w:val="008957EA"/>
    <w:rsid w:val="00895844"/>
    <w:rsid w:val="008969CB"/>
    <w:rsid w:val="008972AF"/>
    <w:rsid w:val="008977EC"/>
    <w:rsid w:val="008A1203"/>
    <w:rsid w:val="008A144B"/>
    <w:rsid w:val="008A286F"/>
    <w:rsid w:val="008A327C"/>
    <w:rsid w:val="008A5C5A"/>
    <w:rsid w:val="008A66C2"/>
    <w:rsid w:val="008B1E44"/>
    <w:rsid w:val="008B5875"/>
    <w:rsid w:val="008B7054"/>
    <w:rsid w:val="008B721B"/>
    <w:rsid w:val="008B76CA"/>
    <w:rsid w:val="008C3501"/>
    <w:rsid w:val="008C63A6"/>
    <w:rsid w:val="008C69CB"/>
    <w:rsid w:val="008D57BF"/>
    <w:rsid w:val="008D58AF"/>
    <w:rsid w:val="008E55FB"/>
    <w:rsid w:val="008E7120"/>
    <w:rsid w:val="008E7CB7"/>
    <w:rsid w:val="008F13CD"/>
    <w:rsid w:val="008F19CD"/>
    <w:rsid w:val="008F2509"/>
    <w:rsid w:val="008F501E"/>
    <w:rsid w:val="008F6AB6"/>
    <w:rsid w:val="00900315"/>
    <w:rsid w:val="00903EC1"/>
    <w:rsid w:val="00906D75"/>
    <w:rsid w:val="009075E7"/>
    <w:rsid w:val="00911680"/>
    <w:rsid w:val="00912225"/>
    <w:rsid w:val="00914BE5"/>
    <w:rsid w:val="009209AA"/>
    <w:rsid w:val="0092268D"/>
    <w:rsid w:val="00922855"/>
    <w:rsid w:val="00922C48"/>
    <w:rsid w:val="00922E6A"/>
    <w:rsid w:val="00924222"/>
    <w:rsid w:val="00926B44"/>
    <w:rsid w:val="00926D07"/>
    <w:rsid w:val="0093014E"/>
    <w:rsid w:val="009320AF"/>
    <w:rsid w:val="009345E4"/>
    <w:rsid w:val="009426DC"/>
    <w:rsid w:val="00942DBB"/>
    <w:rsid w:val="00945EEA"/>
    <w:rsid w:val="00947454"/>
    <w:rsid w:val="00947541"/>
    <w:rsid w:val="00947FB5"/>
    <w:rsid w:val="009500D2"/>
    <w:rsid w:val="00950EF5"/>
    <w:rsid w:val="00955BC4"/>
    <w:rsid w:val="0095626E"/>
    <w:rsid w:val="0095676F"/>
    <w:rsid w:val="00956CCB"/>
    <w:rsid w:val="0096217D"/>
    <w:rsid w:val="009643BB"/>
    <w:rsid w:val="00966008"/>
    <w:rsid w:val="009664EB"/>
    <w:rsid w:val="009669D5"/>
    <w:rsid w:val="00967CFA"/>
    <w:rsid w:val="0097029A"/>
    <w:rsid w:val="009710A8"/>
    <w:rsid w:val="00972B65"/>
    <w:rsid w:val="0097366A"/>
    <w:rsid w:val="00975583"/>
    <w:rsid w:val="0098219A"/>
    <w:rsid w:val="00984279"/>
    <w:rsid w:val="009848A6"/>
    <w:rsid w:val="00985D9E"/>
    <w:rsid w:val="0099220A"/>
    <w:rsid w:val="009923B4"/>
    <w:rsid w:val="009949FA"/>
    <w:rsid w:val="00996E1B"/>
    <w:rsid w:val="009A1941"/>
    <w:rsid w:val="009A1A9F"/>
    <w:rsid w:val="009A34C9"/>
    <w:rsid w:val="009A48C6"/>
    <w:rsid w:val="009A4FE7"/>
    <w:rsid w:val="009B2509"/>
    <w:rsid w:val="009B2959"/>
    <w:rsid w:val="009C2E07"/>
    <w:rsid w:val="009C4B37"/>
    <w:rsid w:val="009C7371"/>
    <w:rsid w:val="009D2387"/>
    <w:rsid w:val="009D32E5"/>
    <w:rsid w:val="009D3A8B"/>
    <w:rsid w:val="009D3D7A"/>
    <w:rsid w:val="009D6870"/>
    <w:rsid w:val="009D7E23"/>
    <w:rsid w:val="009E6057"/>
    <w:rsid w:val="009F0EEF"/>
    <w:rsid w:val="009F1642"/>
    <w:rsid w:val="009F1EBB"/>
    <w:rsid w:val="009F5D82"/>
    <w:rsid w:val="009F79FA"/>
    <w:rsid w:val="00A0150A"/>
    <w:rsid w:val="00A02D09"/>
    <w:rsid w:val="00A03FE5"/>
    <w:rsid w:val="00A046C2"/>
    <w:rsid w:val="00A065D7"/>
    <w:rsid w:val="00A06E12"/>
    <w:rsid w:val="00A132F0"/>
    <w:rsid w:val="00A1622F"/>
    <w:rsid w:val="00A17D4C"/>
    <w:rsid w:val="00A2355F"/>
    <w:rsid w:val="00A23DDA"/>
    <w:rsid w:val="00A249CD"/>
    <w:rsid w:val="00A26A1B"/>
    <w:rsid w:val="00A26C5A"/>
    <w:rsid w:val="00A30BD2"/>
    <w:rsid w:val="00A30E52"/>
    <w:rsid w:val="00A31129"/>
    <w:rsid w:val="00A32A16"/>
    <w:rsid w:val="00A32B5B"/>
    <w:rsid w:val="00A32C89"/>
    <w:rsid w:val="00A3539B"/>
    <w:rsid w:val="00A367D5"/>
    <w:rsid w:val="00A416D0"/>
    <w:rsid w:val="00A43D6D"/>
    <w:rsid w:val="00A45435"/>
    <w:rsid w:val="00A52BF6"/>
    <w:rsid w:val="00A54255"/>
    <w:rsid w:val="00A54989"/>
    <w:rsid w:val="00A55237"/>
    <w:rsid w:val="00A55525"/>
    <w:rsid w:val="00A55CDA"/>
    <w:rsid w:val="00A612A1"/>
    <w:rsid w:val="00A6174B"/>
    <w:rsid w:val="00A6377D"/>
    <w:rsid w:val="00A64D2B"/>
    <w:rsid w:val="00A66021"/>
    <w:rsid w:val="00A67426"/>
    <w:rsid w:val="00A71B08"/>
    <w:rsid w:val="00A72D68"/>
    <w:rsid w:val="00A73D68"/>
    <w:rsid w:val="00A759CE"/>
    <w:rsid w:val="00A767B8"/>
    <w:rsid w:val="00A77725"/>
    <w:rsid w:val="00A802A8"/>
    <w:rsid w:val="00A80CD8"/>
    <w:rsid w:val="00A81BA8"/>
    <w:rsid w:val="00A82208"/>
    <w:rsid w:val="00A82E72"/>
    <w:rsid w:val="00A871E3"/>
    <w:rsid w:val="00A87AA8"/>
    <w:rsid w:val="00A91441"/>
    <w:rsid w:val="00A9159C"/>
    <w:rsid w:val="00AA04C1"/>
    <w:rsid w:val="00AA0A99"/>
    <w:rsid w:val="00AA60CA"/>
    <w:rsid w:val="00AA7329"/>
    <w:rsid w:val="00AA79F4"/>
    <w:rsid w:val="00AB1761"/>
    <w:rsid w:val="00AB1D47"/>
    <w:rsid w:val="00AB1E6A"/>
    <w:rsid w:val="00AB2274"/>
    <w:rsid w:val="00AB2C16"/>
    <w:rsid w:val="00AB431C"/>
    <w:rsid w:val="00AB55EC"/>
    <w:rsid w:val="00AB66D5"/>
    <w:rsid w:val="00AB6CB5"/>
    <w:rsid w:val="00AB7792"/>
    <w:rsid w:val="00AC0721"/>
    <w:rsid w:val="00AC3E21"/>
    <w:rsid w:val="00AC5025"/>
    <w:rsid w:val="00AC5316"/>
    <w:rsid w:val="00AD5935"/>
    <w:rsid w:val="00AD70CC"/>
    <w:rsid w:val="00AE2A5E"/>
    <w:rsid w:val="00AE56AD"/>
    <w:rsid w:val="00AE5C61"/>
    <w:rsid w:val="00AE744F"/>
    <w:rsid w:val="00AF0D1E"/>
    <w:rsid w:val="00AF13F4"/>
    <w:rsid w:val="00AF57D0"/>
    <w:rsid w:val="00AF5945"/>
    <w:rsid w:val="00B05413"/>
    <w:rsid w:val="00B057DA"/>
    <w:rsid w:val="00B07800"/>
    <w:rsid w:val="00B100A3"/>
    <w:rsid w:val="00B11E82"/>
    <w:rsid w:val="00B157DC"/>
    <w:rsid w:val="00B21B4C"/>
    <w:rsid w:val="00B225FD"/>
    <w:rsid w:val="00B22CA0"/>
    <w:rsid w:val="00B22DD3"/>
    <w:rsid w:val="00B23583"/>
    <w:rsid w:val="00B245B7"/>
    <w:rsid w:val="00B2596D"/>
    <w:rsid w:val="00B25AEC"/>
    <w:rsid w:val="00B304AE"/>
    <w:rsid w:val="00B34EA4"/>
    <w:rsid w:val="00B36BE6"/>
    <w:rsid w:val="00B411DB"/>
    <w:rsid w:val="00B4212E"/>
    <w:rsid w:val="00B42E15"/>
    <w:rsid w:val="00B43093"/>
    <w:rsid w:val="00B45BA6"/>
    <w:rsid w:val="00B45E79"/>
    <w:rsid w:val="00B4652E"/>
    <w:rsid w:val="00B47172"/>
    <w:rsid w:val="00B51979"/>
    <w:rsid w:val="00B52056"/>
    <w:rsid w:val="00B546D5"/>
    <w:rsid w:val="00B54B15"/>
    <w:rsid w:val="00B54E7F"/>
    <w:rsid w:val="00B55791"/>
    <w:rsid w:val="00B62B84"/>
    <w:rsid w:val="00B64841"/>
    <w:rsid w:val="00B65661"/>
    <w:rsid w:val="00B65FEF"/>
    <w:rsid w:val="00B662F3"/>
    <w:rsid w:val="00B668A0"/>
    <w:rsid w:val="00B67861"/>
    <w:rsid w:val="00B722A1"/>
    <w:rsid w:val="00B72366"/>
    <w:rsid w:val="00B724DB"/>
    <w:rsid w:val="00B725AD"/>
    <w:rsid w:val="00B72A21"/>
    <w:rsid w:val="00B73758"/>
    <w:rsid w:val="00B77418"/>
    <w:rsid w:val="00B80CE1"/>
    <w:rsid w:val="00B82AF7"/>
    <w:rsid w:val="00B82AFB"/>
    <w:rsid w:val="00B835BF"/>
    <w:rsid w:val="00B83F27"/>
    <w:rsid w:val="00B85133"/>
    <w:rsid w:val="00B85386"/>
    <w:rsid w:val="00B85DD1"/>
    <w:rsid w:val="00B933D3"/>
    <w:rsid w:val="00B944FD"/>
    <w:rsid w:val="00B94D5A"/>
    <w:rsid w:val="00B955F4"/>
    <w:rsid w:val="00B96CAF"/>
    <w:rsid w:val="00B96FE6"/>
    <w:rsid w:val="00B97136"/>
    <w:rsid w:val="00BA1126"/>
    <w:rsid w:val="00BA292A"/>
    <w:rsid w:val="00BA631F"/>
    <w:rsid w:val="00BA682A"/>
    <w:rsid w:val="00BB4732"/>
    <w:rsid w:val="00BC1629"/>
    <w:rsid w:val="00BC25D9"/>
    <w:rsid w:val="00BC2E8C"/>
    <w:rsid w:val="00BC3493"/>
    <w:rsid w:val="00BC54DF"/>
    <w:rsid w:val="00BC61A8"/>
    <w:rsid w:val="00BD26D7"/>
    <w:rsid w:val="00BD3A3A"/>
    <w:rsid w:val="00BD3D75"/>
    <w:rsid w:val="00BD427B"/>
    <w:rsid w:val="00BD45F0"/>
    <w:rsid w:val="00BD48CB"/>
    <w:rsid w:val="00BD58D2"/>
    <w:rsid w:val="00BD62F9"/>
    <w:rsid w:val="00BD648F"/>
    <w:rsid w:val="00BD793E"/>
    <w:rsid w:val="00BE075D"/>
    <w:rsid w:val="00BE0CE9"/>
    <w:rsid w:val="00BE1CB0"/>
    <w:rsid w:val="00BE1FCE"/>
    <w:rsid w:val="00BE225A"/>
    <w:rsid w:val="00BE3BAB"/>
    <w:rsid w:val="00BE4E4D"/>
    <w:rsid w:val="00BE62E4"/>
    <w:rsid w:val="00BF0866"/>
    <w:rsid w:val="00BF0FA7"/>
    <w:rsid w:val="00BF3C1D"/>
    <w:rsid w:val="00BF4AC3"/>
    <w:rsid w:val="00BF4BB7"/>
    <w:rsid w:val="00BF4CC1"/>
    <w:rsid w:val="00BF5700"/>
    <w:rsid w:val="00BF7F0E"/>
    <w:rsid w:val="00C00694"/>
    <w:rsid w:val="00C008E8"/>
    <w:rsid w:val="00C01BC4"/>
    <w:rsid w:val="00C05363"/>
    <w:rsid w:val="00C06131"/>
    <w:rsid w:val="00C0740E"/>
    <w:rsid w:val="00C10226"/>
    <w:rsid w:val="00C114A7"/>
    <w:rsid w:val="00C125C9"/>
    <w:rsid w:val="00C154A4"/>
    <w:rsid w:val="00C16783"/>
    <w:rsid w:val="00C16A3F"/>
    <w:rsid w:val="00C17042"/>
    <w:rsid w:val="00C17140"/>
    <w:rsid w:val="00C20A24"/>
    <w:rsid w:val="00C22055"/>
    <w:rsid w:val="00C23578"/>
    <w:rsid w:val="00C258BC"/>
    <w:rsid w:val="00C269BD"/>
    <w:rsid w:val="00C2777C"/>
    <w:rsid w:val="00C32441"/>
    <w:rsid w:val="00C34461"/>
    <w:rsid w:val="00C34480"/>
    <w:rsid w:val="00C350EC"/>
    <w:rsid w:val="00C36DEB"/>
    <w:rsid w:val="00C411E4"/>
    <w:rsid w:val="00C415CA"/>
    <w:rsid w:val="00C43446"/>
    <w:rsid w:val="00C46BD1"/>
    <w:rsid w:val="00C47AFF"/>
    <w:rsid w:val="00C5110D"/>
    <w:rsid w:val="00C5196F"/>
    <w:rsid w:val="00C54318"/>
    <w:rsid w:val="00C54626"/>
    <w:rsid w:val="00C55AA5"/>
    <w:rsid w:val="00C55DE2"/>
    <w:rsid w:val="00C62556"/>
    <w:rsid w:val="00C626FA"/>
    <w:rsid w:val="00C62FFE"/>
    <w:rsid w:val="00C63983"/>
    <w:rsid w:val="00C64976"/>
    <w:rsid w:val="00C65892"/>
    <w:rsid w:val="00C67E64"/>
    <w:rsid w:val="00C67EEE"/>
    <w:rsid w:val="00C70E73"/>
    <w:rsid w:val="00C70E89"/>
    <w:rsid w:val="00C7192B"/>
    <w:rsid w:val="00C73097"/>
    <w:rsid w:val="00C7473B"/>
    <w:rsid w:val="00C74754"/>
    <w:rsid w:val="00C75CA8"/>
    <w:rsid w:val="00C801CF"/>
    <w:rsid w:val="00C802E1"/>
    <w:rsid w:val="00C81E22"/>
    <w:rsid w:val="00C83548"/>
    <w:rsid w:val="00C84E12"/>
    <w:rsid w:val="00C85207"/>
    <w:rsid w:val="00C87D86"/>
    <w:rsid w:val="00C87DB4"/>
    <w:rsid w:val="00C906E7"/>
    <w:rsid w:val="00C914D4"/>
    <w:rsid w:val="00C91CD0"/>
    <w:rsid w:val="00C937E9"/>
    <w:rsid w:val="00C93CA4"/>
    <w:rsid w:val="00C94EE4"/>
    <w:rsid w:val="00C96ABF"/>
    <w:rsid w:val="00C97B8C"/>
    <w:rsid w:val="00CA10BC"/>
    <w:rsid w:val="00CA4D2B"/>
    <w:rsid w:val="00CA50ED"/>
    <w:rsid w:val="00CA5131"/>
    <w:rsid w:val="00CA5684"/>
    <w:rsid w:val="00CA6F8C"/>
    <w:rsid w:val="00CB0E9C"/>
    <w:rsid w:val="00CB35AF"/>
    <w:rsid w:val="00CB4F8C"/>
    <w:rsid w:val="00CB4FAA"/>
    <w:rsid w:val="00CB5089"/>
    <w:rsid w:val="00CB619C"/>
    <w:rsid w:val="00CB6A8C"/>
    <w:rsid w:val="00CC1749"/>
    <w:rsid w:val="00CC37AB"/>
    <w:rsid w:val="00CC3938"/>
    <w:rsid w:val="00CC5CCD"/>
    <w:rsid w:val="00CC6232"/>
    <w:rsid w:val="00CC6249"/>
    <w:rsid w:val="00CC7463"/>
    <w:rsid w:val="00CD16EA"/>
    <w:rsid w:val="00CD3198"/>
    <w:rsid w:val="00CD4E74"/>
    <w:rsid w:val="00CD5010"/>
    <w:rsid w:val="00CD60C8"/>
    <w:rsid w:val="00CD76D8"/>
    <w:rsid w:val="00CE264C"/>
    <w:rsid w:val="00CE3BA7"/>
    <w:rsid w:val="00CE4B99"/>
    <w:rsid w:val="00CE776C"/>
    <w:rsid w:val="00CF0544"/>
    <w:rsid w:val="00CF0FCB"/>
    <w:rsid w:val="00CF1B78"/>
    <w:rsid w:val="00CF23F8"/>
    <w:rsid w:val="00CF2636"/>
    <w:rsid w:val="00CF3183"/>
    <w:rsid w:val="00CF6DB7"/>
    <w:rsid w:val="00D002CF"/>
    <w:rsid w:val="00D02B5D"/>
    <w:rsid w:val="00D10754"/>
    <w:rsid w:val="00D15F06"/>
    <w:rsid w:val="00D16892"/>
    <w:rsid w:val="00D16C37"/>
    <w:rsid w:val="00D23364"/>
    <w:rsid w:val="00D26BBE"/>
    <w:rsid w:val="00D27C50"/>
    <w:rsid w:val="00D320D7"/>
    <w:rsid w:val="00D40167"/>
    <w:rsid w:val="00D426C2"/>
    <w:rsid w:val="00D4337F"/>
    <w:rsid w:val="00D50BC6"/>
    <w:rsid w:val="00D56823"/>
    <w:rsid w:val="00D574D9"/>
    <w:rsid w:val="00D61AE6"/>
    <w:rsid w:val="00D64020"/>
    <w:rsid w:val="00D64AB0"/>
    <w:rsid w:val="00D65395"/>
    <w:rsid w:val="00D67949"/>
    <w:rsid w:val="00D704F6"/>
    <w:rsid w:val="00D71827"/>
    <w:rsid w:val="00D743C8"/>
    <w:rsid w:val="00D7497A"/>
    <w:rsid w:val="00D74C8E"/>
    <w:rsid w:val="00D75A8C"/>
    <w:rsid w:val="00D776EB"/>
    <w:rsid w:val="00D77839"/>
    <w:rsid w:val="00D80002"/>
    <w:rsid w:val="00D80D52"/>
    <w:rsid w:val="00D812FB"/>
    <w:rsid w:val="00D8331C"/>
    <w:rsid w:val="00D856F5"/>
    <w:rsid w:val="00D8590A"/>
    <w:rsid w:val="00D86377"/>
    <w:rsid w:val="00D86CA5"/>
    <w:rsid w:val="00D86F17"/>
    <w:rsid w:val="00D9013C"/>
    <w:rsid w:val="00D906C7"/>
    <w:rsid w:val="00D906F7"/>
    <w:rsid w:val="00D92446"/>
    <w:rsid w:val="00D92BE0"/>
    <w:rsid w:val="00D93E09"/>
    <w:rsid w:val="00D95913"/>
    <w:rsid w:val="00D963A9"/>
    <w:rsid w:val="00D9717B"/>
    <w:rsid w:val="00DA111D"/>
    <w:rsid w:val="00DA48F8"/>
    <w:rsid w:val="00DA591C"/>
    <w:rsid w:val="00DA5C4F"/>
    <w:rsid w:val="00DA63BC"/>
    <w:rsid w:val="00DB0B0C"/>
    <w:rsid w:val="00DB327E"/>
    <w:rsid w:val="00DB54B0"/>
    <w:rsid w:val="00DC5AD1"/>
    <w:rsid w:val="00DC78A6"/>
    <w:rsid w:val="00DD23AD"/>
    <w:rsid w:val="00DD75A9"/>
    <w:rsid w:val="00DD7B5B"/>
    <w:rsid w:val="00DE1352"/>
    <w:rsid w:val="00DE4293"/>
    <w:rsid w:val="00DE5AFE"/>
    <w:rsid w:val="00DE6BAC"/>
    <w:rsid w:val="00DE6E31"/>
    <w:rsid w:val="00DF124B"/>
    <w:rsid w:val="00DF172E"/>
    <w:rsid w:val="00DF47B9"/>
    <w:rsid w:val="00DF5C1A"/>
    <w:rsid w:val="00DF68F4"/>
    <w:rsid w:val="00E0319B"/>
    <w:rsid w:val="00E038E4"/>
    <w:rsid w:val="00E03E14"/>
    <w:rsid w:val="00E0447D"/>
    <w:rsid w:val="00E05A8A"/>
    <w:rsid w:val="00E06066"/>
    <w:rsid w:val="00E068F9"/>
    <w:rsid w:val="00E069DB"/>
    <w:rsid w:val="00E1110C"/>
    <w:rsid w:val="00E11CC2"/>
    <w:rsid w:val="00E1426D"/>
    <w:rsid w:val="00E14B0C"/>
    <w:rsid w:val="00E16CAF"/>
    <w:rsid w:val="00E16D7E"/>
    <w:rsid w:val="00E17A7C"/>
    <w:rsid w:val="00E25494"/>
    <w:rsid w:val="00E26076"/>
    <w:rsid w:val="00E278A6"/>
    <w:rsid w:val="00E27A6D"/>
    <w:rsid w:val="00E3010C"/>
    <w:rsid w:val="00E336D2"/>
    <w:rsid w:val="00E340B5"/>
    <w:rsid w:val="00E35FA1"/>
    <w:rsid w:val="00E43E4E"/>
    <w:rsid w:val="00E50B37"/>
    <w:rsid w:val="00E514DB"/>
    <w:rsid w:val="00E54EF6"/>
    <w:rsid w:val="00E553AA"/>
    <w:rsid w:val="00E55F2E"/>
    <w:rsid w:val="00E62A23"/>
    <w:rsid w:val="00E676C3"/>
    <w:rsid w:val="00E7065B"/>
    <w:rsid w:val="00E731AB"/>
    <w:rsid w:val="00E733CD"/>
    <w:rsid w:val="00E736C0"/>
    <w:rsid w:val="00E74BF4"/>
    <w:rsid w:val="00E830D5"/>
    <w:rsid w:val="00E83BE1"/>
    <w:rsid w:val="00E85BBB"/>
    <w:rsid w:val="00E8771A"/>
    <w:rsid w:val="00E9437A"/>
    <w:rsid w:val="00E94C7D"/>
    <w:rsid w:val="00E958D2"/>
    <w:rsid w:val="00EA041E"/>
    <w:rsid w:val="00EA0926"/>
    <w:rsid w:val="00EA5054"/>
    <w:rsid w:val="00EA585F"/>
    <w:rsid w:val="00EB0CE6"/>
    <w:rsid w:val="00EB1686"/>
    <w:rsid w:val="00EB25C9"/>
    <w:rsid w:val="00EB5A74"/>
    <w:rsid w:val="00EB691A"/>
    <w:rsid w:val="00EB6DDD"/>
    <w:rsid w:val="00EB7138"/>
    <w:rsid w:val="00EC2C1B"/>
    <w:rsid w:val="00EC4884"/>
    <w:rsid w:val="00EC7EFF"/>
    <w:rsid w:val="00ED1902"/>
    <w:rsid w:val="00ED2297"/>
    <w:rsid w:val="00ED2852"/>
    <w:rsid w:val="00ED3CC4"/>
    <w:rsid w:val="00ED48A8"/>
    <w:rsid w:val="00ED5CAB"/>
    <w:rsid w:val="00ED7259"/>
    <w:rsid w:val="00EE08F6"/>
    <w:rsid w:val="00EE1B5D"/>
    <w:rsid w:val="00EE44DE"/>
    <w:rsid w:val="00EE7B07"/>
    <w:rsid w:val="00EE7C03"/>
    <w:rsid w:val="00EE7DE4"/>
    <w:rsid w:val="00EE7F7B"/>
    <w:rsid w:val="00EF1B36"/>
    <w:rsid w:val="00EF2DC1"/>
    <w:rsid w:val="00EF385A"/>
    <w:rsid w:val="00EF3B7A"/>
    <w:rsid w:val="00EF6461"/>
    <w:rsid w:val="00EF681A"/>
    <w:rsid w:val="00EF73D1"/>
    <w:rsid w:val="00EF751F"/>
    <w:rsid w:val="00EF7AB0"/>
    <w:rsid w:val="00EF7BE8"/>
    <w:rsid w:val="00F04647"/>
    <w:rsid w:val="00F05CC0"/>
    <w:rsid w:val="00F07DEF"/>
    <w:rsid w:val="00F11C5B"/>
    <w:rsid w:val="00F15EFD"/>
    <w:rsid w:val="00F16B0F"/>
    <w:rsid w:val="00F24286"/>
    <w:rsid w:val="00F24F5C"/>
    <w:rsid w:val="00F25C8F"/>
    <w:rsid w:val="00F31FF4"/>
    <w:rsid w:val="00F32A37"/>
    <w:rsid w:val="00F32E8C"/>
    <w:rsid w:val="00F32EF9"/>
    <w:rsid w:val="00F33FCB"/>
    <w:rsid w:val="00F3518A"/>
    <w:rsid w:val="00F428B4"/>
    <w:rsid w:val="00F4573C"/>
    <w:rsid w:val="00F46A7D"/>
    <w:rsid w:val="00F47D1F"/>
    <w:rsid w:val="00F506A6"/>
    <w:rsid w:val="00F50D79"/>
    <w:rsid w:val="00F529B4"/>
    <w:rsid w:val="00F5374E"/>
    <w:rsid w:val="00F56CE9"/>
    <w:rsid w:val="00F57CE9"/>
    <w:rsid w:val="00F6137C"/>
    <w:rsid w:val="00F65135"/>
    <w:rsid w:val="00F660DF"/>
    <w:rsid w:val="00F66657"/>
    <w:rsid w:val="00F71875"/>
    <w:rsid w:val="00F7361B"/>
    <w:rsid w:val="00F73669"/>
    <w:rsid w:val="00F73BB7"/>
    <w:rsid w:val="00F764E7"/>
    <w:rsid w:val="00F773A8"/>
    <w:rsid w:val="00F77916"/>
    <w:rsid w:val="00F77C96"/>
    <w:rsid w:val="00F80A2A"/>
    <w:rsid w:val="00F81E74"/>
    <w:rsid w:val="00F86183"/>
    <w:rsid w:val="00F8663C"/>
    <w:rsid w:val="00F90290"/>
    <w:rsid w:val="00F921D1"/>
    <w:rsid w:val="00F92B34"/>
    <w:rsid w:val="00F94A31"/>
    <w:rsid w:val="00F96344"/>
    <w:rsid w:val="00FA4DE2"/>
    <w:rsid w:val="00FA54E1"/>
    <w:rsid w:val="00FA57B5"/>
    <w:rsid w:val="00FA5D4E"/>
    <w:rsid w:val="00FB07FD"/>
    <w:rsid w:val="00FB2EAE"/>
    <w:rsid w:val="00FB59B4"/>
    <w:rsid w:val="00FB6853"/>
    <w:rsid w:val="00FC0166"/>
    <w:rsid w:val="00FC1F07"/>
    <w:rsid w:val="00FC6237"/>
    <w:rsid w:val="00FC7C1D"/>
    <w:rsid w:val="00FD19A1"/>
    <w:rsid w:val="00FD3BBD"/>
    <w:rsid w:val="00FD3E96"/>
    <w:rsid w:val="00FD67E0"/>
    <w:rsid w:val="00FD73C7"/>
    <w:rsid w:val="00FE3FC1"/>
    <w:rsid w:val="00FE4CCE"/>
    <w:rsid w:val="00FE5267"/>
    <w:rsid w:val="00FE5518"/>
    <w:rsid w:val="00FE5CEA"/>
    <w:rsid w:val="00FE7EFF"/>
    <w:rsid w:val="00FF0168"/>
    <w:rsid w:val="00FF045A"/>
    <w:rsid w:val="00FF2D07"/>
    <w:rsid w:val="00FF46F6"/>
    <w:rsid w:val="00FF480D"/>
    <w:rsid w:val="00FF4CA0"/>
    <w:rsid w:val="00FF54B4"/>
    <w:rsid w:val="00FF5779"/>
    <w:rsid w:val="00FF6143"/>
    <w:rsid w:val="00FF65E0"/>
    <w:rsid w:val="00FF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B9D"/>
    <w:rPr>
      <w:rFonts w:ascii="Times New Roman" w:hAnsi="Times New Roman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6E52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357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2357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71E57"/>
    <w:rPr>
      <w:rFonts w:ascii="Cambria" w:hAnsi="Cambria" w:cs="Cambria"/>
      <w:b/>
      <w:bCs/>
      <w:color w:val="000000"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23578"/>
    <w:rPr>
      <w:rFonts w:ascii="Arial" w:hAnsi="Arial" w:cs="Arial"/>
      <w:b/>
      <w:bCs/>
      <w:i/>
      <w:iCs/>
      <w:color w:val="000000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23578"/>
    <w:rPr>
      <w:rFonts w:ascii="Times New Roman" w:hAnsi="Times New Roman" w:cs="Times New Roman"/>
      <w:b/>
      <w:bCs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rsid w:val="00340FB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40FBA"/>
    <w:rPr>
      <w:rFonts w:ascii="Times New Roman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340FB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40FBA"/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BF0866"/>
    <w:pPr>
      <w:spacing w:after="160" w:line="240" w:lineRule="exact"/>
    </w:pPr>
    <w:rPr>
      <w:rFonts w:ascii="Arial" w:hAnsi="Arial" w:cs="Arial"/>
      <w:color w:val="auto"/>
      <w:sz w:val="20"/>
      <w:szCs w:val="20"/>
      <w:lang w:val="en-US"/>
    </w:rPr>
  </w:style>
  <w:style w:type="paragraph" w:customStyle="1" w:styleId="ConsPlusNormal">
    <w:name w:val="ConsPlusNormal Знак"/>
    <w:uiPriority w:val="99"/>
    <w:rsid w:val="0005225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05225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7</Pages>
  <Words>2155</Words>
  <Characters>12285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СОВЕТ ДЕПУТАТОВ</dc:title>
  <dc:subject/>
  <dc:creator>Ник</dc:creator>
  <cp:keywords/>
  <dc:description/>
  <cp:lastModifiedBy>008</cp:lastModifiedBy>
  <cp:revision>2</cp:revision>
  <dcterms:created xsi:type="dcterms:W3CDTF">2013-09-11T09:29:00Z</dcterms:created>
  <dcterms:modified xsi:type="dcterms:W3CDTF">2013-09-11T09:29:00Z</dcterms:modified>
</cp:coreProperties>
</file>