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8CD" w:rsidRDefault="002038CD" w:rsidP="006E5209">
      <w:pPr>
        <w:ind w:right="174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Pr="003A15CB">
        <w:rPr>
          <w:sz w:val="28"/>
          <w:szCs w:val="28"/>
        </w:rPr>
        <w:t xml:space="preserve"> </w:t>
      </w:r>
    </w:p>
    <w:p w:rsidR="002038CD" w:rsidRDefault="002038CD" w:rsidP="006E5209">
      <w:pPr>
        <w:jc w:val="center"/>
        <w:rPr>
          <w:sz w:val="28"/>
          <w:szCs w:val="28"/>
        </w:rPr>
      </w:pPr>
      <w:r>
        <w:rPr>
          <w:sz w:val="28"/>
          <w:szCs w:val="28"/>
        </w:rPr>
        <w:t>КИИКСКОГО  СЕЛЬСОВЕТА</w:t>
      </w:r>
    </w:p>
    <w:p w:rsidR="002038CD" w:rsidRDefault="002038CD" w:rsidP="006E5209">
      <w:pPr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2038CD" w:rsidRDefault="002038CD" w:rsidP="00373E49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2038CD" w:rsidRPr="006E5209" w:rsidRDefault="002038CD" w:rsidP="006E5209">
      <w:pPr>
        <w:pStyle w:val="Heading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E5209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2038CD" w:rsidRPr="006428B9" w:rsidRDefault="002038CD" w:rsidP="006E5209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шестой сессии четвертого созыва</w:t>
      </w:r>
    </w:p>
    <w:p w:rsidR="002038CD" w:rsidRPr="006428B9" w:rsidRDefault="002038CD" w:rsidP="006E5209">
      <w:pPr>
        <w:ind w:left="-851" w:right="-766"/>
        <w:jc w:val="center"/>
        <w:rPr>
          <w:sz w:val="28"/>
          <w:szCs w:val="28"/>
        </w:rPr>
      </w:pPr>
      <w:r>
        <w:rPr>
          <w:sz w:val="28"/>
          <w:szCs w:val="28"/>
        </w:rPr>
        <w:t>с. Киик</w:t>
      </w:r>
    </w:p>
    <w:p w:rsidR="002038CD" w:rsidRDefault="002038CD" w:rsidP="006E5209">
      <w:pPr>
        <w:ind w:right="-82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от 28.06.2013                                                                                        № 100  </w:t>
      </w:r>
    </w:p>
    <w:p w:rsidR="002038CD" w:rsidRDefault="002038CD" w:rsidP="006E5209">
      <w:pPr>
        <w:rPr>
          <w:b/>
          <w:bCs/>
          <w:sz w:val="28"/>
          <w:szCs w:val="28"/>
        </w:rPr>
      </w:pPr>
    </w:p>
    <w:p w:rsidR="002038CD" w:rsidRDefault="002038CD" w:rsidP="006E5209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бюджет Киикского сельсовета Тогучинского района на  2013 год и плановый период 2014-2015 гг</w:t>
      </w:r>
    </w:p>
    <w:p w:rsidR="002038CD" w:rsidRPr="00C7473B" w:rsidRDefault="002038CD" w:rsidP="006E5209">
      <w:pPr>
        <w:jc w:val="center"/>
        <w:rPr>
          <w:sz w:val="28"/>
          <w:szCs w:val="28"/>
        </w:rPr>
      </w:pPr>
    </w:p>
    <w:p w:rsidR="002038CD" w:rsidRDefault="002038CD" w:rsidP="00BF0866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 Бюджетным кодексом Российской Федерации от 31.07.1998 № 145-ФЗ,</w:t>
      </w:r>
      <w:r w:rsidRPr="007A42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Киикского сельсовета, Положением «О бюджетном процессе в Киикском сельсовете» и рассмотрев предложение бюджетной комиссии, Совет депутатов  Киикского сельсовета  </w:t>
      </w:r>
    </w:p>
    <w:p w:rsidR="002038CD" w:rsidRPr="00DD75A9" w:rsidRDefault="002038CD" w:rsidP="00BF0866">
      <w:pPr>
        <w:jc w:val="both"/>
        <w:rPr>
          <w:sz w:val="16"/>
          <w:szCs w:val="16"/>
        </w:rPr>
      </w:pPr>
    </w:p>
    <w:p w:rsidR="002038CD" w:rsidRDefault="002038CD" w:rsidP="0059434B">
      <w:pPr>
        <w:jc w:val="both"/>
        <w:rPr>
          <w:sz w:val="28"/>
          <w:szCs w:val="28"/>
        </w:rPr>
      </w:pPr>
      <w:r w:rsidRPr="00C67E6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РЕШИЛ:</w:t>
      </w:r>
    </w:p>
    <w:p w:rsidR="002038CD" w:rsidRPr="00DD75A9" w:rsidRDefault="002038CD" w:rsidP="0059434B">
      <w:pPr>
        <w:jc w:val="both"/>
        <w:rPr>
          <w:sz w:val="16"/>
          <w:szCs w:val="16"/>
        </w:rPr>
      </w:pPr>
    </w:p>
    <w:p w:rsidR="002038CD" w:rsidRDefault="002038CD" w:rsidP="0059434B">
      <w:pPr>
        <w:jc w:val="both"/>
        <w:rPr>
          <w:sz w:val="28"/>
          <w:szCs w:val="28"/>
        </w:rPr>
      </w:pPr>
      <w:r w:rsidRPr="00C67E6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Внести в решение двадцать четвертой сессии Совета депутатов Киикского сельсовета четвертого созыва от 20.12.2012г «О бюджете Киикского сельсовета Тогучинского района Новосибирской области  на 2013 год и плановый период 2014-2015гг» следующие изменения:</w:t>
      </w:r>
    </w:p>
    <w:p w:rsidR="002038CD" w:rsidRDefault="002038CD" w:rsidP="005943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в пункте 1.1 цифры 10905,7 заменить цифрами 11762,6</w:t>
      </w:r>
    </w:p>
    <w:p w:rsidR="002038CD" w:rsidRDefault="002038CD" w:rsidP="005943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в пункте 1.2 цифры 10905,7 заменить цифрами 11762,6</w:t>
      </w:r>
    </w:p>
    <w:p w:rsidR="002038CD" w:rsidRDefault="002038CD" w:rsidP="005943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3.утвердить таблицу 1 приложения 4 «Доходы бюджета Киикского сельсовета Тогучинского района  на 2013год» в прилагаемой редакции.</w:t>
      </w:r>
    </w:p>
    <w:p w:rsidR="002038CD" w:rsidRDefault="002038CD" w:rsidP="005943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утвердить таблицу 1 приложения 5 «Распределение бюджетных ассигнований по разделам и подразделам классификации расходов бюджета Киикского сельсовета Тогучинского района  на 2013 год» в прилагаемой редакции.</w:t>
      </w:r>
    </w:p>
    <w:p w:rsidR="002038CD" w:rsidRDefault="002038CD" w:rsidP="005943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утвердить таблицу 1 приложения 6 «Источники финансирования дефицита бюджета Киикского сельсовета Тогучинского района  на 2013 год» в прилагаемой редакции.</w:t>
      </w:r>
    </w:p>
    <w:p w:rsidR="002038CD" w:rsidRDefault="002038CD" w:rsidP="005943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6. Настоящее решение вступает в силу со дня опубликования.</w:t>
      </w:r>
    </w:p>
    <w:p w:rsidR="002038CD" w:rsidRDefault="002038CD" w:rsidP="0059434B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 Контроль за исполнением решения возложить на постоянную комиссию Совета депутатов Киикского сельсовета.</w:t>
      </w:r>
    </w:p>
    <w:p w:rsidR="002038CD" w:rsidRDefault="002038CD" w:rsidP="006E5209">
      <w:pPr>
        <w:jc w:val="both"/>
        <w:rPr>
          <w:sz w:val="28"/>
          <w:szCs w:val="28"/>
        </w:rPr>
      </w:pPr>
    </w:p>
    <w:p w:rsidR="002038CD" w:rsidRDefault="002038CD" w:rsidP="006E5209">
      <w:pPr>
        <w:jc w:val="both"/>
        <w:rPr>
          <w:sz w:val="28"/>
          <w:szCs w:val="28"/>
        </w:rPr>
      </w:pPr>
    </w:p>
    <w:p w:rsidR="002038CD" w:rsidRDefault="002038CD" w:rsidP="006E5209">
      <w:pPr>
        <w:jc w:val="both"/>
        <w:rPr>
          <w:sz w:val="28"/>
          <w:szCs w:val="28"/>
        </w:rPr>
      </w:pPr>
    </w:p>
    <w:p w:rsidR="002038CD" w:rsidRDefault="002038CD" w:rsidP="0059434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Киикского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В.Н. Макаров</w:t>
      </w:r>
    </w:p>
    <w:p w:rsidR="002038CD" w:rsidRDefault="002038CD" w:rsidP="005872C6">
      <w:pPr>
        <w:jc w:val="right"/>
      </w:pPr>
    </w:p>
    <w:p w:rsidR="002038CD" w:rsidRDefault="002038CD" w:rsidP="005872C6">
      <w:pPr>
        <w:jc w:val="right"/>
      </w:pPr>
    </w:p>
    <w:p w:rsidR="002038CD" w:rsidRDefault="002038CD" w:rsidP="005872C6">
      <w:pPr>
        <w:jc w:val="right"/>
        <w:rPr>
          <w:sz w:val="20"/>
          <w:szCs w:val="20"/>
        </w:rPr>
      </w:pPr>
      <w:r>
        <w:t>Приложение № 4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2038CD" w:rsidRDefault="002038CD" w:rsidP="005872C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26    сессии четвертого созыва </w:t>
      </w:r>
    </w:p>
    <w:p w:rsidR="002038CD" w:rsidRDefault="002038CD" w:rsidP="00373E4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28.06.2013  </w:t>
      </w:r>
    </w:p>
    <w:p w:rsidR="002038CD" w:rsidRDefault="002038CD" w:rsidP="00373E49">
      <w:pPr>
        <w:jc w:val="right"/>
        <w:rPr>
          <w:sz w:val="20"/>
          <w:szCs w:val="20"/>
        </w:rPr>
      </w:pPr>
      <w:r>
        <w:rPr>
          <w:sz w:val="20"/>
          <w:szCs w:val="20"/>
        </w:rPr>
        <w:t>«О внесении изменений в бюджет Киикского сельсовета</w:t>
      </w:r>
    </w:p>
    <w:p w:rsidR="002038CD" w:rsidRDefault="002038CD" w:rsidP="005872C6">
      <w:pPr>
        <w:jc w:val="right"/>
        <w:rPr>
          <w:sz w:val="20"/>
          <w:szCs w:val="20"/>
        </w:rPr>
      </w:pP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Тогучинского района Новосибирской области</w:t>
      </w:r>
    </w:p>
    <w:p w:rsidR="002038CD" w:rsidRDefault="002038CD" w:rsidP="005872C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на 2013</w:t>
      </w: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год и  плановый  период 2014-2015 гг.»</w:t>
      </w:r>
    </w:p>
    <w:p w:rsidR="002038CD" w:rsidRDefault="002038CD" w:rsidP="005872C6">
      <w:pPr>
        <w:jc w:val="right"/>
        <w:rPr>
          <w:spacing w:val="-1"/>
          <w:sz w:val="18"/>
          <w:szCs w:val="18"/>
        </w:rPr>
      </w:pPr>
    </w:p>
    <w:p w:rsidR="002038CD" w:rsidRPr="00875F1D" w:rsidRDefault="002038CD" w:rsidP="005872C6">
      <w:pPr>
        <w:jc w:val="right"/>
      </w:pPr>
      <w:r>
        <w:t>Таблица 1</w:t>
      </w:r>
    </w:p>
    <w:p w:rsidR="002038CD" w:rsidRPr="00BF4BB7" w:rsidRDefault="002038CD" w:rsidP="005872C6">
      <w:pPr>
        <w:jc w:val="center"/>
        <w:rPr>
          <w:b/>
          <w:bCs/>
          <w:sz w:val="28"/>
          <w:szCs w:val="28"/>
        </w:rPr>
      </w:pPr>
      <w:r w:rsidRPr="00BF4BB7">
        <w:rPr>
          <w:b/>
          <w:bCs/>
          <w:sz w:val="28"/>
          <w:szCs w:val="28"/>
        </w:rPr>
        <w:t>Доходная часть</w:t>
      </w:r>
    </w:p>
    <w:p w:rsidR="002038CD" w:rsidRPr="00BF4BB7" w:rsidRDefault="002038CD" w:rsidP="005872C6">
      <w:pPr>
        <w:jc w:val="center"/>
        <w:rPr>
          <w:b/>
          <w:bCs/>
          <w:sz w:val="28"/>
          <w:szCs w:val="28"/>
        </w:rPr>
      </w:pPr>
      <w:r w:rsidRPr="00BF4BB7">
        <w:rPr>
          <w:b/>
          <w:bCs/>
          <w:sz w:val="28"/>
          <w:szCs w:val="28"/>
        </w:rPr>
        <w:t>бюджета Киикского сельсовета</w:t>
      </w:r>
      <w:r>
        <w:rPr>
          <w:b/>
          <w:bCs/>
          <w:sz w:val="28"/>
          <w:szCs w:val="28"/>
        </w:rPr>
        <w:t xml:space="preserve"> Тогучинского района </w:t>
      </w:r>
      <w:r w:rsidRPr="00BF4BB7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 xml:space="preserve">13 </w:t>
      </w:r>
      <w:r w:rsidRPr="00BF4BB7">
        <w:rPr>
          <w:b/>
          <w:bCs/>
          <w:sz w:val="28"/>
          <w:szCs w:val="28"/>
        </w:rPr>
        <w:t>год</w:t>
      </w:r>
    </w:p>
    <w:p w:rsidR="002038CD" w:rsidRDefault="002038CD" w:rsidP="005872C6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(тыс. руб.)</w:t>
      </w:r>
    </w:p>
    <w:tbl>
      <w:tblPr>
        <w:tblW w:w="86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9"/>
        <w:gridCol w:w="2477"/>
        <w:gridCol w:w="3321"/>
        <w:gridCol w:w="1315"/>
      </w:tblGrid>
      <w:tr w:rsidR="002038CD" w:rsidRPr="0058579E">
        <w:trPr>
          <w:trHeight w:val="1174"/>
        </w:trPr>
        <w:tc>
          <w:tcPr>
            <w:tcW w:w="1499" w:type="dxa"/>
            <w:vAlign w:val="center"/>
          </w:tcPr>
          <w:p w:rsidR="002038CD" w:rsidRDefault="002038CD" w:rsidP="00FB49D4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Главные администраторы</w:t>
            </w:r>
          </w:p>
          <w:p w:rsidR="002038CD" w:rsidRPr="004F1034" w:rsidRDefault="002038CD" w:rsidP="00FB49D4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Бюджетных средств</w:t>
            </w:r>
          </w:p>
        </w:tc>
        <w:tc>
          <w:tcPr>
            <w:tcW w:w="2477" w:type="dxa"/>
            <w:vAlign w:val="center"/>
          </w:tcPr>
          <w:p w:rsidR="002038CD" w:rsidRPr="004F1034" w:rsidRDefault="002038CD" w:rsidP="00FB49D4">
            <w:pPr>
              <w:jc w:val="center"/>
              <w:rPr>
                <w:snapToGrid w:val="0"/>
                <w:sz w:val="18"/>
                <w:szCs w:val="18"/>
              </w:rPr>
            </w:pPr>
          </w:p>
          <w:p w:rsidR="002038CD" w:rsidRPr="004F1034" w:rsidRDefault="002038CD" w:rsidP="00FB49D4">
            <w:pPr>
              <w:jc w:val="center"/>
              <w:rPr>
                <w:snapToGrid w:val="0"/>
                <w:sz w:val="18"/>
                <w:szCs w:val="18"/>
              </w:rPr>
            </w:pPr>
            <w:r w:rsidRPr="004F1034">
              <w:rPr>
                <w:snapToGrid w:val="0"/>
                <w:sz w:val="18"/>
                <w:szCs w:val="18"/>
              </w:rPr>
              <w:t>Код</w:t>
            </w:r>
          </w:p>
        </w:tc>
        <w:tc>
          <w:tcPr>
            <w:tcW w:w="3321" w:type="dxa"/>
            <w:vAlign w:val="center"/>
          </w:tcPr>
          <w:p w:rsidR="002038CD" w:rsidRPr="004F1034" w:rsidRDefault="002038CD" w:rsidP="00FB49D4">
            <w:pPr>
              <w:jc w:val="center"/>
              <w:rPr>
                <w:snapToGrid w:val="0"/>
                <w:sz w:val="18"/>
                <w:szCs w:val="18"/>
              </w:rPr>
            </w:pPr>
            <w:r w:rsidRPr="004F1034">
              <w:rPr>
                <w:snapToGrid w:val="0"/>
                <w:sz w:val="18"/>
                <w:szCs w:val="18"/>
              </w:rPr>
              <w:t>Наименование кода администратора поступлений в бюджет, группы, подгруппы, статьи, подстатьи, элемента, программы (подпрограммы), кода экономической классификации доходов</w:t>
            </w:r>
          </w:p>
        </w:tc>
        <w:tc>
          <w:tcPr>
            <w:tcW w:w="1315" w:type="dxa"/>
            <w:vAlign w:val="center"/>
          </w:tcPr>
          <w:p w:rsidR="002038CD" w:rsidRPr="004F1034" w:rsidRDefault="002038CD" w:rsidP="00FB49D4">
            <w:pPr>
              <w:jc w:val="center"/>
              <w:rPr>
                <w:sz w:val="18"/>
                <w:szCs w:val="18"/>
              </w:rPr>
            </w:pPr>
            <w:r w:rsidRPr="004F1034">
              <w:rPr>
                <w:sz w:val="18"/>
                <w:szCs w:val="18"/>
              </w:rPr>
              <w:t>Сумма</w:t>
            </w:r>
          </w:p>
          <w:p w:rsidR="002038CD" w:rsidRPr="004F1034" w:rsidRDefault="002038CD" w:rsidP="00FB49D4">
            <w:pPr>
              <w:jc w:val="center"/>
              <w:rPr>
                <w:sz w:val="18"/>
                <w:szCs w:val="18"/>
              </w:rPr>
            </w:pP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1 00 00000 00 0000 000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jc w:val="center"/>
              <w:rPr>
                <w:b/>
                <w:bCs/>
              </w:rPr>
            </w:pPr>
            <w:r w:rsidRPr="004F1034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C969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785,5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1 01 00000 00 0000 000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</w:rPr>
            </w:pPr>
            <w:r w:rsidRPr="004F1034">
              <w:rPr>
                <w:b/>
                <w:bCs/>
                <w:i/>
                <w:iCs/>
                <w:snapToGrid w:val="0"/>
              </w:rPr>
              <w:t>Налоги на прибыль, доходы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5872C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213,8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1 01 02000 01 0000 110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i/>
                <w:iCs/>
                <w:snapToGrid w:val="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587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213,8</w:t>
            </w:r>
          </w:p>
        </w:tc>
      </w:tr>
      <w:tr w:rsidR="002038CD" w:rsidRPr="0058579E">
        <w:tc>
          <w:tcPr>
            <w:tcW w:w="1499" w:type="dxa"/>
            <w:vAlign w:val="center"/>
          </w:tcPr>
          <w:p w:rsidR="002038CD" w:rsidRPr="004F1034" w:rsidRDefault="002038CD" w:rsidP="005872C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  <w:vAlign w:val="center"/>
          </w:tcPr>
          <w:p w:rsidR="002038CD" w:rsidRPr="003B76E9" w:rsidRDefault="002038CD" w:rsidP="00FB49D4">
            <w:pPr>
              <w:rPr>
                <w:sz w:val="20"/>
                <w:szCs w:val="20"/>
              </w:rPr>
            </w:pPr>
          </w:p>
          <w:p w:rsidR="002038CD" w:rsidRPr="003B76E9" w:rsidRDefault="002038CD" w:rsidP="00FB49D4">
            <w:pPr>
              <w:rPr>
                <w:sz w:val="20"/>
                <w:szCs w:val="20"/>
              </w:rPr>
            </w:pPr>
            <w:r w:rsidRPr="003B76E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02010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110</w:t>
            </w:r>
          </w:p>
          <w:p w:rsidR="002038CD" w:rsidRPr="003B76E9" w:rsidRDefault="002038CD" w:rsidP="00FB49D4">
            <w:pPr>
              <w:rPr>
                <w:sz w:val="20"/>
                <w:szCs w:val="20"/>
              </w:rPr>
            </w:pPr>
          </w:p>
          <w:p w:rsidR="002038CD" w:rsidRPr="003B76E9" w:rsidRDefault="002038CD" w:rsidP="00FB49D4">
            <w:pPr>
              <w:rPr>
                <w:sz w:val="20"/>
                <w:szCs w:val="20"/>
              </w:rPr>
            </w:pPr>
          </w:p>
        </w:tc>
        <w:tc>
          <w:tcPr>
            <w:tcW w:w="3321" w:type="dxa"/>
            <w:vAlign w:val="center"/>
          </w:tcPr>
          <w:p w:rsidR="002038CD" w:rsidRPr="003B76E9" w:rsidRDefault="002038CD" w:rsidP="00FB49D4">
            <w:pPr>
              <w:jc w:val="center"/>
              <w:rPr>
                <w:sz w:val="20"/>
                <w:szCs w:val="20"/>
              </w:rPr>
            </w:pPr>
            <w:r w:rsidRPr="003B76E9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  в отношении которых исчисление и уплата налога осуществляется в соответствии со ст. 227,2271 и 228  Налогового кодекса РФ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213,0</w:t>
            </w:r>
          </w:p>
        </w:tc>
      </w:tr>
      <w:tr w:rsidR="002038CD" w:rsidRPr="0058579E">
        <w:tc>
          <w:tcPr>
            <w:tcW w:w="1499" w:type="dxa"/>
            <w:vAlign w:val="center"/>
          </w:tcPr>
          <w:p w:rsidR="002038CD" w:rsidRPr="004F1034" w:rsidRDefault="002038CD" w:rsidP="005872C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  <w:vAlign w:val="center"/>
          </w:tcPr>
          <w:p w:rsidR="002038CD" w:rsidRPr="003B76E9" w:rsidRDefault="002038CD" w:rsidP="00FB49D4">
            <w:pPr>
              <w:rPr>
                <w:sz w:val="20"/>
                <w:szCs w:val="20"/>
              </w:rPr>
            </w:pPr>
          </w:p>
          <w:p w:rsidR="002038CD" w:rsidRPr="003B76E9" w:rsidRDefault="002038CD" w:rsidP="00FB49D4">
            <w:pPr>
              <w:rPr>
                <w:sz w:val="20"/>
                <w:szCs w:val="20"/>
              </w:rPr>
            </w:pPr>
            <w:r w:rsidRPr="003B76E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02020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110</w:t>
            </w:r>
          </w:p>
          <w:p w:rsidR="002038CD" w:rsidRPr="004F1034" w:rsidRDefault="002038CD" w:rsidP="00FB49D4">
            <w:pPr>
              <w:rPr>
                <w:sz w:val="18"/>
                <w:szCs w:val="18"/>
              </w:rPr>
            </w:pPr>
          </w:p>
        </w:tc>
        <w:tc>
          <w:tcPr>
            <w:tcW w:w="3321" w:type="dxa"/>
            <w:vAlign w:val="center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 xml:space="preserve">Налог на доходы физических лиц с доходов, </w:t>
            </w:r>
            <w:r>
              <w:rPr>
                <w:sz w:val="20"/>
                <w:szCs w:val="20"/>
              </w:rPr>
              <w:t>полученных от осуществления деятельности физическими лицами, зарегистрированных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 227 Налогового кодекса РФ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5872C6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7</w:t>
            </w:r>
          </w:p>
        </w:tc>
      </w:tr>
      <w:tr w:rsidR="002038CD" w:rsidRPr="0058579E">
        <w:tc>
          <w:tcPr>
            <w:tcW w:w="1499" w:type="dxa"/>
            <w:vAlign w:val="center"/>
          </w:tcPr>
          <w:p w:rsidR="002038CD" w:rsidRPr="004F1034" w:rsidRDefault="002038CD" w:rsidP="00FB49D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  <w:vAlign w:val="center"/>
          </w:tcPr>
          <w:p w:rsidR="002038CD" w:rsidRPr="003B76E9" w:rsidRDefault="002038CD" w:rsidP="00FB49D4">
            <w:pPr>
              <w:rPr>
                <w:sz w:val="20"/>
                <w:szCs w:val="20"/>
              </w:rPr>
            </w:pPr>
          </w:p>
          <w:p w:rsidR="002038CD" w:rsidRPr="003B76E9" w:rsidRDefault="002038CD" w:rsidP="00FB49D4">
            <w:pPr>
              <w:rPr>
                <w:sz w:val="20"/>
                <w:szCs w:val="20"/>
              </w:rPr>
            </w:pPr>
            <w:r w:rsidRPr="003B76E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020</w:t>
            </w:r>
            <w:r>
              <w:rPr>
                <w:sz w:val="20"/>
                <w:szCs w:val="20"/>
              </w:rPr>
              <w:t>3</w:t>
            </w:r>
            <w:r w:rsidRPr="003B76E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110</w:t>
            </w:r>
          </w:p>
          <w:p w:rsidR="002038CD" w:rsidRPr="004F1034" w:rsidRDefault="002038CD" w:rsidP="00FB49D4">
            <w:pPr>
              <w:rPr>
                <w:sz w:val="18"/>
                <w:szCs w:val="18"/>
              </w:rPr>
            </w:pPr>
          </w:p>
        </w:tc>
        <w:tc>
          <w:tcPr>
            <w:tcW w:w="3321" w:type="dxa"/>
            <w:vAlign w:val="center"/>
          </w:tcPr>
          <w:p w:rsidR="002038CD" w:rsidRPr="004F1034" w:rsidRDefault="002038CD" w:rsidP="005872C6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 xml:space="preserve">Налог на доходы физических лиц с доходов, </w:t>
            </w:r>
            <w:r>
              <w:rPr>
                <w:sz w:val="20"/>
                <w:szCs w:val="20"/>
              </w:rPr>
              <w:t>полученных физичискими лицами в соответствии со статьей 228  Налогового кодекса РФ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587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2038CD" w:rsidRPr="004F1034">
        <w:tc>
          <w:tcPr>
            <w:tcW w:w="1499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1 05 00000 00 0000 000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jc w:val="center"/>
              <w:rPr>
                <w:b/>
                <w:bCs/>
                <w:i/>
                <w:iCs/>
              </w:rPr>
            </w:pPr>
            <w:r w:rsidRPr="004F1034">
              <w:rPr>
                <w:b/>
                <w:bCs/>
                <w:i/>
                <w:iCs/>
              </w:rPr>
              <w:t>Налоги на совокупный доход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30,0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1 05 03000 01 0000 110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1 05 03010 01 0000 110</w:t>
            </w:r>
          </w:p>
        </w:tc>
        <w:tc>
          <w:tcPr>
            <w:tcW w:w="3321" w:type="dxa"/>
          </w:tcPr>
          <w:p w:rsidR="002038CD" w:rsidRPr="004F1034" w:rsidRDefault="002038CD" w:rsidP="00D87D58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Единый сельскохозяйственный налог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2038CD" w:rsidRPr="004F1034"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jc w:val="center"/>
              <w:rPr>
                <w:b/>
                <w:bCs/>
                <w:i/>
                <w:iCs/>
              </w:rPr>
            </w:pPr>
            <w:r w:rsidRPr="004F1034">
              <w:rPr>
                <w:b/>
                <w:bCs/>
                <w:i/>
                <w:iCs/>
              </w:rPr>
              <w:t>Налоги на имущество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487,0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i/>
                <w:iCs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jc w:val="center"/>
              <w:rPr>
                <w:i/>
                <w:iCs/>
                <w:sz w:val="20"/>
                <w:szCs w:val="20"/>
              </w:rPr>
            </w:pPr>
            <w:r w:rsidRPr="004F1034">
              <w:rPr>
                <w:i/>
                <w:iCs/>
                <w:sz w:val="20"/>
                <w:szCs w:val="20"/>
              </w:rPr>
              <w:t xml:space="preserve">Налог на имущество физ. лиц 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26,0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2038CD" w:rsidRPr="004F1034"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i/>
                <w:iCs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jc w:val="center"/>
              <w:rPr>
                <w:i/>
                <w:iCs/>
              </w:rPr>
            </w:pPr>
            <w:r w:rsidRPr="004F1034">
              <w:rPr>
                <w:i/>
                <w:iCs/>
                <w:sz w:val="20"/>
                <w:szCs w:val="20"/>
              </w:rPr>
              <w:t>Земельный</w:t>
            </w:r>
            <w:r w:rsidRPr="004F1034">
              <w:rPr>
                <w:i/>
                <w:iCs/>
              </w:rPr>
              <w:t xml:space="preserve"> </w:t>
            </w:r>
            <w:r w:rsidRPr="004F1034">
              <w:rPr>
                <w:i/>
                <w:iCs/>
                <w:sz w:val="20"/>
                <w:szCs w:val="20"/>
              </w:rPr>
              <w:t>налог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461,0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1 06 06013 10 0000 110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387,0</w:t>
            </w:r>
          </w:p>
        </w:tc>
      </w:tr>
      <w:tr w:rsidR="002038CD" w:rsidRPr="0058579E">
        <w:trPr>
          <w:trHeight w:val="1648"/>
        </w:trPr>
        <w:tc>
          <w:tcPr>
            <w:tcW w:w="1499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1 06 06023 10 0000 110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  <w:r w:rsidRPr="004F1034">
              <w:rPr>
                <w:sz w:val="20"/>
                <w:szCs w:val="20"/>
              </w:rPr>
              <w:t>,0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1 08 00000 00 0000 000</w:t>
            </w:r>
          </w:p>
        </w:tc>
        <w:tc>
          <w:tcPr>
            <w:tcW w:w="3321" w:type="dxa"/>
            <w:vAlign w:val="center"/>
          </w:tcPr>
          <w:p w:rsidR="002038CD" w:rsidRPr="004F1034" w:rsidRDefault="002038CD" w:rsidP="00FB49D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F1034">
              <w:rPr>
                <w:b/>
                <w:bCs/>
                <w:i/>
                <w:iCs/>
                <w:sz w:val="16"/>
                <w:szCs w:val="16"/>
              </w:rPr>
              <w:t>ГОСУДАРСТВЕННАЯ ПОШЛИНА,  СБОРЫ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b/>
                <w:bCs/>
                <w:sz w:val="20"/>
                <w:szCs w:val="20"/>
              </w:rPr>
            </w:pPr>
            <w:r w:rsidRPr="004F1034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1 08 04020 01 0000 110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3,0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</w:rPr>
            </w:pPr>
            <w:r w:rsidRPr="004F1034">
              <w:rPr>
                <w:b/>
                <w:bCs/>
                <w:i/>
                <w:i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36,1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1 11 05000 00 0000 120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36,1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444</w:t>
            </w:r>
          </w:p>
        </w:tc>
        <w:tc>
          <w:tcPr>
            <w:tcW w:w="2477" w:type="dxa"/>
            <w:vAlign w:val="center"/>
          </w:tcPr>
          <w:p w:rsidR="002038CD" w:rsidRPr="00B2163B" w:rsidRDefault="002038CD" w:rsidP="00FB49D4">
            <w:pPr>
              <w:rPr>
                <w:sz w:val="20"/>
                <w:szCs w:val="20"/>
              </w:rPr>
            </w:pPr>
            <w:r w:rsidRPr="00B2163B">
              <w:rPr>
                <w:sz w:val="20"/>
                <w:szCs w:val="20"/>
              </w:rPr>
              <w:t>1 11 05013 10 0000 120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</w:tr>
      <w:tr w:rsidR="002038CD" w:rsidRPr="0058579E">
        <w:trPr>
          <w:trHeight w:val="1564"/>
        </w:trPr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12,0</w:t>
            </w:r>
          </w:p>
        </w:tc>
      </w:tr>
      <w:tr w:rsidR="002038CD" w:rsidRPr="0058579E">
        <w:trPr>
          <w:trHeight w:val="668"/>
        </w:trPr>
        <w:tc>
          <w:tcPr>
            <w:tcW w:w="1499" w:type="dxa"/>
          </w:tcPr>
          <w:p w:rsidR="002038CD" w:rsidRPr="00D906C7" w:rsidRDefault="002038CD" w:rsidP="00FB49D4">
            <w:pPr>
              <w:rPr>
                <w:rFonts w:ascii="Arial" w:hAnsi="Arial" w:cs="Arial"/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Pr="00C957A9" w:rsidRDefault="002038CD" w:rsidP="00FB49D4">
            <w:pPr>
              <w:rPr>
                <w:rFonts w:ascii="Arial" w:hAnsi="Arial" w:cs="Arial"/>
                <w:b/>
                <w:bCs/>
                <w:i/>
                <w:iCs/>
                <w:snapToGrid w:val="0"/>
                <w:sz w:val="18"/>
                <w:szCs w:val="18"/>
              </w:rPr>
            </w:pPr>
            <w:r w:rsidRPr="00C957A9">
              <w:rPr>
                <w:rFonts w:ascii="Arial" w:hAnsi="Arial" w:cs="Arial"/>
                <w:b/>
                <w:bCs/>
                <w:i/>
                <w:iCs/>
                <w:snapToGrid w:val="0"/>
                <w:sz w:val="18"/>
                <w:szCs w:val="18"/>
              </w:rPr>
              <w:t>1 13 01000 00 0000 120</w:t>
            </w:r>
          </w:p>
        </w:tc>
        <w:tc>
          <w:tcPr>
            <w:tcW w:w="3321" w:type="dxa"/>
          </w:tcPr>
          <w:p w:rsidR="002038CD" w:rsidRPr="00D906C7" w:rsidRDefault="002038CD" w:rsidP="00FB49D4">
            <w:pPr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906C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D906C7" w:rsidRDefault="002038CD" w:rsidP="00FB49D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10,6</w:t>
            </w:r>
          </w:p>
        </w:tc>
      </w:tr>
      <w:tr w:rsidR="002038CD" w:rsidRPr="0058579E">
        <w:trPr>
          <w:trHeight w:val="847"/>
        </w:trPr>
        <w:tc>
          <w:tcPr>
            <w:tcW w:w="1499" w:type="dxa"/>
          </w:tcPr>
          <w:p w:rsidR="002038CD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1 13 01995 10 0000 130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</w:t>
            </w:r>
          </w:p>
        </w:tc>
      </w:tr>
      <w:tr w:rsidR="002038CD" w:rsidRPr="0058579E">
        <w:trPr>
          <w:trHeight w:val="847"/>
        </w:trPr>
        <w:tc>
          <w:tcPr>
            <w:tcW w:w="1499" w:type="dxa"/>
          </w:tcPr>
          <w:p w:rsidR="002038CD" w:rsidRDefault="002038CD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1 14 00000  00 0000 000</w:t>
            </w:r>
          </w:p>
        </w:tc>
        <w:tc>
          <w:tcPr>
            <w:tcW w:w="3321" w:type="dxa"/>
          </w:tcPr>
          <w:p w:rsidR="002038CD" w:rsidRPr="00D87D58" w:rsidRDefault="002038CD" w:rsidP="00FB49D4">
            <w:pPr>
              <w:jc w:val="both"/>
              <w:rPr>
                <w:sz w:val="18"/>
                <w:szCs w:val="18"/>
              </w:rPr>
            </w:pPr>
            <w:r w:rsidRPr="00D87D58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2038CD" w:rsidRPr="0058579E">
        <w:trPr>
          <w:trHeight w:val="847"/>
        </w:trPr>
        <w:tc>
          <w:tcPr>
            <w:tcW w:w="1499" w:type="dxa"/>
          </w:tcPr>
          <w:p w:rsidR="002038CD" w:rsidRDefault="002038CD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1 14 06000 00 0000 000</w:t>
            </w:r>
          </w:p>
        </w:tc>
        <w:tc>
          <w:tcPr>
            <w:tcW w:w="3321" w:type="dxa"/>
          </w:tcPr>
          <w:p w:rsidR="002038CD" w:rsidRPr="00C96926" w:rsidRDefault="002038CD" w:rsidP="00FB49D4">
            <w:pPr>
              <w:jc w:val="both"/>
              <w:rPr>
                <w:sz w:val="18"/>
                <w:szCs w:val="18"/>
              </w:rPr>
            </w:pPr>
            <w:r w:rsidRPr="00C96926">
              <w:rPr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2038CD" w:rsidRPr="0058579E">
        <w:trPr>
          <w:trHeight w:val="847"/>
        </w:trPr>
        <w:tc>
          <w:tcPr>
            <w:tcW w:w="1499" w:type="dxa"/>
          </w:tcPr>
          <w:p w:rsidR="002038CD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2038CD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1 14 06013 10 0000 430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D87D58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2038CD" w:rsidRPr="0058579E">
        <w:trPr>
          <w:trHeight w:val="847"/>
        </w:trPr>
        <w:tc>
          <w:tcPr>
            <w:tcW w:w="1499" w:type="dxa"/>
          </w:tcPr>
          <w:p w:rsidR="002038CD" w:rsidRPr="004F1034" w:rsidRDefault="002038CD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Default="002038CD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1 1</w:t>
            </w:r>
            <w:r>
              <w:rPr>
                <w:b/>
                <w:bCs/>
                <w:snapToGrid w:val="0"/>
                <w:sz w:val="20"/>
                <w:szCs w:val="20"/>
              </w:rPr>
              <w:t>6</w:t>
            </w:r>
            <w:r w:rsidRPr="004F1034">
              <w:rPr>
                <w:b/>
                <w:bCs/>
                <w:snapToGrid w:val="0"/>
                <w:sz w:val="20"/>
                <w:szCs w:val="20"/>
              </w:rPr>
              <w:t xml:space="preserve"> 00000 00 0000 000</w:t>
            </w:r>
          </w:p>
        </w:tc>
        <w:tc>
          <w:tcPr>
            <w:tcW w:w="3321" w:type="dxa"/>
          </w:tcPr>
          <w:p w:rsidR="002038CD" w:rsidRPr="003A749F" w:rsidRDefault="002038CD" w:rsidP="00FB49D4">
            <w:pPr>
              <w:jc w:val="both"/>
              <w:rPr>
                <w:sz w:val="18"/>
                <w:szCs w:val="18"/>
              </w:rPr>
            </w:pPr>
            <w:r w:rsidRPr="003A749F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3A749F" w:rsidRDefault="002038CD" w:rsidP="00FB49D4">
            <w:pPr>
              <w:jc w:val="center"/>
              <w:rPr>
                <w:b/>
                <w:bCs/>
                <w:sz w:val="20"/>
                <w:szCs w:val="20"/>
              </w:rPr>
            </w:pPr>
            <w:r w:rsidRPr="003A749F">
              <w:rPr>
                <w:b/>
                <w:bCs/>
                <w:sz w:val="20"/>
                <w:szCs w:val="20"/>
              </w:rPr>
              <w:t>1,0</w:t>
            </w:r>
          </w:p>
        </w:tc>
      </w:tr>
      <w:tr w:rsidR="002038CD" w:rsidRPr="0058579E">
        <w:trPr>
          <w:trHeight w:val="847"/>
        </w:trPr>
        <w:tc>
          <w:tcPr>
            <w:tcW w:w="1499" w:type="dxa"/>
          </w:tcPr>
          <w:p w:rsidR="002038CD" w:rsidRPr="003A749F" w:rsidRDefault="002038CD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Pr="003A749F" w:rsidRDefault="002038CD" w:rsidP="00FB49D4">
            <w:pPr>
              <w:rPr>
                <w:b/>
                <w:bCs/>
                <w:i/>
                <w:iCs/>
              </w:rPr>
            </w:pPr>
            <w:r w:rsidRPr="003A749F">
              <w:rPr>
                <w:b/>
                <w:bCs/>
                <w:i/>
                <w:iCs/>
                <w:sz w:val="20"/>
                <w:szCs w:val="20"/>
              </w:rPr>
              <w:t>1 16 90000 00 0000 140</w:t>
            </w:r>
          </w:p>
        </w:tc>
        <w:tc>
          <w:tcPr>
            <w:tcW w:w="3321" w:type="dxa"/>
          </w:tcPr>
          <w:p w:rsidR="002038CD" w:rsidRPr="003A749F" w:rsidRDefault="002038CD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A749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038CD" w:rsidRPr="003A749F" w:rsidRDefault="002038CD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</w:tr>
      <w:tr w:rsidR="002038CD" w:rsidRPr="0058579E">
        <w:trPr>
          <w:trHeight w:val="847"/>
        </w:trPr>
        <w:tc>
          <w:tcPr>
            <w:tcW w:w="1499" w:type="dxa"/>
          </w:tcPr>
          <w:p w:rsidR="002038CD" w:rsidRPr="003A749F" w:rsidRDefault="002038CD" w:rsidP="00FB4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2038CD" w:rsidRPr="003A749F" w:rsidRDefault="002038CD" w:rsidP="00FB49D4">
            <w:pPr>
              <w:rPr>
                <w:snapToGrid w:val="0"/>
                <w:sz w:val="20"/>
                <w:szCs w:val="20"/>
              </w:rPr>
            </w:pPr>
            <w:r w:rsidRPr="003A749F">
              <w:rPr>
                <w:sz w:val="20"/>
                <w:szCs w:val="20"/>
              </w:rPr>
              <w:t>1 16 90050 10 0000 140</w:t>
            </w:r>
          </w:p>
        </w:tc>
        <w:tc>
          <w:tcPr>
            <w:tcW w:w="3321" w:type="dxa"/>
          </w:tcPr>
          <w:p w:rsidR="002038CD" w:rsidRPr="003A749F" w:rsidRDefault="002038CD" w:rsidP="00FB49D4">
            <w:pPr>
              <w:jc w:val="both"/>
              <w:rPr>
                <w:sz w:val="20"/>
                <w:szCs w:val="20"/>
              </w:rPr>
            </w:pPr>
            <w:r w:rsidRPr="003A749F"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2 00 00000 00 0000 000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b/>
                <w:bCs/>
              </w:rPr>
            </w:pPr>
            <w:r w:rsidRPr="004F1034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C969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10977,1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2 02 00000 00 0000 000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F1034">
              <w:rPr>
                <w:b/>
                <w:bCs/>
                <w:i/>
                <w:i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10977,1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2 02 01000 00 0000 151</w:t>
            </w:r>
          </w:p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3858,1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2 02 01001 00 0000 151</w:t>
            </w:r>
          </w:p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3321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3858,1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2 02 01001 10 0000 151</w:t>
            </w:r>
          </w:p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3858,1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2 02 02000 00 0000 151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  <w:p w:rsidR="002038CD" w:rsidRPr="004F1034" w:rsidRDefault="002038CD" w:rsidP="00FB49D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7006,3</w:t>
            </w:r>
          </w:p>
        </w:tc>
      </w:tr>
      <w:tr w:rsidR="002038CD" w:rsidRPr="0058579E">
        <w:tc>
          <w:tcPr>
            <w:tcW w:w="1499" w:type="dxa"/>
          </w:tcPr>
          <w:p w:rsidR="002038CD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2 02 02041 10 0000 151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 w:rsidRPr="00C96926">
              <w:rPr>
                <w:snapToGrid w:val="0"/>
                <w:sz w:val="20"/>
                <w:szCs w:val="20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1380,0</w:t>
            </w:r>
          </w:p>
        </w:tc>
      </w:tr>
      <w:tr w:rsidR="002038CD" w:rsidRPr="0058579E">
        <w:tc>
          <w:tcPr>
            <w:tcW w:w="1499" w:type="dxa"/>
          </w:tcPr>
          <w:p w:rsidR="002038CD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2 02 02077 10 0000 151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 w:rsidRPr="00C96926">
              <w:rPr>
                <w:snapToGrid w:val="0"/>
                <w:sz w:val="20"/>
                <w:szCs w:val="20"/>
              </w:rPr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5144,0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2 02 02999 10 0000 151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C969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482,3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2 02 03000 00 0000 151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66,0</w:t>
            </w:r>
          </w:p>
        </w:tc>
      </w:tr>
      <w:tr w:rsidR="002038CD" w:rsidRPr="0058579E">
        <w:trPr>
          <w:trHeight w:val="1351"/>
        </w:trPr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2 02 03015 10 0000 151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</w:tr>
      <w:tr w:rsidR="002038CD" w:rsidRPr="0058579E">
        <w:trPr>
          <w:trHeight w:val="1351"/>
        </w:trPr>
        <w:tc>
          <w:tcPr>
            <w:tcW w:w="1499" w:type="dxa"/>
          </w:tcPr>
          <w:p w:rsidR="002038CD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2 02 03024 10 0000 151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C96926">
              <w:rPr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2 02 04000 00 0000 151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46,7</w:t>
            </w:r>
          </w:p>
        </w:tc>
      </w:tr>
      <w:tr w:rsidR="002038CD" w:rsidRPr="0058579E">
        <w:tc>
          <w:tcPr>
            <w:tcW w:w="1499" w:type="dxa"/>
          </w:tcPr>
          <w:p w:rsidR="002038CD" w:rsidRPr="004F1034" w:rsidRDefault="002038CD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2038CD" w:rsidRPr="004F1034" w:rsidRDefault="002038CD" w:rsidP="00C96926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2 02 0401</w:t>
            </w:r>
            <w:r>
              <w:rPr>
                <w:snapToGrid w:val="0"/>
                <w:sz w:val="20"/>
                <w:szCs w:val="20"/>
              </w:rPr>
              <w:t>2</w:t>
            </w:r>
            <w:r w:rsidRPr="004F1034">
              <w:rPr>
                <w:snapToGrid w:val="0"/>
                <w:sz w:val="20"/>
                <w:szCs w:val="20"/>
              </w:rPr>
              <w:t xml:space="preserve"> 10 0000 151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C96926"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</w:tr>
      <w:tr w:rsidR="002038CD" w:rsidRPr="004F1034">
        <w:tc>
          <w:tcPr>
            <w:tcW w:w="1499" w:type="dxa"/>
          </w:tcPr>
          <w:p w:rsidR="002038CD" w:rsidRPr="004F1034" w:rsidRDefault="002038CD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2038CD" w:rsidRPr="004F1034" w:rsidRDefault="002038CD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ИТОГО</w:t>
            </w:r>
          </w:p>
        </w:tc>
        <w:tc>
          <w:tcPr>
            <w:tcW w:w="3321" w:type="dxa"/>
          </w:tcPr>
          <w:p w:rsidR="002038CD" w:rsidRPr="004F1034" w:rsidRDefault="002038CD" w:rsidP="00FB49D4">
            <w:pPr>
              <w:rPr>
                <w:b/>
                <w:bCs/>
                <w:snapToGrid w:val="0"/>
              </w:rPr>
            </w:pP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2038CD" w:rsidRPr="004F1034" w:rsidRDefault="002038CD" w:rsidP="00FB49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11762,6</w:t>
            </w:r>
          </w:p>
        </w:tc>
      </w:tr>
    </w:tbl>
    <w:p w:rsidR="002038CD" w:rsidRDefault="002038CD" w:rsidP="005872C6">
      <w:pPr>
        <w:rPr>
          <w:b/>
          <w:bCs/>
        </w:rPr>
      </w:pPr>
    </w:p>
    <w:p w:rsidR="002038CD" w:rsidRDefault="002038CD" w:rsidP="005872C6">
      <w:pPr>
        <w:rPr>
          <w:b/>
          <w:bCs/>
        </w:rPr>
      </w:pPr>
    </w:p>
    <w:p w:rsidR="002038CD" w:rsidRDefault="002038CD" w:rsidP="005872C6">
      <w:pPr>
        <w:rPr>
          <w:b/>
          <w:bCs/>
        </w:rPr>
      </w:pPr>
    </w:p>
    <w:p w:rsidR="002038CD" w:rsidRDefault="002038CD" w:rsidP="005872C6">
      <w:pPr>
        <w:rPr>
          <w:b/>
          <w:bCs/>
        </w:rPr>
      </w:pPr>
    </w:p>
    <w:p w:rsidR="002038CD" w:rsidRDefault="002038CD" w:rsidP="005872C6">
      <w:pPr>
        <w:rPr>
          <w:b/>
          <w:bCs/>
        </w:rPr>
      </w:pPr>
    </w:p>
    <w:p w:rsidR="002038CD" w:rsidRDefault="002038CD" w:rsidP="005872C6">
      <w:pPr>
        <w:rPr>
          <w:b/>
          <w:bCs/>
        </w:rPr>
      </w:pPr>
    </w:p>
    <w:p w:rsidR="002038CD" w:rsidRDefault="002038CD" w:rsidP="006A6B9D">
      <w:pPr>
        <w:rPr>
          <w:b/>
          <w:bCs/>
        </w:rPr>
      </w:pPr>
    </w:p>
    <w:p w:rsidR="002038CD" w:rsidRDefault="002038CD" w:rsidP="00C23578">
      <w:pPr>
        <w:jc w:val="right"/>
      </w:pPr>
    </w:p>
    <w:p w:rsidR="002038CD" w:rsidRDefault="002038CD" w:rsidP="00C23578">
      <w:pPr>
        <w:jc w:val="right"/>
        <w:rPr>
          <w:sz w:val="20"/>
          <w:szCs w:val="20"/>
        </w:rPr>
      </w:pPr>
    </w:p>
    <w:p w:rsidR="002038CD" w:rsidRDefault="002038CD" w:rsidP="00C23578">
      <w:pPr>
        <w:jc w:val="right"/>
        <w:rPr>
          <w:sz w:val="20"/>
          <w:szCs w:val="20"/>
        </w:rPr>
      </w:pPr>
    </w:p>
    <w:p w:rsidR="002038CD" w:rsidRDefault="002038CD" w:rsidP="005872C6">
      <w:pPr>
        <w:jc w:val="right"/>
      </w:pPr>
      <w:r>
        <w:t>Приложение № 5</w:t>
      </w:r>
    </w:p>
    <w:p w:rsidR="002038CD" w:rsidRDefault="002038CD" w:rsidP="0029345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26    сессии четвертого созыва от </w:t>
      </w:r>
    </w:p>
    <w:p w:rsidR="002038CD" w:rsidRDefault="002038CD" w:rsidP="00293453">
      <w:pPr>
        <w:jc w:val="right"/>
        <w:rPr>
          <w:sz w:val="20"/>
          <w:szCs w:val="20"/>
        </w:rPr>
      </w:pPr>
      <w:r>
        <w:rPr>
          <w:sz w:val="20"/>
          <w:szCs w:val="20"/>
        </w:rPr>
        <w:t>28.06.2013  «О внесении изменений в бюджет Киикского сельсовета</w:t>
      </w:r>
    </w:p>
    <w:p w:rsidR="002038CD" w:rsidRDefault="002038CD" w:rsidP="00293453">
      <w:pPr>
        <w:jc w:val="right"/>
        <w:rPr>
          <w:sz w:val="20"/>
          <w:szCs w:val="20"/>
        </w:rPr>
      </w:pP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Тогучинского района Новосибирской области</w:t>
      </w:r>
    </w:p>
    <w:p w:rsidR="002038CD" w:rsidRDefault="002038CD" w:rsidP="0029345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на 2013</w:t>
      </w: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год и  плановый  период 2014-2015 гг.»</w:t>
      </w:r>
    </w:p>
    <w:p w:rsidR="002038CD" w:rsidRDefault="002038CD" w:rsidP="005872C6">
      <w:pPr>
        <w:jc w:val="right"/>
        <w:rPr>
          <w:spacing w:val="-1"/>
          <w:sz w:val="18"/>
          <w:szCs w:val="18"/>
        </w:rPr>
      </w:pPr>
    </w:p>
    <w:p w:rsidR="002038CD" w:rsidRDefault="002038CD" w:rsidP="005872C6">
      <w:pPr>
        <w:shd w:val="clear" w:color="auto" w:fill="FFFFFF"/>
        <w:spacing w:line="202" w:lineRule="exact"/>
        <w:ind w:left="5150" w:firstLine="1320"/>
        <w:jc w:val="right"/>
        <w:rPr>
          <w:spacing w:val="-1"/>
        </w:rPr>
      </w:pPr>
      <w:r w:rsidRPr="0078016D">
        <w:rPr>
          <w:spacing w:val="-1"/>
        </w:rPr>
        <w:t xml:space="preserve">Таблица №1 </w:t>
      </w:r>
    </w:p>
    <w:p w:rsidR="002038CD" w:rsidRPr="0078016D" w:rsidRDefault="002038CD" w:rsidP="005872C6">
      <w:pPr>
        <w:shd w:val="clear" w:color="auto" w:fill="FFFFFF"/>
        <w:spacing w:line="202" w:lineRule="exact"/>
        <w:ind w:left="5150" w:firstLine="1320"/>
        <w:jc w:val="center"/>
        <w:rPr>
          <w:spacing w:val="-1"/>
        </w:rPr>
      </w:pPr>
    </w:p>
    <w:p w:rsidR="002038CD" w:rsidRDefault="002038CD" w:rsidP="005872C6">
      <w:pPr>
        <w:jc w:val="center"/>
      </w:pPr>
      <w:r w:rsidRPr="00BF4BB7">
        <w:rPr>
          <w:b/>
          <w:bCs/>
        </w:rPr>
        <w:t>Распределение бюджетных ассигнований по разделам и подразделам классификации расходов бюджета Киикского сельсовета</w:t>
      </w:r>
      <w:r>
        <w:rPr>
          <w:b/>
          <w:bCs/>
        </w:rPr>
        <w:t xml:space="preserve"> Тогучинского района</w:t>
      </w:r>
      <w:r w:rsidRPr="00BF4BB7">
        <w:rPr>
          <w:b/>
          <w:bCs/>
        </w:rPr>
        <w:t xml:space="preserve"> на 20</w:t>
      </w:r>
      <w:r>
        <w:rPr>
          <w:b/>
          <w:bCs/>
        </w:rPr>
        <w:t>13</w:t>
      </w:r>
      <w:r w:rsidRPr="00BF4BB7">
        <w:rPr>
          <w:b/>
          <w:bCs/>
        </w:rPr>
        <w:t xml:space="preserve"> год</w:t>
      </w:r>
    </w:p>
    <w:tbl>
      <w:tblPr>
        <w:tblpPr w:leftFromText="180" w:rightFromText="180" w:vertAnchor="text" w:horzAnchor="margin" w:tblpXSpec="center" w:tblpY="1331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0"/>
        <w:gridCol w:w="725"/>
        <w:gridCol w:w="538"/>
        <w:gridCol w:w="572"/>
        <w:gridCol w:w="1096"/>
        <w:gridCol w:w="576"/>
        <w:gridCol w:w="911"/>
      </w:tblGrid>
      <w:tr w:rsidR="002038CD" w:rsidRPr="004F1034">
        <w:tc>
          <w:tcPr>
            <w:tcW w:w="5230" w:type="dxa"/>
          </w:tcPr>
          <w:p w:rsidR="002038CD" w:rsidRPr="004F1034" w:rsidRDefault="002038CD" w:rsidP="00FB49D4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Рзд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Прз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Цс</w:t>
            </w:r>
          </w:p>
        </w:tc>
        <w:tc>
          <w:tcPr>
            <w:tcW w:w="576" w:type="dxa"/>
          </w:tcPr>
          <w:p w:rsidR="002038CD" w:rsidRPr="004F1034" w:rsidRDefault="002038CD" w:rsidP="00FB49D4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Вр</w:t>
            </w:r>
          </w:p>
        </w:tc>
        <w:tc>
          <w:tcPr>
            <w:tcW w:w="911" w:type="dxa"/>
          </w:tcPr>
          <w:p w:rsidR="002038CD" w:rsidRPr="004F1034" w:rsidRDefault="002038CD" w:rsidP="00FB49D4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Годов.</w:t>
            </w:r>
          </w:p>
          <w:p w:rsidR="002038CD" w:rsidRPr="004F1034" w:rsidRDefault="002038CD" w:rsidP="00FB49D4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Назн.</w:t>
            </w:r>
          </w:p>
          <w:p w:rsidR="002038CD" w:rsidRPr="004F1034" w:rsidRDefault="002038CD" w:rsidP="00FB49D4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14"/>
                <w:szCs w:val="14"/>
              </w:rPr>
              <w:t>(тыс.руб</w:t>
            </w:r>
            <w:r w:rsidRPr="004F1034">
              <w:rPr>
                <w:sz w:val="22"/>
                <w:szCs w:val="22"/>
              </w:rPr>
              <w:t>)</w:t>
            </w:r>
          </w:p>
        </w:tc>
      </w:tr>
      <w:tr w:rsidR="002038CD" w:rsidRPr="004F1034">
        <w:trPr>
          <w:trHeight w:val="365"/>
        </w:trPr>
        <w:tc>
          <w:tcPr>
            <w:tcW w:w="5230" w:type="dxa"/>
          </w:tcPr>
          <w:p w:rsidR="002038CD" w:rsidRPr="004F1034" w:rsidRDefault="002038CD" w:rsidP="00FB49D4">
            <w:pPr>
              <w:rPr>
                <w:b/>
                <w:bCs/>
                <w:sz w:val="20"/>
                <w:szCs w:val="20"/>
              </w:rPr>
            </w:pPr>
            <w:r w:rsidRPr="004F1034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4F103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4F103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4F1034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4F1034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2038CD" w:rsidRPr="004F1034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4F1034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4F1034" w:rsidRDefault="002038CD" w:rsidP="00FB49D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2016,1</w:t>
            </w:r>
          </w:p>
        </w:tc>
      </w:tr>
      <w:tr w:rsidR="002038CD" w:rsidRPr="004F1034">
        <w:trPr>
          <w:trHeight w:val="525"/>
        </w:trPr>
        <w:tc>
          <w:tcPr>
            <w:tcW w:w="5230" w:type="dxa"/>
          </w:tcPr>
          <w:p w:rsidR="002038CD" w:rsidRPr="00846555" w:rsidRDefault="002038CD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4655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725" w:type="dxa"/>
          </w:tcPr>
          <w:p w:rsidR="002038CD" w:rsidRPr="00846555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846555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846555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2038CD" w:rsidRPr="00846555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2038CD" w:rsidRPr="00846555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846555" w:rsidRDefault="002038CD" w:rsidP="0059434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464,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</w:tr>
      <w:tr w:rsidR="002038CD" w:rsidRPr="004F1034">
        <w:trPr>
          <w:trHeight w:val="229"/>
        </w:trPr>
        <w:tc>
          <w:tcPr>
            <w:tcW w:w="5230" w:type="dxa"/>
          </w:tcPr>
          <w:p w:rsidR="002038CD" w:rsidRPr="004F1034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0020000</w:t>
            </w:r>
          </w:p>
        </w:tc>
        <w:tc>
          <w:tcPr>
            <w:tcW w:w="57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4F1034" w:rsidRDefault="002038CD" w:rsidP="002916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</w:tr>
      <w:tr w:rsidR="002038CD" w:rsidRPr="004F1034">
        <w:trPr>
          <w:trHeight w:val="229"/>
        </w:trPr>
        <w:tc>
          <w:tcPr>
            <w:tcW w:w="5230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0020300</w:t>
            </w:r>
          </w:p>
        </w:tc>
        <w:tc>
          <w:tcPr>
            <w:tcW w:w="57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4F1034" w:rsidRDefault="002038CD" w:rsidP="00594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</w:tr>
      <w:tr w:rsidR="002038CD" w:rsidRPr="004F1034">
        <w:trPr>
          <w:trHeight w:val="229"/>
        </w:trPr>
        <w:tc>
          <w:tcPr>
            <w:tcW w:w="5230" w:type="dxa"/>
          </w:tcPr>
          <w:p w:rsidR="002038CD" w:rsidRPr="00846555" w:rsidRDefault="002038CD" w:rsidP="00FB49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6555">
              <w:rPr>
                <w:rFonts w:ascii="Arial" w:hAnsi="Arial" w:cs="Arial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</w:tcPr>
          <w:p w:rsidR="002038CD" w:rsidRPr="00846555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846555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846555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2038CD" w:rsidRPr="00846555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0020300</w:t>
            </w:r>
          </w:p>
        </w:tc>
        <w:tc>
          <w:tcPr>
            <w:tcW w:w="576" w:type="dxa"/>
          </w:tcPr>
          <w:p w:rsidR="002038CD" w:rsidRPr="00846555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100</w:t>
            </w:r>
          </w:p>
        </w:tc>
        <w:tc>
          <w:tcPr>
            <w:tcW w:w="911" w:type="dxa"/>
          </w:tcPr>
          <w:p w:rsidR="002038CD" w:rsidRPr="00846555" w:rsidRDefault="002038CD" w:rsidP="0059434B">
            <w:pPr>
              <w:jc w:val="center"/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464,</w:t>
            </w:r>
            <w:r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2038CD" w:rsidRPr="004F1034">
        <w:trPr>
          <w:trHeight w:val="229"/>
        </w:trPr>
        <w:tc>
          <w:tcPr>
            <w:tcW w:w="5230" w:type="dxa"/>
          </w:tcPr>
          <w:p w:rsidR="002038CD" w:rsidRPr="003F2E51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3F2E51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0020300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911" w:type="dxa"/>
          </w:tcPr>
          <w:p w:rsidR="002038CD" w:rsidRDefault="002038CD" w:rsidP="00594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</w:tr>
      <w:tr w:rsidR="002038CD" w:rsidRPr="004F1034">
        <w:trPr>
          <w:trHeight w:val="395"/>
        </w:trPr>
        <w:tc>
          <w:tcPr>
            <w:tcW w:w="5230" w:type="dxa"/>
          </w:tcPr>
          <w:p w:rsidR="002038CD" w:rsidRPr="004F1034" w:rsidRDefault="002038CD" w:rsidP="00FB49D4">
            <w:pPr>
              <w:pStyle w:val="Heading2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F2E51">
              <w:rPr>
                <w:b w:val="0"/>
                <w:bCs w:val="0"/>
                <w:i w:val="0"/>
                <w:iCs w:val="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0020300</w:t>
            </w:r>
          </w:p>
        </w:tc>
        <w:tc>
          <w:tcPr>
            <w:tcW w:w="57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911" w:type="dxa"/>
          </w:tcPr>
          <w:p w:rsidR="002038CD" w:rsidRPr="004F1034" w:rsidRDefault="002038CD" w:rsidP="00594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</w:tr>
      <w:tr w:rsidR="002038CD" w:rsidRPr="004F1034">
        <w:tc>
          <w:tcPr>
            <w:tcW w:w="5230" w:type="dxa"/>
          </w:tcPr>
          <w:p w:rsidR="002038CD" w:rsidRPr="005A0EB8" w:rsidRDefault="002038CD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0E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25" w:type="dxa"/>
          </w:tcPr>
          <w:p w:rsidR="002038CD" w:rsidRPr="005A0EB8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A0EB8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5A0EB8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A0EB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5A0EB8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A0EB8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5A0EB8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A0EB8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2038CD" w:rsidRPr="005A0EB8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A0EB8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5A0EB8" w:rsidRDefault="002038CD" w:rsidP="00FB49D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1529,6</w:t>
            </w:r>
          </w:p>
        </w:tc>
      </w:tr>
      <w:tr w:rsidR="002038CD" w:rsidRPr="004F1034">
        <w:tc>
          <w:tcPr>
            <w:tcW w:w="5230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0020000</w:t>
            </w:r>
          </w:p>
        </w:tc>
        <w:tc>
          <w:tcPr>
            <w:tcW w:w="57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4F1034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1529,6</w:t>
            </w:r>
          </w:p>
        </w:tc>
      </w:tr>
      <w:tr w:rsidR="002038CD" w:rsidRPr="004F1034">
        <w:tc>
          <w:tcPr>
            <w:tcW w:w="5230" w:type="dxa"/>
          </w:tcPr>
          <w:p w:rsidR="002038CD" w:rsidRPr="00EB3AF9" w:rsidRDefault="002038CD" w:rsidP="00FB49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911" w:type="dxa"/>
          </w:tcPr>
          <w:p w:rsidR="002038CD" w:rsidRPr="00EB3AF9" w:rsidRDefault="002038CD" w:rsidP="00475828">
            <w:pPr>
              <w:jc w:val="center"/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1054,2</w:t>
            </w:r>
          </w:p>
        </w:tc>
      </w:tr>
      <w:tr w:rsidR="002038CD" w:rsidRPr="004F1034">
        <w:tc>
          <w:tcPr>
            <w:tcW w:w="5230" w:type="dxa"/>
          </w:tcPr>
          <w:p w:rsidR="002038CD" w:rsidRPr="00EB0915" w:rsidRDefault="002038CD" w:rsidP="00FB49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0915">
              <w:rPr>
                <w:rFonts w:ascii="Arial" w:hAnsi="Arial" w:cs="Arial"/>
                <w:i/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</w:tcPr>
          <w:p w:rsidR="002038CD" w:rsidRPr="00EB0915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EB0915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EB0915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EB0915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EB0915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EB0915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EB0915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EB0915">
              <w:rPr>
                <w:i/>
                <w:i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Pr="00EB0915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EB0915">
              <w:rPr>
                <w:i/>
                <w:iCs/>
                <w:sz w:val="22"/>
                <w:szCs w:val="22"/>
              </w:rPr>
              <w:t>120</w:t>
            </w:r>
          </w:p>
        </w:tc>
        <w:tc>
          <w:tcPr>
            <w:tcW w:w="911" w:type="dxa"/>
          </w:tcPr>
          <w:p w:rsidR="002038CD" w:rsidRPr="00EB0915" w:rsidRDefault="002038CD" w:rsidP="00FB49D4">
            <w:pPr>
              <w:jc w:val="center"/>
              <w:rPr>
                <w:i/>
                <w:iCs/>
                <w:sz w:val="22"/>
                <w:szCs w:val="22"/>
              </w:rPr>
            </w:pPr>
            <w:r w:rsidRPr="00EB0915">
              <w:rPr>
                <w:i/>
                <w:iCs/>
                <w:sz w:val="22"/>
                <w:szCs w:val="22"/>
              </w:rPr>
              <w:t>1051,2</w:t>
            </w:r>
          </w:p>
        </w:tc>
      </w:tr>
      <w:tr w:rsidR="002038CD" w:rsidRPr="004F1034">
        <w:tc>
          <w:tcPr>
            <w:tcW w:w="5230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E00F5B">
              <w:rPr>
                <w:rFonts w:ascii="Arial" w:hAnsi="Arial" w:cs="Arial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911" w:type="dxa"/>
          </w:tcPr>
          <w:p w:rsidR="002038CD" w:rsidRPr="004F1034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1051,2</w:t>
            </w:r>
          </w:p>
        </w:tc>
      </w:tr>
      <w:tr w:rsidR="002038CD" w:rsidRPr="004F1034">
        <w:tc>
          <w:tcPr>
            <w:tcW w:w="5230" w:type="dxa"/>
          </w:tcPr>
          <w:p w:rsidR="002038CD" w:rsidRPr="00E00F5B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002C8C">
              <w:rPr>
                <w:rFonts w:ascii="Arial" w:hAnsi="Arial" w:cs="Arial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11" w:type="dxa"/>
          </w:tcPr>
          <w:p w:rsidR="002038CD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2038CD" w:rsidRPr="004F1034">
        <w:tc>
          <w:tcPr>
            <w:tcW w:w="5230" w:type="dxa"/>
          </w:tcPr>
          <w:p w:rsidR="002038CD" w:rsidRPr="00EB3AF9" w:rsidRDefault="002038CD" w:rsidP="00FB49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911" w:type="dxa"/>
          </w:tcPr>
          <w:p w:rsidR="002038CD" w:rsidRPr="00EB3AF9" w:rsidRDefault="002038CD" w:rsidP="00FB49D4">
            <w:pPr>
              <w:jc w:val="center"/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441,6</w:t>
            </w:r>
          </w:p>
        </w:tc>
      </w:tr>
      <w:tr w:rsidR="002038CD" w:rsidRPr="004F1034">
        <w:tc>
          <w:tcPr>
            <w:tcW w:w="5230" w:type="dxa"/>
          </w:tcPr>
          <w:p w:rsidR="002038CD" w:rsidRPr="00EB0915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</w:tcPr>
          <w:p w:rsidR="002038CD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441,6</w:t>
            </w:r>
          </w:p>
        </w:tc>
      </w:tr>
      <w:tr w:rsidR="002038CD" w:rsidRPr="004F1034">
        <w:tc>
          <w:tcPr>
            <w:tcW w:w="5230" w:type="dxa"/>
          </w:tcPr>
          <w:p w:rsidR="002038CD" w:rsidRPr="00E00F5B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0915">
              <w:rPr>
                <w:rFonts w:ascii="Arial" w:hAnsi="Arial" w:cs="Arial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911" w:type="dxa"/>
          </w:tcPr>
          <w:p w:rsidR="002038CD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2038CD" w:rsidRPr="004F1034">
        <w:tc>
          <w:tcPr>
            <w:tcW w:w="5230" w:type="dxa"/>
          </w:tcPr>
          <w:p w:rsidR="002038CD" w:rsidRPr="00E00F5B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091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2038CD" w:rsidRDefault="002038CD" w:rsidP="00957F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330,0</w:t>
            </w:r>
          </w:p>
        </w:tc>
      </w:tr>
      <w:tr w:rsidR="002038CD" w:rsidRPr="00EB3AF9">
        <w:tc>
          <w:tcPr>
            <w:tcW w:w="5230" w:type="dxa"/>
          </w:tcPr>
          <w:p w:rsidR="002038CD" w:rsidRPr="00EB3AF9" w:rsidRDefault="002038CD" w:rsidP="00FB49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5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911" w:type="dxa"/>
          </w:tcPr>
          <w:p w:rsidR="002038CD" w:rsidRPr="00EB3AF9" w:rsidRDefault="002038CD" w:rsidP="00FB49D4">
            <w:pPr>
              <w:jc w:val="center"/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6,9</w:t>
            </w:r>
          </w:p>
        </w:tc>
      </w:tr>
      <w:tr w:rsidR="002038CD" w:rsidRPr="004F1034">
        <w:tc>
          <w:tcPr>
            <w:tcW w:w="5230" w:type="dxa"/>
          </w:tcPr>
          <w:p w:rsidR="002038CD" w:rsidRPr="00EB0915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0E7125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911" w:type="dxa"/>
          </w:tcPr>
          <w:p w:rsidR="002038CD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2038CD" w:rsidRPr="004F1034">
        <w:tc>
          <w:tcPr>
            <w:tcW w:w="5230" w:type="dxa"/>
          </w:tcPr>
          <w:p w:rsidR="002038CD" w:rsidRPr="00EB3AF9" w:rsidRDefault="002038CD" w:rsidP="00FB49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2038CD" w:rsidRPr="00EB3AF9" w:rsidRDefault="002038CD" w:rsidP="00FB49D4">
            <w:pPr>
              <w:jc w:val="center"/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26,8</w:t>
            </w:r>
          </w:p>
        </w:tc>
      </w:tr>
      <w:tr w:rsidR="002038CD" w:rsidRPr="004F1034">
        <w:tc>
          <w:tcPr>
            <w:tcW w:w="5230" w:type="dxa"/>
          </w:tcPr>
          <w:p w:rsidR="002038CD" w:rsidRPr="00DF01AE" w:rsidRDefault="002038CD" w:rsidP="00FB49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F01AE">
              <w:rPr>
                <w:rFonts w:ascii="Arial" w:hAnsi="Arial" w:cs="Arial"/>
                <w:i/>
                <w:iCs/>
                <w:sz w:val="20"/>
                <w:szCs w:val="20"/>
              </w:rPr>
              <w:t>Уплата налогов, сборов и иных обязательных  платежей в бюджеты бюджетной системы Российской Федерации</w:t>
            </w:r>
          </w:p>
        </w:tc>
        <w:tc>
          <w:tcPr>
            <w:tcW w:w="725" w:type="dxa"/>
          </w:tcPr>
          <w:p w:rsidR="002038CD" w:rsidRPr="00DF01AE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DF01AE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DF01AE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DF01AE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DF01AE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DF01AE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DF01AE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DF01AE">
              <w:rPr>
                <w:i/>
                <w:i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Pr="00DF01AE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DF01AE">
              <w:rPr>
                <w:i/>
                <w:iCs/>
                <w:sz w:val="22"/>
                <w:szCs w:val="22"/>
              </w:rPr>
              <w:t>850</w:t>
            </w:r>
          </w:p>
        </w:tc>
        <w:tc>
          <w:tcPr>
            <w:tcW w:w="911" w:type="dxa"/>
          </w:tcPr>
          <w:p w:rsidR="002038CD" w:rsidRPr="00DF01AE" w:rsidRDefault="002038CD" w:rsidP="00FB49D4">
            <w:pPr>
              <w:jc w:val="center"/>
              <w:rPr>
                <w:i/>
                <w:iCs/>
                <w:sz w:val="22"/>
                <w:szCs w:val="22"/>
              </w:rPr>
            </w:pPr>
            <w:r w:rsidRPr="00DF01AE">
              <w:rPr>
                <w:i/>
                <w:iCs/>
                <w:sz w:val="22"/>
                <w:szCs w:val="22"/>
              </w:rPr>
              <w:t>26,8</w:t>
            </w:r>
          </w:p>
        </w:tc>
      </w:tr>
      <w:tr w:rsidR="002038CD" w:rsidRPr="004F1034">
        <w:tc>
          <w:tcPr>
            <w:tcW w:w="5230" w:type="dxa"/>
          </w:tcPr>
          <w:p w:rsidR="002038CD" w:rsidRPr="00EB0915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911" w:type="dxa"/>
          </w:tcPr>
          <w:p w:rsidR="002038CD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2038CD" w:rsidRPr="004F1034">
        <w:tc>
          <w:tcPr>
            <w:tcW w:w="5230" w:type="dxa"/>
          </w:tcPr>
          <w:p w:rsidR="002038CD" w:rsidRPr="00E00F5B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0915">
              <w:rPr>
                <w:rFonts w:ascii="Arial" w:hAnsi="Arial" w:cs="Arial"/>
                <w:sz w:val="20"/>
                <w:szCs w:val="20"/>
              </w:rPr>
              <w:t>Уплата прочих налогов, сборов и иных обязательных  платежей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911" w:type="dxa"/>
          </w:tcPr>
          <w:p w:rsidR="002038CD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2038CD" w:rsidRPr="00EB3AF9">
        <w:tc>
          <w:tcPr>
            <w:tcW w:w="5230" w:type="dxa"/>
          </w:tcPr>
          <w:p w:rsidR="002038CD" w:rsidRPr="00EB3AF9" w:rsidRDefault="002038CD" w:rsidP="00FB49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0020513</w:t>
            </w:r>
          </w:p>
        </w:tc>
        <w:tc>
          <w:tcPr>
            <w:tcW w:w="576" w:type="dxa"/>
          </w:tcPr>
          <w:p w:rsidR="002038CD" w:rsidRPr="00EB3AF9" w:rsidRDefault="002038CD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911" w:type="dxa"/>
          </w:tcPr>
          <w:p w:rsidR="002038CD" w:rsidRPr="00EB3AF9" w:rsidRDefault="002038CD" w:rsidP="00FB49D4">
            <w:pPr>
              <w:jc w:val="center"/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0,1</w:t>
            </w:r>
          </w:p>
        </w:tc>
      </w:tr>
      <w:tr w:rsidR="002038CD" w:rsidRPr="00EB3AF9">
        <w:tc>
          <w:tcPr>
            <w:tcW w:w="5230" w:type="dxa"/>
          </w:tcPr>
          <w:p w:rsidR="002038CD" w:rsidRPr="00EB3AF9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3AF9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2038CD" w:rsidRPr="00EB3AF9" w:rsidRDefault="002038CD" w:rsidP="00FB49D4">
            <w:pPr>
              <w:rPr>
                <w:sz w:val="22"/>
                <w:szCs w:val="22"/>
              </w:rPr>
            </w:pPr>
            <w:r w:rsidRPr="00EB3AF9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EB3AF9" w:rsidRDefault="002038CD" w:rsidP="00FB49D4">
            <w:pPr>
              <w:rPr>
                <w:sz w:val="22"/>
                <w:szCs w:val="22"/>
              </w:rPr>
            </w:pPr>
            <w:r w:rsidRPr="00EB3AF9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EB3AF9" w:rsidRDefault="002038CD" w:rsidP="00FB49D4">
            <w:pPr>
              <w:rPr>
                <w:sz w:val="22"/>
                <w:szCs w:val="22"/>
              </w:rPr>
            </w:pPr>
            <w:r w:rsidRPr="00EB3AF9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EB3AF9" w:rsidRDefault="002038CD" w:rsidP="00FB49D4">
            <w:pPr>
              <w:rPr>
                <w:sz w:val="22"/>
                <w:szCs w:val="22"/>
              </w:rPr>
            </w:pPr>
            <w:r w:rsidRPr="00EB3AF9">
              <w:rPr>
                <w:sz w:val="22"/>
                <w:szCs w:val="22"/>
              </w:rPr>
              <w:t>0020513</w:t>
            </w:r>
          </w:p>
        </w:tc>
        <w:tc>
          <w:tcPr>
            <w:tcW w:w="576" w:type="dxa"/>
          </w:tcPr>
          <w:p w:rsidR="002038CD" w:rsidRPr="00EB3AF9" w:rsidRDefault="002038CD" w:rsidP="00FB49D4">
            <w:pPr>
              <w:rPr>
                <w:sz w:val="22"/>
                <w:szCs w:val="22"/>
              </w:rPr>
            </w:pPr>
            <w:r w:rsidRPr="00EB3AF9"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</w:tcPr>
          <w:p w:rsidR="002038CD" w:rsidRPr="00EB3AF9" w:rsidRDefault="002038CD" w:rsidP="00FB49D4">
            <w:pPr>
              <w:jc w:val="center"/>
              <w:rPr>
                <w:sz w:val="22"/>
                <w:szCs w:val="22"/>
              </w:rPr>
            </w:pPr>
            <w:r w:rsidRPr="00EB3AF9">
              <w:rPr>
                <w:sz w:val="22"/>
                <w:szCs w:val="22"/>
              </w:rPr>
              <w:t>0,1</w:t>
            </w:r>
          </w:p>
        </w:tc>
      </w:tr>
      <w:tr w:rsidR="002038CD" w:rsidRPr="004F1034">
        <w:tc>
          <w:tcPr>
            <w:tcW w:w="5230" w:type="dxa"/>
          </w:tcPr>
          <w:p w:rsidR="002038CD" w:rsidRPr="00E00F5B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0915">
              <w:rPr>
                <w:rFonts w:ascii="Arial" w:hAnsi="Arial" w:cs="Arial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5" w:type="dxa"/>
          </w:tcPr>
          <w:p w:rsidR="002038CD" w:rsidRPr="00C2461D" w:rsidRDefault="002038CD" w:rsidP="00FB49D4">
            <w:pPr>
              <w:rPr>
                <w:sz w:val="22"/>
                <w:szCs w:val="22"/>
              </w:rPr>
            </w:pPr>
            <w:r w:rsidRPr="00C2461D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C2461D" w:rsidRDefault="002038CD" w:rsidP="00FB49D4">
            <w:pPr>
              <w:rPr>
                <w:sz w:val="22"/>
                <w:szCs w:val="22"/>
              </w:rPr>
            </w:pPr>
            <w:r w:rsidRPr="00C2461D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C2461D" w:rsidRDefault="002038CD" w:rsidP="00FB49D4">
            <w:pPr>
              <w:rPr>
                <w:sz w:val="22"/>
                <w:szCs w:val="22"/>
              </w:rPr>
            </w:pPr>
            <w:r w:rsidRPr="00C2461D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2038CD" w:rsidRPr="00C2461D" w:rsidRDefault="002038CD" w:rsidP="00FB49D4">
            <w:pPr>
              <w:rPr>
                <w:sz w:val="22"/>
                <w:szCs w:val="22"/>
              </w:rPr>
            </w:pPr>
            <w:r w:rsidRPr="00C2461D">
              <w:rPr>
                <w:sz w:val="22"/>
                <w:szCs w:val="22"/>
              </w:rPr>
              <w:t>0020513</w:t>
            </w:r>
          </w:p>
        </w:tc>
        <w:tc>
          <w:tcPr>
            <w:tcW w:w="576" w:type="dxa"/>
          </w:tcPr>
          <w:p w:rsidR="002038CD" w:rsidRPr="00C2461D" w:rsidRDefault="002038CD" w:rsidP="00FB49D4">
            <w:pPr>
              <w:rPr>
                <w:sz w:val="22"/>
                <w:szCs w:val="22"/>
              </w:rPr>
            </w:pPr>
            <w:r w:rsidRPr="00C2461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44</w:t>
            </w:r>
          </w:p>
        </w:tc>
        <w:tc>
          <w:tcPr>
            <w:tcW w:w="911" w:type="dxa"/>
          </w:tcPr>
          <w:p w:rsidR="002038CD" w:rsidRPr="00C2461D" w:rsidRDefault="002038CD" w:rsidP="00FB49D4">
            <w:pPr>
              <w:jc w:val="center"/>
              <w:rPr>
                <w:sz w:val="22"/>
                <w:szCs w:val="22"/>
              </w:rPr>
            </w:pPr>
            <w:r w:rsidRPr="00C2461D">
              <w:rPr>
                <w:sz w:val="22"/>
                <w:szCs w:val="22"/>
              </w:rPr>
              <w:t>0,1</w:t>
            </w:r>
          </w:p>
        </w:tc>
      </w:tr>
      <w:tr w:rsidR="002038CD" w:rsidRPr="004F1034">
        <w:trPr>
          <w:trHeight w:val="292"/>
        </w:trPr>
        <w:tc>
          <w:tcPr>
            <w:tcW w:w="5230" w:type="dxa"/>
          </w:tcPr>
          <w:p w:rsidR="002038CD" w:rsidRPr="00EB3AF9" w:rsidRDefault="002038CD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5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096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EB3AF9" w:rsidRDefault="002038CD" w:rsidP="00FB49D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18,0</w:t>
            </w:r>
          </w:p>
        </w:tc>
      </w:tr>
      <w:tr w:rsidR="002038CD" w:rsidRPr="004F1034">
        <w:trPr>
          <w:trHeight w:val="292"/>
        </w:trPr>
        <w:tc>
          <w:tcPr>
            <w:tcW w:w="5230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0020000</w:t>
            </w:r>
          </w:p>
        </w:tc>
        <w:tc>
          <w:tcPr>
            <w:tcW w:w="57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85030C" w:rsidRDefault="002038CD" w:rsidP="00FB49D4">
            <w:pPr>
              <w:jc w:val="center"/>
              <w:rPr>
                <w:sz w:val="22"/>
                <w:szCs w:val="22"/>
              </w:rPr>
            </w:pPr>
            <w:r w:rsidRPr="0085030C">
              <w:rPr>
                <w:sz w:val="22"/>
                <w:szCs w:val="22"/>
              </w:rPr>
              <w:t>18,0</w:t>
            </w:r>
          </w:p>
        </w:tc>
      </w:tr>
      <w:tr w:rsidR="002038CD" w:rsidRPr="004F1034">
        <w:tc>
          <w:tcPr>
            <w:tcW w:w="5230" w:type="dxa"/>
          </w:tcPr>
          <w:p w:rsidR="002038CD" w:rsidRPr="00EB0915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3C0A35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25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 w:rsidRPr="0085030C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 w:rsidRPr="0085030C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 w:rsidRPr="0085030C">
              <w:rPr>
                <w:sz w:val="22"/>
                <w:szCs w:val="22"/>
              </w:rPr>
              <w:t>06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2038CD" w:rsidRPr="004F1034">
        <w:tc>
          <w:tcPr>
            <w:tcW w:w="5230" w:type="dxa"/>
          </w:tcPr>
          <w:p w:rsidR="002038CD" w:rsidRPr="000E7125" w:rsidRDefault="002038CD" w:rsidP="00FB49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E7125">
              <w:rPr>
                <w:rFonts w:ascii="Arial" w:hAnsi="Arial" w:cs="Arial"/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5" w:type="dxa"/>
          </w:tcPr>
          <w:p w:rsidR="002038CD" w:rsidRPr="000E7125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0E7125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0E7125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0E7125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0E7125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0E7125">
              <w:rPr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096" w:type="dxa"/>
          </w:tcPr>
          <w:p w:rsidR="002038CD" w:rsidRPr="000E7125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0E7125">
              <w:rPr>
                <w:i/>
                <w:i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Pr="000E7125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0E7125">
              <w:rPr>
                <w:i/>
                <w:iCs/>
                <w:sz w:val="22"/>
                <w:szCs w:val="22"/>
              </w:rPr>
              <w:t>500</w:t>
            </w:r>
          </w:p>
        </w:tc>
        <w:tc>
          <w:tcPr>
            <w:tcW w:w="911" w:type="dxa"/>
          </w:tcPr>
          <w:p w:rsidR="002038CD" w:rsidRPr="000E7125" w:rsidRDefault="002038CD" w:rsidP="00FB49D4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18,0</w:t>
            </w:r>
          </w:p>
        </w:tc>
      </w:tr>
      <w:tr w:rsidR="002038CD" w:rsidRPr="004F1034">
        <w:tc>
          <w:tcPr>
            <w:tcW w:w="5230" w:type="dxa"/>
          </w:tcPr>
          <w:p w:rsidR="002038CD" w:rsidRPr="003C0A35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0E7125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5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 w:rsidRPr="0085030C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 w:rsidRPr="0085030C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 w:rsidRPr="0085030C">
              <w:rPr>
                <w:sz w:val="22"/>
                <w:szCs w:val="22"/>
              </w:rPr>
              <w:t>06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911" w:type="dxa"/>
          </w:tcPr>
          <w:p w:rsidR="002038CD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2038CD" w:rsidRPr="004F1034">
        <w:tc>
          <w:tcPr>
            <w:tcW w:w="5230" w:type="dxa"/>
          </w:tcPr>
          <w:p w:rsidR="002038CD" w:rsidRPr="00EB3AF9" w:rsidRDefault="002038CD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5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096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EB3AF9" w:rsidRDefault="002038CD" w:rsidP="00FB49D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4,3</w:t>
            </w:r>
          </w:p>
        </w:tc>
      </w:tr>
      <w:tr w:rsidR="002038CD" w:rsidRPr="004F1034">
        <w:tc>
          <w:tcPr>
            <w:tcW w:w="5230" w:type="dxa"/>
          </w:tcPr>
          <w:p w:rsidR="002038CD" w:rsidRPr="000E7125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5C0905">
              <w:rPr>
                <w:rFonts w:ascii="Arial" w:hAnsi="Arial" w:cs="Arial"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25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9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0900200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2038CD" w:rsidRPr="004F1034">
        <w:tc>
          <w:tcPr>
            <w:tcW w:w="5230" w:type="dxa"/>
          </w:tcPr>
          <w:p w:rsidR="002038CD" w:rsidRPr="00EB3AF9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3AF9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9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0900200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11" w:type="dxa"/>
          </w:tcPr>
          <w:p w:rsidR="002038CD" w:rsidRDefault="002038CD">
            <w:r w:rsidRPr="00706FB1">
              <w:rPr>
                <w:sz w:val="22"/>
                <w:szCs w:val="22"/>
              </w:rPr>
              <w:t>4,3</w:t>
            </w:r>
          </w:p>
        </w:tc>
      </w:tr>
      <w:tr w:rsidR="002038CD" w:rsidRPr="004F1034">
        <w:tc>
          <w:tcPr>
            <w:tcW w:w="5230" w:type="dxa"/>
          </w:tcPr>
          <w:p w:rsidR="002038CD" w:rsidRPr="00EB0915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9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0900200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</w:tcPr>
          <w:p w:rsidR="002038CD" w:rsidRDefault="002038CD">
            <w:r w:rsidRPr="00706FB1">
              <w:rPr>
                <w:sz w:val="22"/>
                <w:szCs w:val="22"/>
              </w:rPr>
              <w:t>4,3</w:t>
            </w:r>
          </w:p>
        </w:tc>
      </w:tr>
      <w:tr w:rsidR="002038CD" w:rsidRPr="004F1034">
        <w:tc>
          <w:tcPr>
            <w:tcW w:w="5230" w:type="dxa"/>
          </w:tcPr>
          <w:p w:rsidR="002038CD" w:rsidRPr="000E7125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5C090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2038CD" w:rsidRPr="0085030C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9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0900200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2038CD" w:rsidRDefault="002038CD">
            <w:r w:rsidRPr="00706FB1">
              <w:rPr>
                <w:sz w:val="22"/>
                <w:szCs w:val="22"/>
              </w:rPr>
              <w:t>4,3</w:t>
            </w:r>
          </w:p>
        </w:tc>
      </w:tr>
      <w:tr w:rsidR="002038CD" w:rsidRPr="004F1034">
        <w:tc>
          <w:tcPr>
            <w:tcW w:w="5230" w:type="dxa"/>
          </w:tcPr>
          <w:p w:rsidR="002038CD" w:rsidRPr="00EB3AF9" w:rsidRDefault="002038CD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;Национальная оборона</w:t>
            </w:r>
          </w:p>
        </w:tc>
        <w:tc>
          <w:tcPr>
            <w:tcW w:w="725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</w:t>
            </w:r>
          </w:p>
        </w:tc>
        <w:tc>
          <w:tcPr>
            <w:tcW w:w="1096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EB3AF9" w:rsidRDefault="002038CD" w:rsidP="00FB49D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65,9</w:t>
            </w:r>
          </w:p>
        </w:tc>
      </w:tr>
      <w:tr w:rsidR="002038CD" w:rsidRPr="004F1034">
        <w:trPr>
          <w:trHeight w:val="330"/>
        </w:trPr>
        <w:tc>
          <w:tcPr>
            <w:tcW w:w="5230" w:type="dxa"/>
          </w:tcPr>
          <w:p w:rsidR="002038CD" w:rsidRPr="004F1034" w:rsidRDefault="002038CD" w:rsidP="00FB49D4">
            <w:pPr>
              <w:jc w:val="both"/>
              <w:rPr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i/>
                <w:iCs/>
                <w:sz w:val="20"/>
                <w:szCs w:val="20"/>
              </w:rPr>
              <w:t>Мобилизационная  и вневойсковая подготовка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4F1034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4F1034"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4F1034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4F1034">
              <w:rPr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2038CD" w:rsidRPr="004F1034" w:rsidRDefault="002038CD" w:rsidP="00FB49D4">
            <w:pPr>
              <w:rPr>
                <w:i/>
                <w:iCs/>
                <w:sz w:val="22"/>
                <w:szCs w:val="22"/>
              </w:rPr>
            </w:pPr>
            <w:r w:rsidRPr="004F1034">
              <w:rPr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4F1034" w:rsidRDefault="002038CD" w:rsidP="00FB49D4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65,9</w:t>
            </w:r>
          </w:p>
        </w:tc>
      </w:tr>
      <w:tr w:rsidR="002038CD" w:rsidRPr="004F1034">
        <w:tc>
          <w:tcPr>
            <w:tcW w:w="5230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4F1034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</w:tr>
      <w:tr w:rsidR="002038CD" w:rsidRPr="004F1034">
        <w:tc>
          <w:tcPr>
            <w:tcW w:w="5230" w:type="dxa"/>
          </w:tcPr>
          <w:p w:rsidR="002038CD" w:rsidRPr="00EB3AF9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3AF9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4F1034">
              <w:rPr>
                <w:sz w:val="22"/>
                <w:szCs w:val="22"/>
              </w:rPr>
              <w:t>00</w:t>
            </w:r>
          </w:p>
        </w:tc>
        <w:tc>
          <w:tcPr>
            <w:tcW w:w="911" w:type="dxa"/>
          </w:tcPr>
          <w:p w:rsidR="002038CD" w:rsidRPr="004F1034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</w:tr>
      <w:tr w:rsidR="002038CD" w:rsidRPr="004F1034">
        <w:tc>
          <w:tcPr>
            <w:tcW w:w="5230" w:type="dxa"/>
          </w:tcPr>
          <w:p w:rsidR="002038CD" w:rsidRPr="00EB0915" w:rsidRDefault="002038CD" w:rsidP="00FB49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0915">
              <w:rPr>
                <w:rFonts w:ascii="Arial" w:hAnsi="Arial" w:cs="Arial"/>
                <w:i/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911" w:type="dxa"/>
          </w:tcPr>
          <w:p w:rsidR="002038CD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</w:tr>
      <w:tr w:rsidR="002038CD" w:rsidRPr="004F1034">
        <w:tc>
          <w:tcPr>
            <w:tcW w:w="5230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E00F5B">
              <w:rPr>
                <w:rFonts w:ascii="Arial" w:hAnsi="Arial" w:cs="Arial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911" w:type="dxa"/>
          </w:tcPr>
          <w:p w:rsidR="002038CD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</w:tr>
      <w:tr w:rsidR="002038CD" w:rsidRPr="004F1034">
        <w:tc>
          <w:tcPr>
            <w:tcW w:w="5230" w:type="dxa"/>
          </w:tcPr>
          <w:p w:rsidR="002038CD" w:rsidRPr="00977D90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977D90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11" w:type="dxa"/>
          </w:tcPr>
          <w:p w:rsidR="002038CD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2038CD" w:rsidRPr="004F1034">
        <w:tc>
          <w:tcPr>
            <w:tcW w:w="5230" w:type="dxa"/>
          </w:tcPr>
          <w:p w:rsidR="002038CD" w:rsidRPr="00EB0915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</w:tcPr>
          <w:p w:rsidR="002038CD" w:rsidRDefault="002038CD">
            <w:r w:rsidRPr="00647406">
              <w:rPr>
                <w:sz w:val="22"/>
                <w:szCs w:val="22"/>
              </w:rPr>
              <w:t>4,1</w:t>
            </w:r>
          </w:p>
        </w:tc>
      </w:tr>
      <w:tr w:rsidR="002038CD" w:rsidRPr="004F1034">
        <w:tc>
          <w:tcPr>
            <w:tcW w:w="5230" w:type="dxa"/>
          </w:tcPr>
          <w:p w:rsidR="002038CD" w:rsidRPr="000E7125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5C090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2038CD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2038CD" w:rsidRDefault="002038CD">
            <w:r w:rsidRPr="00647406">
              <w:rPr>
                <w:sz w:val="22"/>
                <w:szCs w:val="22"/>
              </w:rPr>
              <w:t>4,1</w:t>
            </w:r>
          </w:p>
        </w:tc>
      </w:tr>
      <w:tr w:rsidR="002038CD" w:rsidRPr="004F1034">
        <w:tc>
          <w:tcPr>
            <w:tcW w:w="5230" w:type="dxa"/>
          </w:tcPr>
          <w:p w:rsidR="002038CD" w:rsidRPr="00EB3AF9" w:rsidRDefault="002038CD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5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572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</w:t>
            </w:r>
          </w:p>
        </w:tc>
        <w:tc>
          <w:tcPr>
            <w:tcW w:w="1096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EB3AF9" w:rsidRDefault="002038CD" w:rsidP="00FB49D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66,7</w:t>
            </w:r>
          </w:p>
        </w:tc>
      </w:tr>
      <w:tr w:rsidR="002038CD" w:rsidRPr="004F1034">
        <w:trPr>
          <w:trHeight w:val="685"/>
        </w:trPr>
        <w:tc>
          <w:tcPr>
            <w:tcW w:w="5230" w:type="dxa"/>
          </w:tcPr>
          <w:p w:rsidR="002038CD" w:rsidRPr="004F1034" w:rsidRDefault="002038CD" w:rsidP="00FB49D4">
            <w:pPr>
              <w:pStyle w:val="Heading4"/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5" w:type="dxa"/>
            <w:vAlign w:val="center"/>
          </w:tcPr>
          <w:p w:rsidR="002038CD" w:rsidRPr="004F1034" w:rsidRDefault="002038CD" w:rsidP="00FB49D4">
            <w:pPr>
              <w:jc w:val="center"/>
              <w:rPr>
                <w:i/>
                <w:iCs/>
                <w:sz w:val="22"/>
                <w:szCs w:val="22"/>
              </w:rPr>
            </w:pPr>
            <w:r w:rsidRPr="004F1034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2038CD" w:rsidRPr="004F1034" w:rsidRDefault="002038CD" w:rsidP="00FB49D4">
            <w:pPr>
              <w:pStyle w:val="Heading4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4F1034">
              <w:rPr>
                <w:b w:val="0"/>
                <w:bCs w:val="0"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572" w:type="dxa"/>
            <w:vAlign w:val="center"/>
          </w:tcPr>
          <w:p w:rsidR="002038CD" w:rsidRPr="004F1034" w:rsidRDefault="002038CD" w:rsidP="00FB49D4">
            <w:pPr>
              <w:pStyle w:val="Heading4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4F1034">
              <w:rPr>
                <w:b w:val="0"/>
                <w:bCs w:val="0"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096" w:type="dxa"/>
            <w:vAlign w:val="center"/>
          </w:tcPr>
          <w:p w:rsidR="002038CD" w:rsidRPr="004F1034" w:rsidRDefault="002038CD" w:rsidP="00FB49D4">
            <w:pPr>
              <w:jc w:val="center"/>
              <w:rPr>
                <w:i/>
                <w:iCs/>
                <w:sz w:val="22"/>
                <w:szCs w:val="22"/>
              </w:rPr>
            </w:pPr>
            <w:r w:rsidRPr="004F1034">
              <w:rPr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  <w:vAlign w:val="center"/>
          </w:tcPr>
          <w:p w:rsidR="002038CD" w:rsidRPr="004F1034" w:rsidRDefault="002038CD" w:rsidP="00FB49D4">
            <w:pPr>
              <w:jc w:val="center"/>
              <w:rPr>
                <w:i/>
                <w:iCs/>
                <w:sz w:val="22"/>
                <w:szCs w:val="22"/>
              </w:rPr>
            </w:pPr>
            <w:r w:rsidRPr="004F1034">
              <w:rPr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  <w:vAlign w:val="center"/>
          </w:tcPr>
          <w:p w:rsidR="002038CD" w:rsidRPr="004F1034" w:rsidRDefault="002038CD" w:rsidP="00FB49D4">
            <w:pPr>
              <w:pStyle w:val="Heading4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>
              <w:rPr>
                <w:b w:val="0"/>
                <w:bCs w:val="0"/>
                <w:i/>
                <w:iCs/>
                <w:sz w:val="22"/>
                <w:szCs w:val="22"/>
              </w:rPr>
              <w:t>66,7</w:t>
            </w:r>
          </w:p>
        </w:tc>
      </w:tr>
      <w:tr w:rsidR="002038CD" w:rsidRPr="004F1034">
        <w:tc>
          <w:tcPr>
            <w:tcW w:w="5230" w:type="dxa"/>
          </w:tcPr>
          <w:p w:rsidR="002038CD" w:rsidRPr="004F1034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977D90">
              <w:rPr>
                <w:rFonts w:ascii="Arial" w:hAnsi="Arial" w:cs="Arial"/>
                <w:sz w:val="20"/>
                <w:szCs w:val="20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725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544A84" w:rsidRDefault="002038CD" w:rsidP="00FB49D4">
            <w:r w:rsidRPr="00544A84">
              <w:t>03</w:t>
            </w:r>
          </w:p>
        </w:tc>
        <w:tc>
          <w:tcPr>
            <w:tcW w:w="572" w:type="dxa"/>
          </w:tcPr>
          <w:p w:rsidR="002038CD" w:rsidRPr="00544A84" w:rsidRDefault="002038CD" w:rsidP="00FB49D4">
            <w:r w:rsidRPr="00544A84">
              <w:t>09</w:t>
            </w:r>
          </w:p>
        </w:tc>
        <w:tc>
          <w:tcPr>
            <w:tcW w:w="109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0700400</w:t>
            </w:r>
          </w:p>
        </w:tc>
        <w:tc>
          <w:tcPr>
            <w:tcW w:w="576" w:type="dxa"/>
          </w:tcPr>
          <w:p w:rsidR="002038CD" w:rsidRPr="004F1034" w:rsidRDefault="002038CD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4F1034" w:rsidRDefault="002038CD" w:rsidP="00FB49D4">
            <w:pPr>
              <w:pStyle w:val="Heading4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66,7</w:t>
            </w:r>
          </w:p>
        </w:tc>
      </w:tr>
      <w:tr w:rsidR="002038CD" w:rsidRPr="004F1034">
        <w:tc>
          <w:tcPr>
            <w:tcW w:w="5230" w:type="dxa"/>
          </w:tcPr>
          <w:p w:rsidR="002038CD" w:rsidRPr="00977D90" w:rsidRDefault="002038CD" w:rsidP="00977D90">
            <w:pPr>
              <w:rPr>
                <w:rFonts w:ascii="Arial" w:hAnsi="Arial" w:cs="Arial"/>
                <w:sz w:val="20"/>
                <w:szCs w:val="20"/>
              </w:rPr>
            </w:pPr>
            <w:r w:rsidRPr="00977D90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center"/>
          </w:tcPr>
          <w:p w:rsidR="002038CD" w:rsidRPr="004F1034" w:rsidRDefault="002038CD" w:rsidP="00977D90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2038CD" w:rsidRPr="00544A84" w:rsidRDefault="002038CD" w:rsidP="00977D90">
            <w:pPr>
              <w:jc w:val="center"/>
            </w:pPr>
            <w:r>
              <w:t>03</w:t>
            </w:r>
          </w:p>
        </w:tc>
        <w:tc>
          <w:tcPr>
            <w:tcW w:w="572" w:type="dxa"/>
            <w:vAlign w:val="center"/>
          </w:tcPr>
          <w:p w:rsidR="002038CD" w:rsidRPr="00544A84" w:rsidRDefault="002038CD" w:rsidP="00977D90">
            <w:pPr>
              <w:jc w:val="center"/>
            </w:pPr>
            <w:r>
              <w:t>09</w:t>
            </w:r>
          </w:p>
        </w:tc>
        <w:tc>
          <w:tcPr>
            <w:tcW w:w="1096" w:type="dxa"/>
            <w:vAlign w:val="center"/>
          </w:tcPr>
          <w:p w:rsidR="002038CD" w:rsidRDefault="002038CD" w:rsidP="00977D90">
            <w:pPr>
              <w:jc w:val="center"/>
            </w:pPr>
            <w:r w:rsidRPr="003C2CB8">
              <w:rPr>
                <w:sz w:val="22"/>
                <w:szCs w:val="22"/>
              </w:rPr>
              <w:t>0700400</w:t>
            </w:r>
          </w:p>
        </w:tc>
        <w:tc>
          <w:tcPr>
            <w:tcW w:w="576" w:type="dxa"/>
            <w:vAlign w:val="center"/>
          </w:tcPr>
          <w:p w:rsidR="002038CD" w:rsidRPr="004F1034" w:rsidRDefault="002038CD" w:rsidP="00977D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11" w:type="dxa"/>
            <w:vAlign w:val="center"/>
          </w:tcPr>
          <w:p w:rsidR="002038CD" w:rsidRPr="00977D90" w:rsidRDefault="002038CD" w:rsidP="00977D90">
            <w:pPr>
              <w:jc w:val="center"/>
            </w:pPr>
            <w:r w:rsidRPr="00977D90">
              <w:rPr>
                <w:sz w:val="22"/>
                <w:szCs w:val="22"/>
              </w:rPr>
              <w:t>66,7</w:t>
            </w:r>
          </w:p>
        </w:tc>
      </w:tr>
      <w:tr w:rsidR="002038CD" w:rsidRPr="004F1034">
        <w:tc>
          <w:tcPr>
            <w:tcW w:w="5230" w:type="dxa"/>
          </w:tcPr>
          <w:p w:rsidR="002038CD" w:rsidRPr="00EB0915" w:rsidRDefault="002038CD" w:rsidP="00977D90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center"/>
          </w:tcPr>
          <w:p w:rsidR="002038CD" w:rsidRPr="004F1034" w:rsidRDefault="002038CD" w:rsidP="00977D90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2038CD" w:rsidRPr="00544A84" w:rsidRDefault="002038CD" w:rsidP="00977D90">
            <w:pPr>
              <w:jc w:val="center"/>
            </w:pPr>
            <w:r>
              <w:t>03</w:t>
            </w:r>
          </w:p>
        </w:tc>
        <w:tc>
          <w:tcPr>
            <w:tcW w:w="572" w:type="dxa"/>
            <w:vAlign w:val="center"/>
          </w:tcPr>
          <w:p w:rsidR="002038CD" w:rsidRPr="00544A84" w:rsidRDefault="002038CD" w:rsidP="00977D90">
            <w:pPr>
              <w:jc w:val="center"/>
            </w:pPr>
            <w:r>
              <w:t>09</w:t>
            </w:r>
          </w:p>
        </w:tc>
        <w:tc>
          <w:tcPr>
            <w:tcW w:w="1096" w:type="dxa"/>
            <w:vAlign w:val="center"/>
          </w:tcPr>
          <w:p w:rsidR="002038CD" w:rsidRDefault="002038CD" w:rsidP="00977D90">
            <w:pPr>
              <w:jc w:val="center"/>
            </w:pPr>
            <w:r w:rsidRPr="003C2CB8">
              <w:rPr>
                <w:sz w:val="22"/>
                <w:szCs w:val="22"/>
              </w:rPr>
              <w:t>0700400</w:t>
            </w:r>
          </w:p>
        </w:tc>
        <w:tc>
          <w:tcPr>
            <w:tcW w:w="576" w:type="dxa"/>
            <w:vAlign w:val="center"/>
          </w:tcPr>
          <w:p w:rsidR="002038CD" w:rsidRPr="004F1034" w:rsidRDefault="002038CD" w:rsidP="00977D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  <w:vAlign w:val="center"/>
          </w:tcPr>
          <w:p w:rsidR="002038CD" w:rsidRPr="00977D90" w:rsidRDefault="002038CD" w:rsidP="00977D90">
            <w:pPr>
              <w:jc w:val="center"/>
            </w:pPr>
            <w:r w:rsidRPr="00977D90">
              <w:rPr>
                <w:sz w:val="22"/>
                <w:szCs w:val="22"/>
              </w:rPr>
              <w:t>66,7</w:t>
            </w:r>
          </w:p>
        </w:tc>
      </w:tr>
      <w:tr w:rsidR="002038CD" w:rsidRPr="004F1034">
        <w:trPr>
          <w:trHeight w:val="388"/>
        </w:trPr>
        <w:tc>
          <w:tcPr>
            <w:tcW w:w="5230" w:type="dxa"/>
          </w:tcPr>
          <w:p w:rsidR="002038CD" w:rsidRPr="000E7125" w:rsidRDefault="002038CD" w:rsidP="00977D90">
            <w:pPr>
              <w:rPr>
                <w:rFonts w:ascii="Arial" w:hAnsi="Arial" w:cs="Arial"/>
                <w:sz w:val="20"/>
                <w:szCs w:val="20"/>
              </w:rPr>
            </w:pPr>
            <w:r w:rsidRPr="005C090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center"/>
          </w:tcPr>
          <w:p w:rsidR="002038CD" w:rsidRPr="004F1034" w:rsidRDefault="002038CD" w:rsidP="00977D90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2038CD" w:rsidRPr="00544A84" w:rsidRDefault="002038CD" w:rsidP="00977D90">
            <w:pPr>
              <w:jc w:val="center"/>
            </w:pPr>
            <w:r>
              <w:t>03</w:t>
            </w:r>
          </w:p>
        </w:tc>
        <w:tc>
          <w:tcPr>
            <w:tcW w:w="572" w:type="dxa"/>
            <w:vAlign w:val="center"/>
          </w:tcPr>
          <w:p w:rsidR="002038CD" w:rsidRPr="00544A84" w:rsidRDefault="002038CD" w:rsidP="00977D90">
            <w:pPr>
              <w:jc w:val="center"/>
            </w:pPr>
            <w:r>
              <w:t>09</w:t>
            </w:r>
          </w:p>
        </w:tc>
        <w:tc>
          <w:tcPr>
            <w:tcW w:w="1096" w:type="dxa"/>
            <w:vAlign w:val="center"/>
          </w:tcPr>
          <w:p w:rsidR="002038CD" w:rsidRDefault="002038CD" w:rsidP="00977D90">
            <w:pPr>
              <w:jc w:val="center"/>
            </w:pPr>
            <w:r w:rsidRPr="003C2CB8">
              <w:rPr>
                <w:sz w:val="22"/>
                <w:szCs w:val="22"/>
              </w:rPr>
              <w:t>0700400</w:t>
            </w:r>
          </w:p>
        </w:tc>
        <w:tc>
          <w:tcPr>
            <w:tcW w:w="576" w:type="dxa"/>
            <w:vAlign w:val="center"/>
          </w:tcPr>
          <w:p w:rsidR="002038CD" w:rsidRPr="004F1034" w:rsidRDefault="002038CD" w:rsidP="00977D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4F1034">
              <w:rPr>
                <w:sz w:val="22"/>
                <w:szCs w:val="22"/>
              </w:rPr>
              <w:t>4</w:t>
            </w:r>
          </w:p>
        </w:tc>
        <w:tc>
          <w:tcPr>
            <w:tcW w:w="911" w:type="dxa"/>
            <w:vAlign w:val="center"/>
          </w:tcPr>
          <w:p w:rsidR="002038CD" w:rsidRPr="00977D90" w:rsidRDefault="002038CD" w:rsidP="00977D90">
            <w:pPr>
              <w:jc w:val="center"/>
            </w:pPr>
            <w:r w:rsidRPr="00977D90">
              <w:rPr>
                <w:sz w:val="22"/>
                <w:szCs w:val="22"/>
              </w:rPr>
              <w:t>66,7</w:t>
            </w:r>
          </w:p>
        </w:tc>
      </w:tr>
      <w:tr w:rsidR="002038CD" w:rsidRPr="004F1034">
        <w:tc>
          <w:tcPr>
            <w:tcW w:w="5230" w:type="dxa"/>
            <w:vAlign w:val="center"/>
          </w:tcPr>
          <w:p w:rsidR="002038CD" w:rsidRPr="00EB3AF9" w:rsidRDefault="002038CD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25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2038CD" w:rsidRPr="00EB3AF9" w:rsidRDefault="002038CD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72" w:type="dxa"/>
            <w:vAlign w:val="center"/>
          </w:tcPr>
          <w:p w:rsidR="002038CD" w:rsidRPr="00EB3AF9" w:rsidRDefault="002038CD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096" w:type="dxa"/>
            <w:vAlign w:val="center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  <w:vAlign w:val="center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1899,7</w:t>
            </w:r>
          </w:p>
        </w:tc>
      </w:tr>
      <w:tr w:rsidR="002038CD" w:rsidRPr="004F1034">
        <w:tc>
          <w:tcPr>
            <w:tcW w:w="5230" w:type="dxa"/>
            <w:vAlign w:val="center"/>
          </w:tcPr>
          <w:p w:rsidR="002038CD" w:rsidRPr="00291684" w:rsidRDefault="002038CD" w:rsidP="00FB49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5" w:type="dxa"/>
          </w:tcPr>
          <w:p w:rsidR="002038CD" w:rsidRPr="0085030C" w:rsidRDefault="002038CD" w:rsidP="00FB49D4">
            <w:pPr>
              <w:rPr>
                <w:b/>
                <w:bCs/>
                <w:i/>
                <w:iCs/>
              </w:rPr>
            </w:pPr>
            <w:r w:rsidRPr="0085030C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2038CD" w:rsidRPr="0085030C" w:rsidRDefault="002038CD" w:rsidP="00FB49D4">
            <w:pPr>
              <w:rPr>
                <w:b/>
                <w:bCs/>
                <w:i/>
                <w:iCs/>
              </w:rPr>
            </w:pPr>
            <w:r w:rsidRPr="0085030C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72" w:type="dxa"/>
            <w:vAlign w:val="center"/>
          </w:tcPr>
          <w:p w:rsidR="002038CD" w:rsidRPr="0085030C" w:rsidRDefault="002038CD" w:rsidP="00FB49D4">
            <w:pPr>
              <w:rPr>
                <w:b/>
                <w:bCs/>
                <w:i/>
                <w:iCs/>
              </w:rPr>
            </w:pPr>
            <w:r w:rsidRPr="0085030C"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096" w:type="dxa"/>
            <w:vAlign w:val="center"/>
          </w:tcPr>
          <w:p w:rsidR="002038CD" w:rsidRPr="0085030C" w:rsidRDefault="002038CD" w:rsidP="00FB49D4">
            <w:pPr>
              <w:rPr>
                <w:b/>
                <w:bCs/>
                <w:i/>
                <w:iCs/>
              </w:rPr>
            </w:pPr>
            <w:r w:rsidRPr="0085030C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  <w:vAlign w:val="center"/>
          </w:tcPr>
          <w:p w:rsidR="002038CD" w:rsidRPr="0085030C" w:rsidRDefault="002038CD" w:rsidP="00FB49D4">
            <w:pPr>
              <w:rPr>
                <w:b/>
                <w:bCs/>
                <w:i/>
                <w:iCs/>
              </w:rPr>
            </w:pPr>
            <w:r w:rsidRPr="0085030C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85030C" w:rsidRDefault="002038CD" w:rsidP="00977D90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1730,6</w:t>
            </w:r>
          </w:p>
        </w:tc>
      </w:tr>
      <w:tr w:rsidR="002038CD" w:rsidRPr="004F1034">
        <w:tc>
          <w:tcPr>
            <w:tcW w:w="5230" w:type="dxa"/>
          </w:tcPr>
          <w:p w:rsidR="002038CD" w:rsidRPr="004F1034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AA04C1">
              <w:rPr>
                <w:rFonts w:ascii="Arial" w:hAnsi="Arial" w:cs="Arial"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725" w:type="dxa"/>
          </w:tcPr>
          <w:p w:rsidR="002038CD" w:rsidRPr="004F1034" w:rsidRDefault="002038CD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FB49D4">
            <w:r>
              <w:t>04</w:t>
            </w:r>
          </w:p>
        </w:tc>
        <w:tc>
          <w:tcPr>
            <w:tcW w:w="572" w:type="dxa"/>
          </w:tcPr>
          <w:p w:rsidR="002038CD" w:rsidRDefault="002038CD" w:rsidP="00FB49D4">
            <w:r>
              <w:t>09</w:t>
            </w:r>
          </w:p>
        </w:tc>
        <w:tc>
          <w:tcPr>
            <w:tcW w:w="1096" w:type="dxa"/>
          </w:tcPr>
          <w:p w:rsidR="002038CD" w:rsidRPr="004F1034" w:rsidRDefault="002038CD" w:rsidP="00FB49D4">
            <w:r>
              <w:rPr>
                <w:sz w:val="22"/>
                <w:szCs w:val="22"/>
              </w:rPr>
              <w:t>3150200</w:t>
            </w:r>
          </w:p>
        </w:tc>
        <w:tc>
          <w:tcPr>
            <w:tcW w:w="576" w:type="dxa"/>
          </w:tcPr>
          <w:p w:rsidR="002038CD" w:rsidRPr="004F1034" w:rsidRDefault="002038CD" w:rsidP="00FB49D4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4F1034" w:rsidRDefault="002038CD" w:rsidP="00FB49D4">
            <w:r>
              <w:rPr>
                <w:sz w:val="22"/>
                <w:szCs w:val="22"/>
              </w:rPr>
              <w:t>278,0</w:t>
            </w:r>
          </w:p>
        </w:tc>
      </w:tr>
      <w:tr w:rsidR="002038CD" w:rsidRPr="004F1034">
        <w:tc>
          <w:tcPr>
            <w:tcW w:w="5230" w:type="dxa"/>
            <w:vAlign w:val="center"/>
          </w:tcPr>
          <w:p w:rsidR="002038CD" w:rsidRPr="004F1034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85030C"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2038CD" w:rsidRPr="004F1034" w:rsidRDefault="002038CD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FB49D4">
            <w:r>
              <w:t>04</w:t>
            </w:r>
          </w:p>
        </w:tc>
        <w:tc>
          <w:tcPr>
            <w:tcW w:w="572" w:type="dxa"/>
          </w:tcPr>
          <w:p w:rsidR="002038CD" w:rsidRDefault="002038CD" w:rsidP="00FB49D4">
            <w:r>
              <w:t>09</w:t>
            </w:r>
          </w:p>
        </w:tc>
        <w:tc>
          <w:tcPr>
            <w:tcW w:w="1096" w:type="dxa"/>
          </w:tcPr>
          <w:p w:rsidR="002038CD" w:rsidRPr="004F1034" w:rsidRDefault="002038CD" w:rsidP="00FB49D4">
            <w:r>
              <w:rPr>
                <w:sz w:val="22"/>
                <w:szCs w:val="22"/>
              </w:rPr>
              <w:t>3150200</w:t>
            </w:r>
          </w:p>
        </w:tc>
        <w:tc>
          <w:tcPr>
            <w:tcW w:w="576" w:type="dxa"/>
          </w:tcPr>
          <w:p w:rsidR="002038CD" w:rsidRPr="004F1034" w:rsidRDefault="002038CD" w:rsidP="00FB49D4">
            <w:r>
              <w:rPr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2038CD" w:rsidRDefault="002038CD">
            <w:r w:rsidRPr="00955205">
              <w:rPr>
                <w:sz w:val="22"/>
                <w:szCs w:val="22"/>
              </w:rPr>
              <w:t>278,0</w:t>
            </w:r>
          </w:p>
        </w:tc>
      </w:tr>
      <w:tr w:rsidR="002038CD" w:rsidRPr="004F1034">
        <w:tc>
          <w:tcPr>
            <w:tcW w:w="5230" w:type="dxa"/>
            <w:vAlign w:val="center"/>
          </w:tcPr>
          <w:p w:rsidR="002038CD" w:rsidRPr="004F1034" w:rsidRDefault="002038CD" w:rsidP="00FB49D4">
            <w:pPr>
              <w:rPr>
                <w:rFonts w:ascii="Arial CYR" w:hAnsi="Arial CYR" w:cs="Arial CYR"/>
                <w:sz w:val="20"/>
                <w:szCs w:val="20"/>
              </w:rPr>
            </w:pPr>
            <w:r w:rsidRPr="0085030C"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государственных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85030C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2038CD" w:rsidRPr="004F1034" w:rsidRDefault="002038CD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FB49D4">
            <w:r>
              <w:t>04</w:t>
            </w:r>
          </w:p>
        </w:tc>
        <w:tc>
          <w:tcPr>
            <w:tcW w:w="572" w:type="dxa"/>
          </w:tcPr>
          <w:p w:rsidR="002038CD" w:rsidRDefault="002038CD" w:rsidP="00FB49D4">
            <w:r>
              <w:t>09</w:t>
            </w:r>
          </w:p>
        </w:tc>
        <w:tc>
          <w:tcPr>
            <w:tcW w:w="1096" w:type="dxa"/>
          </w:tcPr>
          <w:p w:rsidR="002038CD" w:rsidRPr="004F1034" w:rsidRDefault="002038CD" w:rsidP="00FB49D4">
            <w:r>
              <w:rPr>
                <w:sz w:val="22"/>
                <w:szCs w:val="22"/>
              </w:rPr>
              <w:t>3150200</w:t>
            </w:r>
          </w:p>
        </w:tc>
        <w:tc>
          <w:tcPr>
            <w:tcW w:w="576" w:type="dxa"/>
          </w:tcPr>
          <w:p w:rsidR="002038CD" w:rsidRPr="004F1034" w:rsidRDefault="002038CD" w:rsidP="00FB49D4"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2038CD" w:rsidRDefault="002038CD">
            <w:r w:rsidRPr="00955205">
              <w:rPr>
                <w:sz w:val="22"/>
                <w:szCs w:val="22"/>
              </w:rPr>
              <w:t>278,0</w:t>
            </w:r>
          </w:p>
        </w:tc>
      </w:tr>
      <w:tr w:rsidR="002038CD" w:rsidRPr="004F1034">
        <w:tc>
          <w:tcPr>
            <w:tcW w:w="5230" w:type="dxa"/>
            <w:vAlign w:val="center"/>
          </w:tcPr>
          <w:p w:rsidR="002038CD" w:rsidRPr="004F1034" w:rsidRDefault="002038CD" w:rsidP="00FB49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96422">
              <w:rPr>
                <w:rFonts w:ascii="Arial" w:hAnsi="Arial" w:cs="Arial"/>
                <w:i/>
                <w:iCs/>
                <w:sz w:val="20"/>
                <w:szCs w:val="20"/>
              </w:rPr>
              <w:t>Реализация мероприятий долгосрочной целевой программы "Развитие автомобильных дорог регионального, межмуниципального и местного значения в Новосибирской области в 2012 - 2015 годах"</w:t>
            </w:r>
          </w:p>
        </w:tc>
        <w:tc>
          <w:tcPr>
            <w:tcW w:w="725" w:type="dxa"/>
            <w:vAlign w:val="center"/>
          </w:tcPr>
          <w:p w:rsidR="002038CD" w:rsidRPr="004F1034" w:rsidRDefault="002038CD" w:rsidP="00977D90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2038CD" w:rsidRPr="004F1034" w:rsidRDefault="002038CD" w:rsidP="00977D90">
            <w:pPr>
              <w:jc w:val="center"/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572" w:type="dxa"/>
            <w:vAlign w:val="center"/>
          </w:tcPr>
          <w:p w:rsidR="002038CD" w:rsidRPr="004F1034" w:rsidRDefault="002038CD" w:rsidP="00977D90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96" w:type="dxa"/>
            <w:vAlign w:val="center"/>
          </w:tcPr>
          <w:p w:rsidR="002038CD" w:rsidRPr="004F1034" w:rsidRDefault="002038CD" w:rsidP="00977D90">
            <w:pPr>
              <w:jc w:val="center"/>
            </w:pPr>
            <w:r>
              <w:rPr>
                <w:sz w:val="22"/>
                <w:szCs w:val="22"/>
              </w:rPr>
              <w:t>5226300</w:t>
            </w:r>
          </w:p>
        </w:tc>
        <w:tc>
          <w:tcPr>
            <w:tcW w:w="576" w:type="dxa"/>
            <w:vAlign w:val="center"/>
          </w:tcPr>
          <w:p w:rsidR="002038CD" w:rsidRPr="004F1034" w:rsidRDefault="002038CD" w:rsidP="00977D90">
            <w:pPr>
              <w:jc w:val="center"/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  <w:vAlign w:val="center"/>
          </w:tcPr>
          <w:p w:rsidR="002038CD" w:rsidRPr="004F1034" w:rsidRDefault="002038CD" w:rsidP="00977D90">
            <w:pPr>
              <w:pStyle w:val="Heading4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1452,6</w:t>
            </w:r>
          </w:p>
        </w:tc>
      </w:tr>
      <w:tr w:rsidR="002038CD" w:rsidRPr="004F1034">
        <w:trPr>
          <w:trHeight w:val="294"/>
        </w:trPr>
        <w:tc>
          <w:tcPr>
            <w:tcW w:w="5230" w:type="dxa"/>
            <w:vAlign w:val="center"/>
          </w:tcPr>
          <w:p w:rsidR="002038CD" w:rsidRPr="004E6B87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4E6B87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center"/>
          </w:tcPr>
          <w:p w:rsidR="002038CD" w:rsidRPr="004F1034" w:rsidRDefault="002038CD" w:rsidP="00977D90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2038CD" w:rsidRPr="004F1034" w:rsidRDefault="002038CD" w:rsidP="00977D90">
            <w:pPr>
              <w:jc w:val="center"/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572" w:type="dxa"/>
            <w:vAlign w:val="center"/>
          </w:tcPr>
          <w:p w:rsidR="002038CD" w:rsidRPr="004F1034" w:rsidRDefault="002038CD" w:rsidP="00977D90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96" w:type="dxa"/>
            <w:vAlign w:val="center"/>
          </w:tcPr>
          <w:p w:rsidR="002038CD" w:rsidRPr="004F1034" w:rsidRDefault="002038CD" w:rsidP="00977D90">
            <w:pPr>
              <w:jc w:val="center"/>
            </w:pPr>
            <w:r>
              <w:rPr>
                <w:sz w:val="22"/>
                <w:szCs w:val="22"/>
              </w:rPr>
              <w:t>5226300</w:t>
            </w:r>
          </w:p>
        </w:tc>
        <w:tc>
          <w:tcPr>
            <w:tcW w:w="576" w:type="dxa"/>
            <w:vAlign w:val="center"/>
          </w:tcPr>
          <w:p w:rsidR="002038CD" w:rsidRDefault="002038CD" w:rsidP="00977D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  <w:vAlign w:val="center"/>
          </w:tcPr>
          <w:p w:rsidR="002038CD" w:rsidRDefault="002038CD" w:rsidP="00977D90">
            <w:pPr>
              <w:pStyle w:val="Heading4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1452,6</w:t>
            </w:r>
          </w:p>
        </w:tc>
      </w:tr>
      <w:tr w:rsidR="002038CD" w:rsidRPr="004F1034">
        <w:trPr>
          <w:trHeight w:val="294"/>
        </w:trPr>
        <w:tc>
          <w:tcPr>
            <w:tcW w:w="5230" w:type="dxa"/>
            <w:vAlign w:val="center"/>
          </w:tcPr>
          <w:p w:rsidR="002038CD" w:rsidRPr="004E6B87" w:rsidRDefault="002038CD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4E6B87">
              <w:rPr>
                <w:rFonts w:ascii="Arial" w:hAnsi="Arial" w:cs="Arial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5" w:type="dxa"/>
            <w:vAlign w:val="center"/>
          </w:tcPr>
          <w:p w:rsidR="002038CD" w:rsidRPr="004F1034" w:rsidRDefault="002038CD" w:rsidP="00977D90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2038CD" w:rsidRPr="004F1034" w:rsidRDefault="002038CD" w:rsidP="00977D90">
            <w:pPr>
              <w:jc w:val="center"/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572" w:type="dxa"/>
            <w:vAlign w:val="center"/>
          </w:tcPr>
          <w:p w:rsidR="002038CD" w:rsidRPr="004F1034" w:rsidRDefault="002038CD" w:rsidP="00977D90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96" w:type="dxa"/>
            <w:vAlign w:val="center"/>
          </w:tcPr>
          <w:p w:rsidR="002038CD" w:rsidRPr="004F1034" w:rsidRDefault="002038CD" w:rsidP="00977D90">
            <w:pPr>
              <w:jc w:val="center"/>
            </w:pPr>
            <w:r>
              <w:rPr>
                <w:sz w:val="22"/>
                <w:szCs w:val="22"/>
              </w:rPr>
              <w:t>5226300</w:t>
            </w:r>
          </w:p>
        </w:tc>
        <w:tc>
          <w:tcPr>
            <w:tcW w:w="576" w:type="dxa"/>
            <w:vAlign w:val="center"/>
          </w:tcPr>
          <w:p w:rsidR="002038CD" w:rsidRDefault="002038CD" w:rsidP="00977D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911" w:type="dxa"/>
            <w:vAlign w:val="center"/>
          </w:tcPr>
          <w:p w:rsidR="002038CD" w:rsidRDefault="002038CD" w:rsidP="00977D90">
            <w:pPr>
              <w:pStyle w:val="Heading4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1452,6</w:t>
            </w:r>
          </w:p>
        </w:tc>
      </w:tr>
      <w:tr w:rsidR="002038CD" w:rsidRPr="004F1034">
        <w:tc>
          <w:tcPr>
            <w:tcW w:w="5230" w:type="dxa"/>
          </w:tcPr>
          <w:p w:rsidR="002038CD" w:rsidRPr="00EB3AF9" w:rsidRDefault="002038CD" w:rsidP="00FB49D4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25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72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1096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2038CD" w:rsidRPr="00EB3AF9" w:rsidRDefault="002038CD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EB3AF9" w:rsidRDefault="002038CD" w:rsidP="00FB49D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169,1</w:t>
            </w:r>
          </w:p>
        </w:tc>
      </w:tr>
      <w:tr w:rsidR="002038CD" w:rsidRPr="00977D90">
        <w:tc>
          <w:tcPr>
            <w:tcW w:w="5230" w:type="dxa"/>
          </w:tcPr>
          <w:p w:rsidR="002038CD" w:rsidRPr="00977D90" w:rsidRDefault="002038CD" w:rsidP="00FB49D4">
            <w:pPr>
              <w:rPr>
                <w:rFonts w:ascii="Arial CYR" w:hAnsi="Arial CYR" w:cs="Arial CYR"/>
                <w:sz w:val="20"/>
                <w:szCs w:val="20"/>
              </w:rPr>
            </w:pPr>
            <w:r w:rsidRPr="00977D90">
              <w:rPr>
                <w:rFonts w:ascii="Arial CYR" w:hAnsi="Arial CYR" w:cs="Arial CYR"/>
                <w:sz w:val="20"/>
                <w:szCs w:val="20"/>
              </w:rPr>
              <w:t>Подпрограмма «Территориальное планирование Новосибирской области»</w:t>
            </w:r>
          </w:p>
        </w:tc>
        <w:tc>
          <w:tcPr>
            <w:tcW w:w="725" w:type="dxa"/>
          </w:tcPr>
          <w:p w:rsidR="002038CD" w:rsidRPr="00977D90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977D90" w:rsidRDefault="002038CD" w:rsidP="00FB49D4">
            <w:r>
              <w:t>04</w:t>
            </w:r>
          </w:p>
        </w:tc>
        <w:tc>
          <w:tcPr>
            <w:tcW w:w="572" w:type="dxa"/>
          </w:tcPr>
          <w:p w:rsidR="002038CD" w:rsidRPr="00977D90" w:rsidRDefault="002038CD" w:rsidP="00FB49D4">
            <w:r>
              <w:t>12</w:t>
            </w:r>
          </w:p>
        </w:tc>
        <w:tc>
          <w:tcPr>
            <w:tcW w:w="1096" w:type="dxa"/>
          </w:tcPr>
          <w:p w:rsidR="002038CD" w:rsidRPr="00977D90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5223201</w:t>
            </w:r>
          </w:p>
        </w:tc>
        <w:tc>
          <w:tcPr>
            <w:tcW w:w="576" w:type="dxa"/>
          </w:tcPr>
          <w:p w:rsidR="002038CD" w:rsidRPr="00977D90" w:rsidRDefault="002038CD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977D90" w:rsidRDefault="002038CD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169,1</w:t>
            </w:r>
          </w:p>
        </w:tc>
      </w:tr>
      <w:tr w:rsidR="002038CD" w:rsidRPr="00977D90">
        <w:tc>
          <w:tcPr>
            <w:tcW w:w="5230" w:type="dxa"/>
          </w:tcPr>
          <w:p w:rsidR="002038CD" w:rsidRPr="00977D90" w:rsidRDefault="002038CD" w:rsidP="00977D90">
            <w:pPr>
              <w:rPr>
                <w:rFonts w:ascii="Arial CYR" w:hAnsi="Arial CYR" w:cs="Arial CYR"/>
                <w:sz w:val="20"/>
                <w:szCs w:val="20"/>
              </w:rPr>
            </w:pPr>
            <w:r w:rsidRPr="005C090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2038CD" w:rsidRPr="00977D90" w:rsidRDefault="002038CD" w:rsidP="00977D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977D90" w:rsidRDefault="002038CD" w:rsidP="00977D90">
            <w:r>
              <w:t>04</w:t>
            </w:r>
          </w:p>
        </w:tc>
        <w:tc>
          <w:tcPr>
            <w:tcW w:w="572" w:type="dxa"/>
          </w:tcPr>
          <w:p w:rsidR="002038CD" w:rsidRPr="00977D90" w:rsidRDefault="002038CD" w:rsidP="00977D90">
            <w:r>
              <w:t>12</w:t>
            </w:r>
          </w:p>
        </w:tc>
        <w:tc>
          <w:tcPr>
            <w:tcW w:w="1096" w:type="dxa"/>
          </w:tcPr>
          <w:p w:rsidR="002038CD" w:rsidRPr="00977D90" w:rsidRDefault="002038CD" w:rsidP="00977D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5223201</w:t>
            </w:r>
          </w:p>
        </w:tc>
        <w:tc>
          <w:tcPr>
            <w:tcW w:w="576" w:type="dxa"/>
          </w:tcPr>
          <w:p w:rsidR="002038CD" w:rsidRPr="00977D90" w:rsidRDefault="002038CD" w:rsidP="00977D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2038CD" w:rsidRPr="00977D90" w:rsidRDefault="002038CD" w:rsidP="00977D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169,1</w:t>
            </w:r>
          </w:p>
        </w:tc>
      </w:tr>
      <w:tr w:rsidR="002038CD" w:rsidRPr="00EB3AF9">
        <w:tc>
          <w:tcPr>
            <w:tcW w:w="5230" w:type="dxa"/>
          </w:tcPr>
          <w:p w:rsidR="002038CD" w:rsidRPr="00EB3AF9" w:rsidRDefault="002038CD" w:rsidP="00977D90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25" w:type="dxa"/>
          </w:tcPr>
          <w:p w:rsidR="002038CD" w:rsidRPr="00EB3AF9" w:rsidRDefault="002038CD" w:rsidP="00977D9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EB3AF9" w:rsidRDefault="002038CD" w:rsidP="00977D90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72" w:type="dxa"/>
          </w:tcPr>
          <w:p w:rsidR="002038CD" w:rsidRPr="00EB3AF9" w:rsidRDefault="002038CD" w:rsidP="00977D90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096" w:type="dxa"/>
          </w:tcPr>
          <w:p w:rsidR="002038CD" w:rsidRPr="00EB3AF9" w:rsidRDefault="002038CD" w:rsidP="00977D9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2038CD" w:rsidRPr="00EB3AF9" w:rsidRDefault="002038CD" w:rsidP="00977D9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EB3AF9" w:rsidRDefault="002038CD" w:rsidP="00977D9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5796,1</w:t>
            </w:r>
          </w:p>
        </w:tc>
      </w:tr>
      <w:tr w:rsidR="002038CD" w:rsidRPr="004F1034">
        <w:tc>
          <w:tcPr>
            <w:tcW w:w="5230" w:type="dxa"/>
          </w:tcPr>
          <w:p w:rsidR="002038CD" w:rsidRPr="00DF01F1" w:rsidRDefault="002038CD" w:rsidP="00977D90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DF01F1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725" w:type="dxa"/>
          </w:tcPr>
          <w:p w:rsidR="002038CD" w:rsidRPr="00DF01F1" w:rsidRDefault="002038CD" w:rsidP="00977D9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F01F1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DF01F1" w:rsidRDefault="002038CD" w:rsidP="00977D90">
            <w:pPr>
              <w:rPr>
                <w:b/>
                <w:bCs/>
                <w:i/>
                <w:iCs/>
              </w:rPr>
            </w:pPr>
            <w:r w:rsidRPr="00DF01F1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72" w:type="dxa"/>
          </w:tcPr>
          <w:p w:rsidR="002038CD" w:rsidRPr="00DF01F1" w:rsidRDefault="002038CD" w:rsidP="00977D90">
            <w:pPr>
              <w:rPr>
                <w:b/>
                <w:bCs/>
                <w:i/>
                <w:iCs/>
              </w:rPr>
            </w:pPr>
            <w:r w:rsidRPr="00DF01F1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096" w:type="dxa"/>
          </w:tcPr>
          <w:p w:rsidR="002038CD" w:rsidRPr="00DF01F1" w:rsidRDefault="002038CD" w:rsidP="00977D9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F01F1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2038CD" w:rsidRPr="00DF01F1" w:rsidRDefault="002038CD" w:rsidP="00977D9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F01F1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DF01F1" w:rsidRDefault="002038CD" w:rsidP="00977D90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100,6</w:t>
            </w:r>
          </w:p>
        </w:tc>
      </w:tr>
      <w:tr w:rsidR="002038CD" w:rsidRPr="004F1034">
        <w:tc>
          <w:tcPr>
            <w:tcW w:w="5230" w:type="dxa"/>
          </w:tcPr>
          <w:p w:rsidR="002038CD" w:rsidRPr="004F1034" w:rsidRDefault="002038CD" w:rsidP="00977D90">
            <w:pPr>
              <w:rPr>
                <w:rFonts w:ascii="Arial CYR" w:hAnsi="Arial CYR" w:cs="Arial CYR"/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Ведомственная целевая программа "</w:t>
            </w:r>
            <w:r>
              <w:t xml:space="preserve"> </w:t>
            </w:r>
            <w:r w:rsidRPr="00301FE6">
              <w:rPr>
                <w:rFonts w:ascii="Arial CYR" w:hAnsi="Arial CYR" w:cs="Arial CYR"/>
                <w:sz w:val="20"/>
                <w:szCs w:val="20"/>
              </w:rPr>
              <w:t xml:space="preserve">Долгосрочная целевая программа "Энергосбережение и повышение энергетической эффективности Новосибирской области на период до 2015 года"  </w:t>
            </w:r>
            <w:r w:rsidRPr="004F1034">
              <w:rPr>
                <w:rFonts w:ascii="Arial CYR" w:hAnsi="Arial CYR" w:cs="Arial CYR"/>
                <w:sz w:val="20"/>
                <w:szCs w:val="20"/>
              </w:rPr>
              <w:t>"</w:t>
            </w:r>
          </w:p>
        </w:tc>
        <w:tc>
          <w:tcPr>
            <w:tcW w:w="725" w:type="dxa"/>
          </w:tcPr>
          <w:p w:rsidR="002038CD" w:rsidRPr="004F1034" w:rsidRDefault="002038CD" w:rsidP="00977D90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E83BE1" w:rsidRDefault="002038CD" w:rsidP="00977D90">
            <w:r>
              <w:t>05</w:t>
            </w:r>
          </w:p>
        </w:tc>
        <w:tc>
          <w:tcPr>
            <w:tcW w:w="572" w:type="dxa"/>
          </w:tcPr>
          <w:p w:rsidR="002038CD" w:rsidRPr="00E83BE1" w:rsidRDefault="002038CD" w:rsidP="00977D90">
            <w:r>
              <w:t>01</w:t>
            </w:r>
          </w:p>
        </w:tc>
        <w:tc>
          <w:tcPr>
            <w:tcW w:w="1096" w:type="dxa"/>
          </w:tcPr>
          <w:p w:rsidR="002038CD" w:rsidRPr="004F1034" w:rsidRDefault="002038CD" w:rsidP="00977D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5222800</w:t>
            </w:r>
          </w:p>
        </w:tc>
        <w:tc>
          <w:tcPr>
            <w:tcW w:w="576" w:type="dxa"/>
          </w:tcPr>
          <w:p w:rsidR="002038CD" w:rsidRPr="004F1034" w:rsidRDefault="002038CD" w:rsidP="00977D90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4F1034" w:rsidRDefault="002038CD" w:rsidP="00977D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2038CD" w:rsidRPr="004F1034">
        <w:tc>
          <w:tcPr>
            <w:tcW w:w="5230" w:type="dxa"/>
          </w:tcPr>
          <w:p w:rsidR="002038CD" w:rsidRPr="004F1034" w:rsidRDefault="002038CD" w:rsidP="00977D90">
            <w:pPr>
              <w:rPr>
                <w:rFonts w:ascii="Arial CYR" w:hAnsi="Arial CYR" w:cs="Arial CYR"/>
                <w:sz w:val="20"/>
                <w:szCs w:val="20"/>
              </w:rPr>
            </w:pPr>
            <w:r w:rsidRPr="00CD7538"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2038CD" w:rsidRPr="004F1034" w:rsidRDefault="002038CD" w:rsidP="00977D90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E83BE1" w:rsidRDefault="002038CD" w:rsidP="00977D90">
            <w:r>
              <w:t>05</w:t>
            </w:r>
          </w:p>
        </w:tc>
        <w:tc>
          <w:tcPr>
            <w:tcW w:w="572" w:type="dxa"/>
          </w:tcPr>
          <w:p w:rsidR="002038CD" w:rsidRPr="00E83BE1" w:rsidRDefault="002038CD" w:rsidP="00977D90">
            <w:r>
              <w:t>01</w:t>
            </w:r>
          </w:p>
        </w:tc>
        <w:tc>
          <w:tcPr>
            <w:tcW w:w="1096" w:type="dxa"/>
          </w:tcPr>
          <w:p w:rsidR="002038CD" w:rsidRPr="004F1034" w:rsidRDefault="002038CD" w:rsidP="00977D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5222800</w:t>
            </w:r>
          </w:p>
        </w:tc>
        <w:tc>
          <w:tcPr>
            <w:tcW w:w="576" w:type="dxa"/>
          </w:tcPr>
          <w:p w:rsidR="002038CD" w:rsidRPr="004F1034" w:rsidRDefault="002038CD" w:rsidP="00977D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2038CD" w:rsidRPr="004F1034" w:rsidRDefault="002038CD" w:rsidP="00977D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2038CD" w:rsidRPr="004F1034">
        <w:trPr>
          <w:trHeight w:val="290"/>
        </w:trPr>
        <w:tc>
          <w:tcPr>
            <w:tcW w:w="5230" w:type="dxa"/>
          </w:tcPr>
          <w:p w:rsidR="002038CD" w:rsidRPr="004F1034" w:rsidRDefault="002038CD" w:rsidP="00977D90">
            <w:pPr>
              <w:rPr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государственных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2038CD" w:rsidRPr="004F1034" w:rsidRDefault="002038CD" w:rsidP="00977D90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E83BE1" w:rsidRDefault="002038CD" w:rsidP="00977D90">
            <w:r>
              <w:t>05</w:t>
            </w:r>
          </w:p>
        </w:tc>
        <w:tc>
          <w:tcPr>
            <w:tcW w:w="572" w:type="dxa"/>
          </w:tcPr>
          <w:p w:rsidR="002038CD" w:rsidRPr="00E83BE1" w:rsidRDefault="002038CD" w:rsidP="00977D90">
            <w:r>
              <w:t>01</w:t>
            </w:r>
          </w:p>
        </w:tc>
        <w:tc>
          <w:tcPr>
            <w:tcW w:w="1096" w:type="dxa"/>
          </w:tcPr>
          <w:p w:rsidR="002038CD" w:rsidRPr="004F1034" w:rsidRDefault="002038CD" w:rsidP="00977D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5222800</w:t>
            </w:r>
          </w:p>
        </w:tc>
        <w:tc>
          <w:tcPr>
            <w:tcW w:w="576" w:type="dxa"/>
          </w:tcPr>
          <w:p w:rsidR="002038CD" w:rsidRPr="004F1034" w:rsidRDefault="002038CD" w:rsidP="00977D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2038CD" w:rsidRPr="004F1034" w:rsidRDefault="002038CD" w:rsidP="00977D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2038CD" w:rsidRPr="00291684">
        <w:trPr>
          <w:trHeight w:val="300"/>
        </w:trPr>
        <w:tc>
          <w:tcPr>
            <w:tcW w:w="5230" w:type="dxa"/>
          </w:tcPr>
          <w:p w:rsidR="002038CD" w:rsidRPr="00291684" w:rsidRDefault="002038CD" w:rsidP="00977D90">
            <w:pPr>
              <w:jc w:val="both"/>
              <w:rPr>
                <w:b/>
                <w:b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sz w:val="20"/>
                <w:szCs w:val="20"/>
              </w:rPr>
              <w:t>Коммунальное</w:t>
            </w:r>
            <w:r w:rsidRPr="002916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хозяйство</w:t>
            </w:r>
          </w:p>
        </w:tc>
        <w:tc>
          <w:tcPr>
            <w:tcW w:w="725" w:type="dxa"/>
          </w:tcPr>
          <w:p w:rsidR="002038CD" w:rsidRPr="00030DC6" w:rsidRDefault="002038CD" w:rsidP="00977D90">
            <w:pPr>
              <w:rPr>
                <w:b/>
                <w:bCs/>
                <w:sz w:val="22"/>
                <w:szCs w:val="22"/>
              </w:rPr>
            </w:pPr>
            <w:r w:rsidRPr="00030DC6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291684" w:rsidRDefault="002038CD" w:rsidP="00977D90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05</w:t>
            </w:r>
          </w:p>
        </w:tc>
        <w:tc>
          <w:tcPr>
            <w:tcW w:w="572" w:type="dxa"/>
          </w:tcPr>
          <w:p w:rsidR="002038CD" w:rsidRPr="00291684" w:rsidRDefault="002038CD" w:rsidP="00977D90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02</w:t>
            </w:r>
          </w:p>
        </w:tc>
        <w:tc>
          <w:tcPr>
            <w:tcW w:w="1096" w:type="dxa"/>
          </w:tcPr>
          <w:p w:rsidR="002038CD" w:rsidRPr="00291684" w:rsidRDefault="002038CD" w:rsidP="00977D90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2038CD" w:rsidRPr="00291684" w:rsidRDefault="002038CD" w:rsidP="00977D90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291684" w:rsidRDefault="002038CD" w:rsidP="00977D90">
            <w:pPr>
              <w:jc w:val="center"/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5364,3</w:t>
            </w:r>
          </w:p>
        </w:tc>
      </w:tr>
      <w:tr w:rsidR="002038CD" w:rsidRPr="006D5CA4">
        <w:trPr>
          <w:trHeight w:val="300"/>
        </w:trPr>
        <w:tc>
          <w:tcPr>
            <w:tcW w:w="5230" w:type="dxa"/>
          </w:tcPr>
          <w:p w:rsidR="002038CD" w:rsidRPr="004F1034" w:rsidRDefault="002038CD" w:rsidP="00977D90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725" w:type="dxa"/>
          </w:tcPr>
          <w:p w:rsidR="002038CD" w:rsidRPr="004F1034" w:rsidRDefault="002038CD" w:rsidP="00977D90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6D5CA4" w:rsidRDefault="002038CD" w:rsidP="00977D90">
            <w:r>
              <w:t>05</w:t>
            </w:r>
          </w:p>
        </w:tc>
        <w:tc>
          <w:tcPr>
            <w:tcW w:w="572" w:type="dxa"/>
          </w:tcPr>
          <w:p w:rsidR="002038CD" w:rsidRPr="006D5CA4" w:rsidRDefault="002038CD" w:rsidP="00977D90">
            <w:r>
              <w:t>02</w:t>
            </w:r>
          </w:p>
        </w:tc>
        <w:tc>
          <w:tcPr>
            <w:tcW w:w="1096" w:type="dxa"/>
          </w:tcPr>
          <w:p w:rsidR="002038CD" w:rsidRPr="004F1034" w:rsidRDefault="002038CD" w:rsidP="00977D90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3510000</w:t>
            </w:r>
          </w:p>
        </w:tc>
        <w:tc>
          <w:tcPr>
            <w:tcW w:w="576" w:type="dxa"/>
          </w:tcPr>
          <w:p w:rsidR="002038CD" w:rsidRPr="004F1034" w:rsidRDefault="002038CD" w:rsidP="00977D90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4F1034" w:rsidRDefault="002038CD" w:rsidP="00977D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220,3</w:t>
            </w:r>
          </w:p>
        </w:tc>
      </w:tr>
      <w:tr w:rsidR="002038CD" w:rsidRPr="006D5CA4">
        <w:trPr>
          <w:trHeight w:val="300"/>
        </w:trPr>
        <w:tc>
          <w:tcPr>
            <w:tcW w:w="5230" w:type="dxa"/>
          </w:tcPr>
          <w:p w:rsidR="002038CD" w:rsidRPr="004F1034" w:rsidRDefault="002038CD" w:rsidP="00977D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25" w:type="dxa"/>
          </w:tcPr>
          <w:p w:rsidR="002038CD" w:rsidRPr="004F1034" w:rsidRDefault="002038CD" w:rsidP="00977D90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977D90">
            <w:r>
              <w:t>05</w:t>
            </w:r>
          </w:p>
        </w:tc>
        <w:tc>
          <w:tcPr>
            <w:tcW w:w="572" w:type="dxa"/>
          </w:tcPr>
          <w:p w:rsidR="002038CD" w:rsidRDefault="002038CD" w:rsidP="00977D90">
            <w:r>
              <w:t>02</w:t>
            </w:r>
          </w:p>
        </w:tc>
        <w:tc>
          <w:tcPr>
            <w:tcW w:w="1096" w:type="dxa"/>
          </w:tcPr>
          <w:p w:rsidR="002038CD" w:rsidRPr="004F1034" w:rsidRDefault="002038CD" w:rsidP="00977D90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3510500</w:t>
            </w:r>
          </w:p>
        </w:tc>
        <w:tc>
          <w:tcPr>
            <w:tcW w:w="576" w:type="dxa"/>
          </w:tcPr>
          <w:p w:rsidR="002038CD" w:rsidRPr="004F1034" w:rsidRDefault="002038CD" w:rsidP="00977D90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4F1034" w:rsidRDefault="002038CD" w:rsidP="00977D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220,3</w:t>
            </w:r>
          </w:p>
        </w:tc>
      </w:tr>
      <w:tr w:rsidR="002038CD" w:rsidRPr="006D5CA4">
        <w:trPr>
          <w:trHeight w:val="300"/>
        </w:trPr>
        <w:tc>
          <w:tcPr>
            <w:tcW w:w="5230" w:type="dxa"/>
          </w:tcPr>
          <w:p w:rsidR="002038CD" w:rsidRPr="00554324" w:rsidRDefault="002038CD" w:rsidP="005B29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090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5B29C2">
            <w:r>
              <w:t>05</w:t>
            </w:r>
          </w:p>
        </w:tc>
        <w:tc>
          <w:tcPr>
            <w:tcW w:w="572" w:type="dxa"/>
          </w:tcPr>
          <w:p w:rsidR="002038CD" w:rsidRDefault="002038CD" w:rsidP="005B29C2">
            <w:r>
              <w:t>02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3510500</w:t>
            </w:r>
          </w:p>
        </w:tc>
        <w:tc>
          <w:tcPr>
            <w:tcW w:w="57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2038CD" w:rsidRDefault="002038CD" w:rsidP="005B2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</w:tr>
      <w:tr w:rsidR="002038CD" w:rsidRPr="006D5CA4">
        <w:trPr>
          <w:trHeight w:val="300"/>
        </w:trPr>
        <w:tc>
          <w:tcPr>
            <w:tcW w:w="5230" w:type="dxa"/>
          </w:tcPr>
          <w:p w:rsidR="002038CD" w:rsidRPr="004F1034" w:rsidRDefault="002038CD" w:rsidP="005B29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324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5B29C2">
            <w:r>
              <w:t>05</w:t>
            </w:r>
          </w:p>
        </w:tc>
        <w:tc>
          <w:tcPr>
            <w:tcW w:w="572" w:type="dxa"/>
          </w:tcPr>
          <w:p w:rsidR="002038CD" w:rsidRDefault="002038CD" w:rsidP="005B29C2">
            <w:r>
              <w:t>02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3510500</w:t>
            </w:r>
          </w:p>
        </w:tc>
        <w:tc>
          <w:tcPr>
            <w:tcW w:w="57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2038CD" w:rsidRDefault="002038CD" w:rsidP="00D848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172,8</w:t>
            </w:r>
          </w:p>
        </w:tc>
      </w:tr>
      <w:tr w:rsidR="002038CD" w:rsidRPr="006D5CA4">
        <w:trPr>
          <w:trHeight w:val="300"/>
        </w:trPr>
        <w:tc>
          <w:tcPr>
            <w:tcW w:w="5230" w:type="dxa"/>
          </w:tcPr>
          <w:p w:rsidR="002038CD" w:rsidRPr="004F1034" w:rsidRDefault="002038CD" w:rsidP="005B29C2">
            <w:pPr>
              <w:rPr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государственных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5B29C2">
            <w:r>
              <w:t>05</w:t>
            </w:r>
          </w:p>
        </w:tc>
        <w:tc>
          <w:tcPr>
            <w:tcW w:w="572" w:type="dxa"/>
          </w:tcPr>
          <w:p w:rsidR="002038CD" w:rsidRDefault="002038CD" w:rsidP="005B29C2">
            <w:r>
              <w:t>02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3510500</w:t>
            </w:r>
          </w:p>
        </w:tc>
        <w:tc>
          <w:tcPr>
            <w:tcW w:w="57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2038CD" w:rsidRPr="004F1034" w:rsidRDefault="002038CD" w:rsidP="00D848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172,8</w:t>
            </w:r>
          </w:p>
        </w:tc>
      </w:tr>
      <w:tr w:rsidR="002038CD" w:rsidRPr="006D5CA4">
        <w:trPr>
          <w:trHeight w:val="300"/>
        </w:trPr>
        <w:tc>
          <w:tcPr>
            <w:tcW w:w="5230" w:type="dxa"/>
          </w:tcPr>
          <w:p w:rsidR="002038CD" w:rsidRPr="00AB790D" w:rsidRDefault="002038CD" w:rsidP="005B29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 реализацию областной целевой программы «Обеспечение населения Новосибирской области питьевой водой на 2012-2017годы»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5B29C2">
            <w:r>
              <w:t>05</w:t>
            </w:r>
          </w:p>
        </w:tc>
        <w:tc>
          <w:tcPr>
            <w:tcW w:w="572" w:type="dxa"/>
          </w:tcPr>
          <w:p w:rsidR="002038CD" w:rsidRDefault="002038CD" w:rsidP="005B29C2">
            <w:r>
              <w:t>02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5223700</w:t>
            </w:r>
          </w:p>
        </w:tc>
        <w:tc>
          <w:tcPr>
            <w:tcW w:w="576" w:type="dxa"/>
          </w:tcPr>
          <w:p w:rsidR="002038CD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Default="002038CD" w:rsidP="005B2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5144,0</w:t>
            </w:r>
          </w:p>
        </w:tc>
      </w:tr>
      <w:tr w:rsidR="002038CD" w:rsidRPr="006D5CA4">
        <w:trPr>
          <w:trHeight w:val="300"/>
        </w:trPr>
        <w:tc>
          <w:tcPr>
            <w:tcW w:w="5230" w:type="dxa"/>
          </w:tcPr>
          <w:p w:rsidR="002038CD" w:rsidRPr="00EB0915" w:rsidRDefault="002038CD" w:rsidP="005B29C2">
            <w:pPr>
              <w:rPr>
                <w:rFonts w:ascii="Arial" w:hAnsi="Arial" w:cs="Arial"/>
                <w:sz w:val="20"/>
                <w:szCs w:val="20"/>
              </w:rPr>
            </w:pPr>
            <w:r w:rsidRPr="005B29C2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5B29C2">
            <w:r>
              <w:t>05</w:t>
            </w:r>
          </w:p>
        </w:tc>
        <w:tc>
          <w:tcPr>
            <w:tcW w:w="572" w:type="dxa"/>
          </w:tcPr>
          <w:p w:rsidR="002038CD" w:rsidRDefault="002038CD" w:rsidP="005B29C2">
            <w:r>
              <w:t>02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5223700</w:t>
            </w:r>
          </w:p>
        </w:tc>
        <w:tc>
          <w:tcPr>
            <w:tcW w:w="576" w:type="dxa"/>
          </w:tcPr>
          <w:p w:rsidR="002038CD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911" w:type="dxa"/>
          </w:tcPr>
          <w:p w:rsidR="002038CD" w:rsidRDefault="002038CD">
            <w:r w:rsidRPr="00F11CF9">
              <w:rPr>
                <w:sz w:val="22"/>
                <w:szCs w:val="22"/>
              </w:rPr>
              <w:t>5144,0</w:t>
            </w:r>
          </w:p>
        </w:tc>
      </w:tr>
      <w:tr w:rsidR="002038CD" w:rsidRPr="006D5CA4">
        <w:trPr>
          <w:trHeight w:val="300"/>
        </w:trPr>
        <w:tc>
          <w:tcPr>
            <w:tcW w:w="5230" w:type="dxa"/>
          </w:tcPr>
          <w:p w:rsidR="002038CD" w:rsidRPr="004F1034" w:rsidRDefault="002038CD" w:rsidP="005B29C2">
            <w:pPr>
              <w:rPr>
                <w:sz w:val="20"/>
                <w:szCs w:val="20"/>
              </w:rPr>
            </w:pPr>
            <w:r w:rsidRPr="005B29C2">
              <w:rPr>
                <w:rFonts w:ascii="Arial CYR" w:hAnsi="Arial CYR" w:cs="Arial CYR"/>
                <w:sz w:val="20"/>
                <w:szCs w:val="20"/>
              </w:rPr>
              <w:t xml:space="preserve">Бюджетные инвестиции в объекты государственной (муниципальной) собственности казенным учреждениям вне рамок государственного оборонного заказа  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5B29C2">
            <w:r>
              <w:t>05</w:t>
            </w:r>
          </w:p>
        </w:tc>
        <w:tc>
          <w:tcPr>
            <w:tcW w:w="572" w:type="dxa"/>
          </w:tcPr>
          <w:p w:rsidR="002038CD" w:rsidRDefault="002038CD" w:rsidP="005B29C2">
            <w:r>
              <w:t>02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5221700</w:t>
            </w:r>
          </w:p>
        </w:tc>
        <w:tc>
          <w:tcPr>
            <w:tcW w:w="576" w:type="dxa"/>
          </w:tcPr>
          <w:p w:rsidR="002038CD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</w:t>
            </w:r>
          </w:p>
        </w:tc>
        <w:tc>
          <w:tcPr>
            <w:tcW w:w="911" w:type="dxa"/>
          </w:tcPr>
          <w:p w:rsidR="002038CD" w:rsidRDefault="002038CD">
            <w:r w:rsidRPr="00F11CF9">
              <w:rPr>
                <w:sz w:val="22"/>
                <w:szCs w:val="22"/>
              </w:rPr>
              <w:t>5144,0</w:t>
            </w:r>
          </w:p>
        </w:tc>
      </w:tr>
      <w:tr w:rsidR="002038CD" w:rsidRPr="00291684">
        <w:trPr>
          <w:trHeight w:val="286"/>
        </w:trPr>
        <w:tc>
          <w:tcPr>
            <w:tcW w:w="5230" w:type="dxa"/>
          </w:tcPr>
          <w:p w:rsidR="002038CD" w:rsidRPr="00291684" w:rsidRDefault="002038CD" w:rsidP="005B29C2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916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Благоустройство</w:t>
            </w:r>
          </w:p>
        </w:tc>
        <w:tc>
          <w:tcPr>
            <w:tcW w:w="725" w:type="dxa"/>
          </w:tcPr>
          <w:p w:rsidR="002038CD" w:rsidRPr="00291684" w:rsidRDefault="002038CD" w:rsidP="005B29C2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291684" w:rsidRDefault="002038CD" w:rsidP="005B29C2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72" w:type="dxa"/>
          </w:tcPr>
          <w:p w:rsidR="002038CD" w:rsidRPr="00291684" w:rsidRDefault="002038CD" w:rsidP="005B29C2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2038CD" w:rsidRPr="00291684" w:rsidRDefault="002038CD" w:rsidP="005B29C2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2038CD" w:rsidRPr="00291684" w:rsidRDefault="002038CD" w:rsidP="005B29C2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291684" w:rsidRDefault="002038CD" w:rsidP="005B29C2">
            <w:pPr>
              <w:jc w:val="center"/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331,2</w:t>
            </w:r>
          </w:p>
        </w:tc>
      </w:tr>
      <w:tr w:rsidR="002038CD" w:rsidRPr="004F1034">
        <w:tc>
          <w:tcPr>
            <w:tcW w:w="5230" w:type="dxa"/>
          </w:tcPr>
          <w:p w:rsidR="002038CD" w:rsidRPr="004F1034" w:rsidRDefault="002038CD" w:rsidP="005B29C2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Уличное</w:t>
            </w:r>
            <w:r w:rsidRPr="004F1034">
              <w:rPr>
                <w:sz w:val="20"/>
                <w:szCs w:val="20"/>
              </w:rPr>
              <w:t xml:space="preserve"> освещение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5B29C2">
            <w:r>
              <w:t>05</w:t>
            </w:r>
          </w:p>
        </w:tc>
        <w:tc>
          <w:tcPr>
            <w:tcW w:w="572" w:type="dxa"/>
          </w:tcPr>
          <w:p w:rsidR="002038CD" w:rsidRDefault="002038CD" w:rsidP="005B29C2">
            <w:r>
              <w:t>03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6000100</w:t>
            </w:r>
          </w:p>
        </w:tc>
        <w:tc>
          <w:tcPr>
            <w:tcW w:w="57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4F1034" w:rsidRDefault="002038CD" w:rsidP="005B2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149,1</w:t>
            </w:r>
          </w:p>
        </w:tc>
      </w:tr>
      <w:tr w:rsidR="002038CD" w:rsidRPr="004F1034">
        <w:tc>
          <w:tcPr>
            <w:tcW w:w="5230" w:type="dxa"/>
          </w:tcPr>
          <w:p w:rsidR="002038CD" w:rsidRPr="004F1034" w:rsidRDefault="002038CD" w:rsidP="005B29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324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5B29C2">
            <w:r>
              <w:t>05</w:t>
            </w:r>
          </w:p>
        </w:tc>
        <w:tc>
          <w:tcPr>
            <w:tcW w:w="572" w:type="dxa"/>
          </w:tcPr>
          <w:p w:rsidR="002038CD" w:rsidRDefault="002038CD" w:rsidP="005B29C2">
            <w:r>
              <w:t>03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6000100</w:t>
            </w:r>
          </w:p>
        </w:tc>
        <w:tc>
          <w:tcPr>
            <w:tcW w:w="57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2038CD" w:rsidRDefault="002038CD">
            <w:r w:rsidRPr="001F6170">
              <w:rPr>
                <w:sz w:val="22"/>
                <w:szCs w:val="22"/>
              </w:rPr>
              <w:t>149,1</w:t>
            </w:r>
          </w:p>
        </w:tc>
      </w:tr>
      <w:tr w:rsidR="002038CD" w:rsidRPr="004F1034">
        <w:tc>
          <w:tcPr>
            <w:tcW w:w="5230" w:type="dxa"/>
          </w:tcPr>
          <w:p w:rsidR="002038CD" w:rsidRPr="004F1034" w:rsidRDefault="002038CD" w:rsidP="005B29C2">
            <w:pPr>
              <w:rPr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государственных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5B29C2">
            <w:r>
              <w:t>05</w:t>
            </w:r>
          </w:p>
        </w:tc>
        <w:tc>
          <w:tcPr>
            <w:tcW w:w="572" w:type="dxa"/>
          </w:tcPr>
          <w:p w:rsidR="002038CD" w:rsidRDefault="002038CD" w:rsidP="005B29C2">
            <w:r>
              <w:t>03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6000100</w:t>
            </w:r>
          </w:p>
        </w:tc>
        <w:tc>
          <w:tcPr>
            <w:tcW w:w="57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2038CD" w:rsidRDefault="002038CD">
            <w:r w:rsidRPr="001F6170">
              <w:rPr>
                <w:sz w:val="22"/>
                <w:szCs w:val="22"/>
              </w:rPr>
              <w:t>149,1</w:t>
            </w:r>
          </w:p>
        </w:tc>
      </w:tr>
      <w:tr w:rsidR="002038CD" w:rsidRPr="004F1034">
        <w:tc>
          <w:tcPr>
            <w:tcW w:w="5230" w:type="dxa"/>
          </w:tcPr>
          <w:p w:rsidR="002038CD" w:rsidRPr="004F1034" w:rsidRDefault="002038CD" w:rsidP="005B29C2">
            <w:pPr>
              <w:rPr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71542" w:rsidRDefault="002038CD" w:rsidP="005B29C2">
            <w:r w:rsidRPr="00471542">
              <w:t>05</w:t>
            </w:r>
          </w:p>
        </w:tc>
        <w:tc>
          <w:tcPr>
            <w:tcW w:w="572" w:type="dxa"/>
          </w:tcPr>
          <w:p w:rsidR="002038CD" w:rsidRPr="00471542" w:rsidRDefault="002038CD" w:rsidP="005B29C2">
            <w:r w:rsidRPr="00471542">
              <w:t>03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6000400</w:t>
            </w:r>
          </w:p>
        </w:tc>
        <w:tc>
          <w:tcPr>
            <w:tcW w:w="57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4F1034" w:rsidRDefault="002038CD" w:rsidP="005B29C2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3,0</w:t>
            </w:r>
          </w:p>
        </w:tc>
      </w:tr>
      <w:tr w:rsidR="002038CD" w:rsidRPr="004F1034">
        <w:tc>
          <w:tcPr>
            <w:tcW w:w="5230" w:type="dxa"/>
          </w:tcPr>
          <w:p w:rsidR="002038CD" w:rsidRPr="004F1034" w:rsidRDefault="002038CD" w:rsidP="005B29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324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A45435" w:rsidRDefault="002038CD" w:rsidP="005B29C2">
            <w:r w:rsidRPr="00A45435">
              <w:t>05</w:t>
            </w:r>
          </w:p>
        </w:tc>
        <w:tc>
          <w:tcPr>
            <w:tcW w:w="572" w:type="dxa"/>
          </w:tcPr>
          <w:p w:rsidR="002038CD" w:rsidRPr="00A45435" w:rsidRDefault="002038CD" w:rsidP="005B29C2">
            <w:r w:rsidRPr="00A45435">
              <w:t>03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6000400</w:t>
            </w:r>
          </w:p>
        </w:tc>
        <w:tc>
          <w:tcPr>
            <w:tcW w:w="57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2038CD" w:rsidRPr="004F1034" w:rsidRDefault="002038CD" w:rsidP="005B29C2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3,0</w:t>
            </w:r>
          </w:p>
        </w:tc>
      </w:tr>
      <w:tr w:rsidR="002038CD" w:rsidRPr="004F1034">
        <w:tc>
          <w:tcPr>
            <w:tcW w:w="5230" w:type="dxa"/>
          </w:tcPr>
          <w:p w:rsidR="002038CD" w:rsidRPr="004F1034" w:rsidRDefault="002038CD" w:rsidP="005B29C2">
            <w:pPr>
              <w:rPr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 xml:space="preserve">Субсидии юридическим лицам (кроме </w:t>
            </w:r>
            <w:r w:rsidRPr="001779EF">
              <w:rPr>
                <w:rFonts w:ascii="Arial" w:hAnsi="Arial" w:cs="Arial"/>
                <w:sz w:val="20"/>
                <w:szCs w:val="20"/>
              </w:rPr>
              <w:t>государственных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 xml:space="preserve">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A45435" w:rsidRDefault="002038CD" w:rsidP="005B29C2">
            <w:r w:rsidRPr="00A45435">
              <w:t>05</w:t>
            </w:r>
          </w:p>
        </w:tc>
        <w:tc>
          <w:tcPr>
            <w:tcW w:w="572" w:type="dxa"/>
          </w:tcPr>
          <w:p w:rsidR="002038CD" w:rsidRPr="00A45435" w:rsidRDefault="002038CD" w:rsidP="005B29C2">
            <w:r w:rsidRPr="00A45435">
              <w:t>03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6000400</w:t>
            </w:r>
          </w:p>
        </w:tc>
        <w:tc>
          <w:tcPr>
            <w:tcW w:w="57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2038CD" w:rsidRPr="004F1034" w:rsidRDefault="002038CD" w:rsidP="005B29C2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3,0</w:t>
            </w:r>
          </w:p>
        </w:tc>
      </w:tr>
      <w:tr w:rsidR="002038CD" w:rsidRPr="004F1034">
        <w:tc>
          <w:tcPr>
            <w:tcW w:w="5230" w:type="dxa"/>
          </w:tcPr>
          <w:p w:rsidR="002038CD" w:rsidRPr="00554324" w:rsidRDefault="002038CD" w:rsidP="005B29C2">
            <w:pPr>
              <w:rPr>
                <w:rFonts w:ascii="Arial CYR" w:hAnsi="Arial CYR" w:cs="Arial CYR"/>
                <w:sz w:val="20"/>
                <w:szCs w:val="20"/>
              </w:rPr>
            </w:pPr>
            <w:r w:rsidRPr="005B29C2">
              <w:rPr>
                <w:rFonts w:ascii="Arial CYR" w:hAnsi="Arial CYR" w:cs="Arial CYR"/>
                <w:sz w:val="20"/>
                <w:szCs w:val="20"/>
              </w:rPr>
              <w:t>Ведомственная целевая программа «Государственная поддержка муниципальных образований по благоустройству территорий населенных пунктов и подготовке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A45435" w:rsidRDefault="002038CD" w:rsidP="005B29C2">
            <w:r w:rsidRPr="00A45435">
              <w:t>05</w:t>
            </w:r>
          </w:p>
        </w:tc>
        <w:tc>
          <w:tcPr>
            <w:tcW w:w="572" w:type="dxa"/>
          </w:tcPr>
          <w:p w:rsidR="002038CD" w:rsidRPr="00A45435" w:rsidRDefault="002038CD" w:rsidP="005B29C2">
            <w:r w:rsidRPr="00A45435">
              <w:t>03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6554300</w:t>
            </w:r>
          </w:p>
        </w:tc>
        <w:tc>
          <w:tcPr>
            <w:tcW w:w="576" w:type="dxa"/>
          </w:tcPr>
          <w:p w:rsidR="002038CD" w:rsidRDefault="002038CD" w:rsidP="005B29C2">
            <w:pPr>
              <w:rPr>
                <w:sz w:val="22"/>
                <w:szCs w:val="22"/>
              </w:rPr>
            </w:pPr>
          </w:p>
        </w:tc>
        <w:tc>
          <w:tcPr>
            <w:tcW w:w="911" w:type="dxa"/>
          </w:tcPr>
          <w:p w:rsidR="002038CD" w:rsidRPr="004F1034" w:rsidRDefault="002038CD" w:rsidP="005B2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179,1</w:t>
            </w:r>
          </w:p>
        </w:tc>
      </w:tr>
      <w:tr w:rsidR="002038CD" w:rsidRPr="004F1034">
        <w:tc>
          <w:tcPr>
            <w:tcW w:w="5230" w:type="dxa"/>
          </w:tcPr>
          <w:p w:rsidR="002038CD" w:rsidRPr="00554324" w:rsidRDefault="002038CD" w:rsidP="005B29C2">
            <w:pPr>
              <w:rPr>
                <w:rFonts w:ascii="Arial CYR" w:hAnsi="Arial CYR" w:cs="Arial CYR"/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 xml:space="preserve">Субсидии юридическим лицам (кроме </w:t>
            </w:r>
            <w:r w:rsidRPr="001779EF">
              <w:rPr>
                <w:rFonts w:ascii="Arial" w:hAnsi="Arial" w:cs="Arial"/>
                <w:sz w:val="20"/>
                <w:szCs w:val="20"/>
              </w:rPr>
              <w:t>государственных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 xml:space="preserve">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A45435" w:rsidRDefault="002038CD" w:rsidP="005B29C2">
            <w:r w:rsidRPr="00A45435">
              <w:t>05</w:t>
            </w:r>
          </w:p>
        </w:tc>
        <w:tc>
          <w:tcPr>
            <w:tcW w:w="572" w:type="dxa"/>
          </w:tcPr>
          <w:p w:rsidR="002038CD" w:rsidRPr="00A45435" w:rsidRDefault="002038CD" w:rsidP="005B29C2">
            <w:r w:rsidRPr="00A45435">
              <w:t>03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6554300</w:t>
            </w:r>
          </w:p>
        </w:tc>
        <w:tc>
          <w:tcPr>
            <w:tcW w:w="576" w:type="dxa"/>
          </w:tcPr>
          <w:p w:rsidR="002038CD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2038CD" w:rsidRPr="004F1034" w:rsidRDefault="002038CD" w:rsidP="005B2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179,1</w:t>
            </w:r>
          </w:p>
        </w:tc>
      </w:tr>
      <w:tr w:rsidR="002038CD" w:rsidRPr="004F1034">
        <w:tc>
          <w:tcPr>
            <w:tcW w:w="5230" w:type="dxa"/>
          </w:tcPr>
          <w:p w:rsidR="002038CD" w:rsidRPr="00291684" w:rsidRDefault="002038CD" w:rsidP="005B29C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Культура </w:t>
            </w:r>
          </w:p>
        </w:tc>
        <w:tc>
          <w:tcPr>
            <w:tcW w:w="725" w:type="dxa"/>
          </w:tcPr>
          <w:p w:rsidR="002038CD" w:rsidRPr="00291684" w:rsidRDefault="002038CD" w:rsidP="005B29C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91684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291684" w:rsidRDefault="002038CD" w:rsidP="005B29C2">
            <w:pPr>
              <w:rPr>
                <w:b/>
                <w:bCs/>
                <w:i/>
                <w:iCs/>
              </w:rPr>
            </w:pPr>
            <w:r w:rsidRPr="00291684"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572" w:type="dxa"/>
          </w:tcPr>
          <w:p w:rsidR="002038CD" w:rsidRPr="00291684" w:rsidRDefault="002038CD" w:rsidP="005B29C2">
            <w:pPr>
              <w:rPr>
                <w:b/>
                <w:bCs/>
                <w:i/>
                <w:iCs/>
              </w:rPr>
            </w:pPr>
            <w:r w:rsidRPr="00291684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096" w:type="dxa"/>
          </w:tcPr>
          <w:p w:rsidR="002038CD" w:rsidRPr="00291684" w:rsidRDefault="002038CD" w:rsidP="005B29C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91684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2038CD" w:rsidRPr="00291684" w:rsidRDefault="002038CD" w:rsidP="005B29C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91684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291684" w:rsidRDefault="002038CD" w:rsidP="005B29C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91684">
              <w:rPr>
                <w:b/>
                <w:bCs/>
                <w:i/>
                <w:iCs/>
                <w:sz w:val="22"/>
                <w:szCs w:val="22"/>
              </w:rPr>
              <w:t>1652,1</w:t>
            </w:r>
          </w:p>
        </w:tc>
      </w:tr>
      <w:tr w:rsidR="002038CD" w:rsidRPr="004F1034">
        <w:tc>
          <w:tcPr>
            <w:tcW w:w="5230" w:type="dxa"/>
          </w:tcPr>
          <w:p w:rsidR="002038CD" w:rsidRPr="004F1034" w:rsidRDefault="002038CD" w:rsidP="005B29C2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08</w:t>
            </w:r>
          </w:p>
        </w:tc>
        <w:tc>
          <w:tcPr>
            <w:tcW w:w="572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4400000</w:t>
            </w:r>
          </w:p>
        </w:tc>
        <w:tc>
          <w:tcPr>
            <w:tcW w:w="57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4F1034" w:rsidRDefault="002038CD" w:rsidP="005B2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1652,1</w:t>
            </w:r>
          </w:p>
        </w:tc>
      </w:tr>
      <w:tr w:rsidR="002038CD" w:rsidRPr="004F1034">
        <w:tc>
          <w:tcPr>
            <w:tcW w:w="5230" w:type="dxa"/>
          </w:tcPr>
          <w:p w:rsidR="002038CD" w:rsidRPr="001779EF" w:rsidRDefault="002038CD" w:rsidP="005B29C2">
            <w:pPr>
              <w:rPr>
                <w:rFonts w:ascii="Arial" w:hAnsi="Arial" w:cs="Arial"/>
                <w:sz w:val="20"/>
                <w:szCs w:val="20"/>
              </w:rPr>
            </w:pPr>
            <w:r w:rsidRPr="001779EF">
              <w:rPr>
                <w:rFonts w:ascii="Arial" w:hAnsi="Arial" w:cs="Arial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08</w:t>
            </w:r>
          </w:p>
        </w:tc>
        <w:tc>
          <w:tcPr>
            <w:tcW w:w="572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2038CD" w:rsidRPr="004F1034" w:rsidRDefault="002038CD" w:rsidP="005B2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1652,1</w:t>
            </w:r>
          </w:p>
        </w:tc>
      </w:tr>
      <w:tr w:rsidR="002038CD" w:rsidRPr="004F1034">
        <w:tc>
          <w:tcPr>
            <w:tcW w:w="5230" w:type="dxa"/>
          </w:tcPr>
          <w:p w:rsidR="002038CD" w:rsidRPr="00291684" w:rsidRDefault="002038CD" w:rsidP="005B29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</w:tcPr>
          <w:p w:rsidR="002038CD" w:rsidRPr="00291684" w:rsidRDefault="002038CD" w:rsidP="005B29C2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291684" w:rsidRDefault="002038CD" w:rsidP="005B29C2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08</w:t>
            </w:r>
          </w:p>
        </w:tc>
        <w:tc>
          <w:tcPr>
            <w:tcW w:w="572" w:type="dxa"/>
          </w:tcPr>
          <w:p w:rsidR="002038CD" w:rsidRPr="00291684" w:rsidRDefault="002038CD" w:rsidP="005B29C2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01</w:t>
            </w:r>
          </w:p>
        </w:tc>
        <w:tc>
          <w:tcPr>
            <w:tcW w:w="1096" w:type="dxa"/>
          </w:tcPr>
          <w:p w:rsidR="002038CD" w:rsidRPr="00291684" w:rsidRDefault="002038CD" w:rsidP="005B29C2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2038CD" w:rsidRPr="00291684" w:rsidRDefault="002038CD" w:rsidP="005B29C2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911" w:type="dxa"/>
          </w:tcPr>
          <w:p w:rsidR="002038CD" w:rsidRPr="00291684" w:rsidRDefault="002038CD" w:rsidP="005B29C2">
            <w:pPr>
              <w:jc w:val="center"/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1091,9</w:t>
            </w:r>
          </w:p>
        </w:tc>
      </w:tr>
      <w:tr w:rsidR="002038CD" w:rsidRPr="004F1034">
        <w:tc>
          <w:tcPr>
            <w:tcW w:w="5230" w:type="dxa"/>
          </w:tcPr>
          <w:p w:rsidR="002038CD" w:rsidRPr="00846555" w:rsidRDefault="002038CD" w:rsidP="005B29C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6555">
              <w:rPr>
                <w:rFonts w:ascii="Arial" w:hAnsi="Arial" w:cs="Arial"/>
                <w:i/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5" w:type="dxa"/>
          </w:tcPr>
          <w:p w:rsidR="002038CD" w:rsidRPr="00846555" w:rsidRDefault="002038CD" w:rsidP="005B29C2">
            <w:pPr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846555" w:rsidRDefault="002038CD" w:rsidP="005B29C2">
            <w:pPr>
              <w:rPr>
                <w:i/>
                <w:iCs/>
              </w:rPr>
            </w:pPr>
            <w:r w:rsidRPr="00846555">
              <w:rPr>
                <w:i/>
                <w:iCs/>
              </w:rPr>
              <w:t>08</w:t>
            </w:r>
          </w:p>
        </w:tc>
        <w:tc>
          <w:tcPr>
            <w:tcW w:w="572" w:type="dxa"/>
          </w:tcPr>
          <w:p w:rsidR="002038CD" w:rsidRPr="00846555" w:rsidRDefault="002038CD" w:rsidP="005B29C2">
            <w:pPr>
              <w:rPr>
                <w:i/>
                <w:iCs/>
              </w:rPr>
            </w:pPr>
            <w:r w:rsidRPr="00846555">
              <w:rPr>
                <w:i/>
                <w:iCs/>
              </w:rPr>
              <w:t>01</w:t>
            </w:r>
          </w:p>
        </w:tc>
        <w:tc>
          <w:tcPr>
            <w:tcW w:w="1096" w:type="dxa"/>
          </w:tcPr>
          <w:p w:rsidR="002038CD" w:rsidRPr="00846555" w:rsidRDefault="002038CD" w:rsidP="005B29C2">
            <w:pPr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2038CD" w:rsidRPr="00846555" w:rsidRDefault="002038CD" w:rsidP="005B29C2">
            <w:pPr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110</w:t>
            </w:r>
          </w:p>
        </w:tc>
        <w:tc>
          <w:tcPr>
            <w:tcW w:w="911" w:type="dxa"/>
          </w:tcPr>
          <w:p w:rsidR="002038CD" w:rsidRPr="00846555" w:rsidRDefault="002038CD" w:rsidP="005B29C2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1091,9</w:t>
            </w:r>
          </w:p>
        </w:tc>
      </w:tr>
      <w:tr w:rsidR="002038CD" w:rsidRPr="004F1034">
        <w:tc>
          <w:tcPr>
            <w:tcW w:w="5230" w:type="dxa"/>
          </w:tcPr>
          <w:p w:rsidR="002038CD" w:rsidRPr="001779EF" w:rsidRDefault="002038CD" w:rsidP="005B29C2">
            <w:pPr>
              <w:rPr>
                <w:rFonts w:ascii="Arial" w:hAnsi="Arial" w:cs="Arial"/>
                <w:sz w:val="20"/>
                <w:szCs w:val="20"/>
              </w:rPr>
            </w:pPr>
            <w:r w:rsidRPr="001779EF">
              <w:rPr>
                <w:rFonts w:ascii="Arial" w:hAnsi="Arial" w:cs="Arial"/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5B29C2">
            <w:r>
              <w:t>08</w:t>
            </w:r>
          </w:p>
        </w:tc>
        <w:tc>
          <w:tcPr>
            <w:tcW w:w="572" w:type="dxa"/>
          </w:tcPr>
          <w:p w:rsidR="002038CD" w:rsidRDefault="002038CD" w:rsidP="005B29C2">
            <w:r>
              <w:t>01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911" w:type="dxa"/>
          </w:tcPr>
          <w:p w:rsidR="002038CD" w:rsidRPr="004F1034" w:rsidRDefault="002038CD" w:rsidP="005B2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1091,9</w:t>
            </w:r>
          </w:p>
        </w:tc>
      </w:tr>
      <w:tr w:rsidR="002038CD" w:rsidRPr="004F1034">
        <w:tc>
          <w:tcPr>
            <w:tcW w:w="5230" w:type="dxa"/>
          </w:tcPr>
          <w:p w:rsidR="002038CD" w:rsidRPr="00291684" w:rsidRDefault="002038CD" w:rsidP="005B29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2038CD" w:rsidRPr="00291684" w:rsidRDefault="002038CD" w:rsidP="005B29C2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291684" w:rsidRDefault="002038CD" w:rsidP="005B29C2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08</w:t>
            </w:r>
          </w:p>
        </w:tc>
        <w:tc>
          <w:tcPr>
            <w:tcW w:w="572" w:type="dxa"/>
          </w:tcPr>
          <w:p w:rsidR="002038CD" w:rsidRPr="00291684" w:rsidRDefault="002038CD" w:rsidP="005B29C2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01</w:t>
            </w:r>
          </w:p>
        </w:tc>
        <w:tc>
          <w:tcPr>
            <w:tcW w:w="1096" w:type="dxa"/>
          </w:tcPr>
          <w:p w:rsidR="002038CD" w:rsidRPr="00291684" w:rsidRDefault="002038CD" w:rsidP="005B29C2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2038CD" w:rsidRPr="00291684" w:rsidRDefault="002038CD" w:rsidP="005B29C2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911" w:type="dxa"/>
          </w:tcPr>
          <w:p w:rsidR="002038CD" w:rsidRPr="00291684" w:rsidRDefault="002038CD" w:rsidP="005B29C2">
            <w:pPr>
              <w:jc w:val="center"/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556,2</w:t>
            </w:r>
          </w:p>
        </w:tc>
      </w:tr>
      <w:tr w:rsidR="002038CD" w:rsidRPr="004F1034">
        <w:tc>
          <w:tcPr>
            <w:tcW w:w="5230" w:type="dxa"/>
          </w:tcPr>
          <w:p w:rsidR="002038CD" w:rsidRPr="00846555" w:rsidRDefault="002038CD" w:rsidP="005B29C2">
            <w:pPr>
              <w:rPr>
                <w:rFonts w:ascii="Arial" w:hAnsi="Arial" w:cs="Arial"/>
                <w:sz w:val="20"/>
                <w:szCs w:val="20"/>
              </w:rPr>
            </w:pPr>
            <w:r w:rsidRPr="00846555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5B29C2">
            <w:r>
              <w:t>08</w:t>
            </w:r>
          </w:p>
        </w:tc>
        <w:tc>
          <w:tcPr>
            <w:tcW w:w="572" w:type="dxa"/>
          </w:tcPr>
          <w:p w:rsidR="002038CD" w:rsidRDefault="002038CD" w:rsidP="005B29C2">
            <w:r>
              <w:t>01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2038CD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</w:tcPr>
          <w:p w:rsidR="002038CD" w:rsidRDefault="002038CD" w:rsidP="005B2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556,2</w:t>
            </w:r>
          </w:p>
        </w:tc>
      </w:tr>
      <w:tr w:rsidR="002038CD" w:rsidRPr="004F1034">
        <w:tc>
          <w:tcPr>
            <w:tcW w:w="5230" w:type="dxa"/>
          </w:tcPr>
          <w:p w:rsidR="002038CD" w:rsidRPr="00846555" w:rsidRDefault="002038CD" w:rsidP="005B29C2">
            <w:pPr>
              <w:rPr>
                <w:rFonts w:ascii="Arial" w:hAnsi="Arial" w:cs="Arial"/>
                <w:sz w:val="20"/>
                <w:szCs w:val="20"/>
              </w:rPr>
            </w:pPr>
            <w:r w:rsidRPr="00846555">
              <w:rPr>
                <w:rFonts w:ascii="Arial" w:hAnsi="Arial" w:cs="Arial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5B29C2">
            <w:r>
              <w:t>08</w:t>
            </w:r>
          </w:p>
        </w:tc>
        <w:tc>
          <w:tcPr>
            <w:tcW w:w="572" w:type="dxa"/>
          </w:tcPr>
          <w:p w:rsidR="002038CD" w:rsidRDefault="002038CD" w:rsidP="005B29C2">
            <w:r>
              <w:t>01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2038CD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911" w:type="dxa"/>
          </w:tcPr>
          <w:p w:rsidR="002038CD" w:rsidRDefault="002038CD" w:rsidP="005B2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</w:tr>
      <w:tr w:rsidR="002038CD" w:rsidRPr="004F1034">
        <w:tc>
          <w:tcPr>
            <w:tcW w:w="5230" w:type="dxa"/>
          </w:tcPr>
          <w:p w:rsidR="002038CD" w:rsidRPr="00846555" w:rsidRDefault="002038CD" w:rsidP="005B29C2">
            <w:pPr>
              <w:rPr>
                <w:rFonts w:ascii="Arial" w:hAnsi="Arial" w:cs="Arial"/>
                <w:sz w:val="20"/>
                <w:szCs w:val="20"/>
              </w:rPr>
            </w:pPr>
            <w:r w:rsidRPr="0084655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5B29C2">
            <w:r>
              <w:t>08</w:t>
            </w:r>
          </w:p>
        </w:tc>
        <w:tc>
          <w:tcPr>
            <w:tcW w:w="572" w:type="dxa"/>
          </w:tcPr>
          <w:p w:rsidR="002038CD" w:rsidRDefault="002038CD" w:rsidP="005B29C2">
            <w:r>
              <w:t>01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2038CD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2038CD" w:rsidRDefault="002038CD" w:rsidP="005B2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521,8</w:t>
            </w:r>
          </w:p>
        </w:tc>
      </w:tr>
      <w:tr w:rsidR="002038CD" w:rsidRPr="004F1034">
        <w:tc>
          <w:tcPr>
            <w:tcW w:w="5230" w:type="dxa"/>
          </w:tcPr>
          <w:p w:rsidR="002038CD" w:rsidRPr="00291684" w:rsidRDefault="002038CD" w:rsidP="005B29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2038CD" w:rsidRPr="00291684" w:rsidRDefault="002038CD" w:rsidP="005B29C2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Pr="00291684" w:rsidRDefault="002038CD" w:rsidP="005B29C2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08</w:t>
            </w:r>
          </w:p>
        </w:tc>
        <w:tc>
          <w:tcPr>
            <w:tcW w:w="572" w:type="dxa"/>
          </w:tcPr>
          <w:p w:rsidR="002038CD" w:rsidRPr="00291684" w:rsidRDefault="002038CD" w:rsidP="005B29C2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01</w:t>
            </w:r>
          </w:p>
        </w:tc>
        <w:tc>
          <w:tcPr>
            <w:tcW w:w="1096" w:type="dxa"/>
          </w:tcPr>
          <w:p w:rsidR="002038CD" w:rsidRPr="00291684" w:rsidRDefault="002038CD" w:rsidP="005B29C2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2038CD" w:rsidRPr="00291684" w:rsidRDefault="002038CD" w:rsidP="005B29C2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2038CD" w:rsidRPr="00291684" w:rsidRDefault="002038CD" w:rsidP="005B29C2">
            <w:pPr>
              <w:jc w:val="center"/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4,0</w:t>
            </w:r>
          </w:p>
        </w:tc>
      </w:tr>
      <w:tr w:rsidR="002038CD" w:rsidRPr="004F1034">
        <w:tc>
          <w:tcPr>
            <w:tcW w:w="5230" w:type="dxa"/>
          </w:tcPr>
          <w:p w:rsidR="002038CD" w:rsidRPr="00DF01AE" w:rsidRDefault="002038CD" w:rsidP="005B29C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F01AE">
              <w:rPr>
                <w:rFonts w:ascii="Arial" w:hAnsi="Arial" w:cs="Arial"/>
                <w:i/>
                <w:iCs/>
                <w:sz w:val="20"/>
                <w:szCs w:val="20"/>
              </w:rPr>
              <w:t>Уплата налогов, сборов и иных обязательных  платежей в бюджеты бюджетной системы Российской Федерации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5B29C2">
            <w:r>
              <w:t>08</w:t>
            </w:r>
          </w:p>
        </w:tc>
        <w:tc>
          <w:tcPr>
            <w:tcW w:w="572" w:type="dxa"/>
          </w:tcPr>
          <w:p w:rsidR="002038CD" w:rsidRDefault="002038CD" w:rsidP="005B29C2">
            <w:r>
              <w:t>01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2038CD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911" w:type="dxa"/>
          </w:tcPr>
          <w:p w:rsidR="002038CD" w:rsidRDefault="002038CD" w:rsidP="005B2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2038CD" w:rsidRPr="004F1034">
        <w:tc>
          <w:tcPr>
            <w:tcW w:w="5230" w:type="dxa"/>
          </w:tcPr>
          <w:p w:rsidR="002038CD" w:rsidRPr="00EB0915" w:rsidRDefault="002038CD" w:rsidP="005B29C2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5B29C2">
            <w:r>
              <w:t>08</w:t>
            </w:r>
          </w:p>
        </w:tc>
        <w:tc>
          <w:tcPr>
            <w:tcW w:w="572" w:type="dxa"/>
          </w:tcPr>
          <w:p w:rsidR="002038CD" w:rsidRDefault="002038CD" w:rsidP="005B29C2">
            <w:r>
              <w:t>01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2038CD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911" w:type="dxa"/>
          </w:tcPr>
          <w:p w:rsidR="002038CD" w:rsidRDefault="002038CD" w:rsidP="005B2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2038CD" w:rsidRPr="004F1034">
        <w:tc>
          <w:tcPr>
            <w:tcW w:w="5230" w:type="dxa"/>
          </w:tcPr>
          <w:p w:rsidR="002038CD" w:rsidRPr="00E00F5B" w:rsidRDefault="002038CD" w:rsidP="005B29C2">
            <w:pPr>
              <w:rPr>
                <w:rFonts w:ascii="Arial" w:hAnsi="Arial" w:cs="Arial"/>
                <w:sz w:val="20"/>
                <w:szCs w:val="20"/>
              </w:rPr>
            </w:pPr>
            <w:r w:rsidRPr="00EB0915">
              <w:rPr>
                <w:rFonts w:ascii="Arial" w:hAnsi="Arial" w:cs="Arial"/>
                <w:sz w:val="20"/>
                <w:szCs w:val="20"/>
              </w:rPr>
              <w:t>Уплата прочих налогов, сборов и иных обязательных  платежей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2038CD" w:rsidRDefault="002038CD" w:rsidP="005B29C2">
            <w:r>
              <w:t>08</w:t>
            </w:r>
          </w:p>
        </w:tc>
        <w:tc>
          <w:tcPr>
            <w:tcW w:w="572" w:type="dxa"/>
          </w:tcPr>
          <w:p w:rsidR="002038CD" w:rsidRDefault="002038CD" w:rsidP="005B29C2">
            <w:r>
              <w:t>01</w:t>
            </w: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2038CD" w:rsidRDefault="002038CD" w:rsidP="005B29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911" w:type="dxa"/>
          </w:tcPr>
          <w:p w:rsidR="002038CD" w:rsidRDefault="002038CD" w:rsidP="005B29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2038CD" w:rsidRPr="004F1034">
        <w:tc>
          <w:tcPr>
            <w:tcW w:w="5230" w:type="dxa"/>
          </w:tcPr>
          <w:p w:rsidR="002038CD" w:rsidRPr="004F1034" w:rsidRDefault="002038CD" w:rsidP="005B29C2">
            <w:pPr>
              <w:jc w:val="both"/>
              <w:rPr>
                <w:b/>
                <w:bCs/>
                <w:sz w:val="20"/>
                <w:szCs w:val="20"/>
              </w:rPr>
            </w:pPr>
            <w:r w:rsidRPr="004F1034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25" w:type="dxa"/>
          </w:tcPr>
          <w:p w:rsidR="002038CD" w:rsidRPr="004F1034" w:rsidRDefault="002038CD" w:rsidP="005B29C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8" w:type="dxa"/>
          </w:tcPr>
          <w:p w:rsidR="002038CD" w:rsidRPr="004F1034" w:rsidRDefault="002038CD" w:rsidP="005B29C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2" w:type="dxa"/>
          </w:tcPr>
          <w:p w:rsidR="002038CD" w:rsidRPr="004F1034" w:rsidRDefault="002038CD" w:rsidP="005B29C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6" w:type="dxa"/>
          </w:tcPr>
          <w:p w:rsidR="002038CD" w:rsidRPr="004F1034" w:rsidRDefault="002038CD" w:rsidP="005B29C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</w:tcPr>
          <w:p w:rsidR="002038CD" w:rsidRPr="004F1034" w:rsidRDefault="002038CD" w:rsidP="005B29C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:rsidR="002038CD" w:rsidRPr="004F1034" w:rsidRDefault="002038CD" w:rsidP="00D848A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11496,6</w:t>
            </w:r>
          </w:p>
        </w:tc>
      </w:tr>
    </w:tbl>
    <w:p w:rsidR="002038CD" w:rsidRDefault="002038CD" w:rsidP="005872C6">
      <w:pPr>
        <w:shd w:val="clear" w:color="auto" w:fill="FFFFFF"/>
        <w:spacing w:line="202" w:lineRule="exact"/>
        <w:ind w:left="5150" w:firstLine="1320"/>
        <w:rPr>
          <w:spacing w:val="-1"/>
        </w:rPr>
      </w:pPr>
    </w:p>
    <w:p w:rsidR="002038CD" w:rsidRDefault="002038CD" w:rsidP="00DB327E">
      <w:pPr>
        <w:jc w:val="right"/>
      </w:pPr>
    </w:p>
    <w:p w:rsidR="002038CD" w:rsidRDefault="002038CD" w:rsidP="00DB327E">
      <w:pPr>
        <w:jc w:val="right"/>
      </w:pPr>
    </w:p>
    <w:p w:rsidR="002038CD" w:rsidRDefault="002038CD" w:rsidP="00DB327E">
      <w:pPr>
        <w:jc w:val="right"/>
      </w:pPr>
    </w:p>
    <w:p w:rsidR="002038CD" w:rsidRDefault="002038CD" w:rsidP="005872C6">
      <w:pPr>
        <w:jc w:val="right"/>
      </w:pPr>
      <w:r>
        <w:t>Приложение № 6</w:t>
      </w:r>
    </w:p>
    <w:p w:rsidR="002038CD" w:rsidRDefault="002038CD" w:rsidP="00D848A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26    сессии четвертого созыва от </w:t>
      </w:r>
    </w:p>
    <w:p w:rsidR="002038CD" w:rsidRDefault="002038CD" w:rsidP="00D848A8">
      <w:pPr>
        <w:jc w:val="right"/>
        <w:rPr>
          <w:sz w:val="20"/>
          <w:szCs w:val="20"/>
        </w:rPr>
      </w:pPr>
      <w:r>
        <w:rPr>
          <w:sz w:val="20"/>
          <w:szCs w:val="20"/>
        </w:rPr>
        <w:t>28.06.2013  «О внесении изменений в бюджет Киикского сельсовета</w:t>
      </w:r>
    </w:p>
    <w:p w:rsidR="002038CD" w:rsidRDefault="002038CD" w:rsidP="00D848A8">
      <w:pPr>
        <w:jc w:val="right"/>
        <w:rPr>
          <w:sz w:val="20"/>
          <w:szCs w:val="20"/>
        </w:rPr>
      </w:pP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Тогучинского района Новосибирской области</w:t>
      </w:r>
    </w:p>
    <w:p w:rsidR="002038CD" w:rsidRDefault="002038CD" w:rsidP="00D848A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на 2013</w:t>
      </w: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год и  плановый  период 2014-2015 гг.»</w:t>
      </w:r>
    </w:p>
    <w:p w:rsidR="002038CD" w:rsidRDefault="002038CD" w:rsidP="005872C6">
      <w:pPr>
        <w:jc w:val="right"/>
      </w:pPr>
    </w:p>
    <w:p w:rsidR="002038CD" w:rsidRPr="003B08CF" w:rsidRDefault="002038CD" w:rsidP="005872C6">
      <w:pPr>
        <w:ind w:left="720"/>
        <w:jc w:val="right"/>
        <w:rPr>
          <w:spacing w:val="-1"/>
        </w:rPr>
      </w:pPr>
      <w:r w:rsidRPr="003B08CF">
        <w:t>Таблица 1</w:t>
      </w:r>
    </w:p>
    <w:p w:rsidR="002038CD" w:rsidRPr="003B08CF" w:rsidRDefault="002038CD" w:rsidP="005872C6">
      <w:pPr>
        <w:shd w:val="clear" w:color="auto" w:fill="FFFFFF"/>
        <w:spacing w:line="202" w:lineRule="exact"/>
        <w:ind w:left="5150" w:firstLine="1320"/>
        <w:jc w:val="both"/>
        <w:rPr>
          <w:spacing w:val="-1"/>
          <w:sz w:val="26"/>
          <w:szCs w:val="26"/>
        </w:rPr>
      </w:pPr>
    </w:p>
    <w:p w:rsidR="002038CD" w:rsidRDefault="002038CD" w:rsidP="005872C6">
      <w:pPr>
        <w:jc w:val="center"/>
        <w:rPr>
          <w:b/>
          <w:bCs/>
          <w:spacing w:val="-1"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 xml:space="preserve">Источники Финансирования дефицита бюджета </w:t>
      </w:r>
    </w:p>
    <w:p w:rsidR="002038CD" w:rsidRPr="003B08CF" w:rsidRDefault="002038CD" w:rsidP="005872C6">
      <w:pPr>
        <w:jc w:val="center"/>
        <w:rPr>
          <w:i/>
          <w:iCs/>
        </w:rPr>
      </w:pPr>
      <w:r w:rsidRPr="003B08CF">
        <w:rPr>
          <w:b/>
          <w:bCs/>
          <w:i/>
          <w:iCs/>
          <w:spacing w:val="-1"/>
        </w:rPr>
        <w:t>Киикского сельсовета Тогучинского района на 201</w:t>
      </w:r>
      <w:r>
        <w:rPr>
          <w:b/>
          <w:bCs/>
          <w:i/>
          <w:iCs/>
          <w:spacing w:val="-1"/>
        </w:rPr>
        <w:t>3</w:t>
      </w:r>
      <w:r w:rsidRPr="003B08CF">
        <w:rPr>
          <w:b/>
          <w:bCs/>
          <w:i/>
          <w:iCs/>
          <w:spacing w:val="-1"/>
        </w:rPr>
        <w:t>год</w:t>
      </w:r>
    </w:p>
    <w:p w:rsidR="002038CD" w:rsidRPr="00BF4BB7" w:rsidRDefault="002038CD" w:rsidP="005872C6">
      <w:pPr>
        <w:jc w:val="right"/>
        <w:rPr>
          <w:b/>
          <w:bCs/>
        </w:rPr>
      </w:pPr>
      <w:r w:rsidRPr="00BF4BB7">
        <w:rPr>
          <w:b/>
          <w:bCs/>
        </w:rPr>
        <w:t xml:space="preserve"> </w:t>
      </w:r>
    </w:p>
    <w:tbl>
      <w:tblPr>
        <w:tblW w:w="107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4"/>
        <w:gridCol w:w="3199"/>
        <w:gridCol w:w="4365"/>
        <w:gridCol w:w="1526"/>
      </w:tblGrid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</w:pPr>
          </w:p>
          <w:p w:rsidR="002038CD" w:rsidRPr="004F1034" w:rsidRDefault="002038CD" w:rsidP="00FB49D4">
            <w:pPr>
              <w:jc w:val="center"/>
              <w:rPr>
                <w:sz w:val="18"/>
                <w:szCs w:val="18"/>
              </w:rPr>
            </w:pPr>
            <w:r w:rsidRPr="004F1034">
              <w:rPr>
                <w:sz w:val="18"/>
                <w:szCs w:val="18"/>
              </w:rPr>
              <w:t>Главный администратор источника финансирования дефицита бюджета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</w:pPr>
          </w:p>
          <w:p w:rsidR="002038CD" w:rsidRPr="004F1034" w:rsidRDefault="002038CD" w:rsidP="00FB49D4">
            <w:pPr>
              <w:jc w:val="center"/>
            </w:pPr>
            <w:r w:rsidRPr="004F1034">
              <w:t>КОД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jc w:val="both"/>
            </w:pPr>
            <w:r w:rsidRPr="004F1034">
              <w:t xml:space="preserve">Наименование кода администратора, группы, подгруппы, статьи, элемента, кода экономической классификации источников внутреннего финансирования дефицитов бюджетов </w:t>
            </w:r>
          </w:p>
        </w:tc>
        <w:tc>
          <w:tcPr>
            <w:tcW w:w="1526" w:type="dxa"/>
          </w:tcPr>
          <w:p w:rsidR="002038CD" w:rsidRPr="004F1034" w:rsidRDefault="002038CD" w:rsidP="00FB49D4">
            <w:pPr>
              <w:jc w:val="center"/>
            </w:pPr>
          </w:p>
          <w:p w:rsidR="002038CD" w:rsidRPr="004F1034" w:rsidRDefault="002038CD" w:rsidP="00FB49D4">
            <w:pPr>
              <w:jc w:val="center"/>
            </w:pPr>
            <w:r w:rsidRPr="004F1034">
              <w:t>Сумма</w:t>
            </w:r>
          </w:p>
          <w:p w:rsidR="002038CD" w:rsidRPr="004F1034" w:rsidRDefault="002038CD" w:rsidP="00FB49D4">
            <w:pPr>
              <w:jc w:val="center"/>
            </w:pPr>
            <w:r w:rsidRPr="004F1034">
              <w:t>201</w:t>
            </w:r>
            <w:r>
              <w:t>3</w:t>
            </w:r>
            <w:r w:rsidRPr="004F1034">
              <w:t>г</w:t>
            </w:r>
          </w:p>
          <w:p w:rsidR="002038CD" w:rsidRPr="004F1034" w:rsidRDefault="002038CD" w:rsidP="00FB49D4">
            <w:pPr>
              <w:jc w:val="center"/>
            </w:pPr>
          </w:p>
          <w:p w:rsidR="002038CD" w:rsidRPr="004F1034" w:rsidRDefault="002038CD" w:rsidP="00FB49D4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4F1034">
              <w:rPr>
                <w:i/>
                <w:iCs/>
                <w:sz w:val="18"/>
                <w:szCs w:val="18"/>
              </w:rPr>
              <w:t>(Тыс. рублей.)</w:t>
            </w:r>
          </w:p>
          <w:p w:rsidR="002038CD" w:rsidRPr="004F1034" w:rsidRDefault="002038CD" w:rsidP="00FB49D4">
            <w:pPr>
              <w:jc w:val="center"/>
            </w:pP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b/>
                <w:bCs/>
                <w:sz w:val="20"/>
                <w:szCs w:val="20"/>
              </w:rPr>
            </w:pPr>
            <w:r w:rsidRPr="004F1034">
              <w:rPr>
                <w:b/>
                <w:bCs/>
                <w:sz w:val="20"/>
                <w:szCs w:val="20"/>
              </w:rPr>
              <w:t>555</w:t>
            </w:r>
          </w:p>
        </w:tc>
        <w:tc>
          <w:tcPr>
            <w:tcW w:w="9090" w:type="dxa"/>
            <w:gridSpan w:val="3"/>
          </w:tcPr>
          <w:p w:rsidR="002038CD" w:rsidRPr="004F1034" w:rsidRDefault="002038CD" w:rsidP="00FB49D4">
            <w:pPr>
              <w:jc w:val="center"/>
              <w:rPr>
                <w:b/>
                <w:bCs/>
              </w:rPr>
            </w:pPr>
            <w:r w:rsidRPr="004F1034">
              <w:rPr>
                <w:b/>
                <w:bCs/>
              </w:rPr>
              <w:t>Администрация Киикского сельсовета Тогучинского района Новосибирской области</w:t>
            </w: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5" w:type="dxa"/>
          </w:tcPr>
          <w:p w:rsidR="002038CD" w:rsidRPr="004F1034" w:rsidRDefault="002038CD" w:rsidP="00FB49D4">
            <w:pPr>
              <w:jc w:val="both"/>
            </w:pPr>
            <w:r w:rsidRPr="004F1034">
              <w:rPr>
                <w:sz w:val="20"/>
                <w:szCs w:val="20"/>
              </w:rPr>
              <w:t>Источники финансирования средств бюджета- всего</w:t>
            </w:r>
          </w:p>
        </w:tc>
        <w:tc>
          <w:tcPr>
            <w:tcW w:w="1526" w:type="dxa"/>
          </w:tcPr>
          <w:p w:rsidR="002038CD" w:rsidRPr="00216F5E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01 05 00 00 00 0000 000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6" w:type="dxa"/>
          </w:tcPr>
          <w:p w:rsidR="002038CD" w:rsidRPr="00216F5E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01 03 00 00 00 0000 000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26" w:type="dxa"/>
          </w:tcPr>
          <w:p w:rsidR="002038CD" w:rsidRPr="00216F5E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01 03 00 00 00 0000 700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2038CD" w:rsidRPr="00216F5E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01 03 00 00 10 0000 710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2038CD" w:rsidRPr="00216F5E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01 03 00 00 00 0000 800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2038CD" w:rsidRPr="00216F5E" w:rsidRDefault="002038CD" w:rsidP="00FB49D4">
            <w:pPr>
              <w:jc w:val="center"/>
              <w:rPr>
                <w:sz w:val="20"/>
                <w:szCs w:val="20"/>
              </w:rPr>
            </w:pPr>
            <w:r w:rsidRPr="00216F5E">
              <w:rPr>
                <w:sz w:val="20"/>
                <w:szCs w:val="20"/>
              </w:rPr>
              <w:t>300,0</w:t>
            </w: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01 03 00 00 10 0000 810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2038CD" w:rsidRPr="00216F5E" w:rsidRDefault="002038CD" w:rsidP="00FB49D4">
            <w:pPr>
              <w:jc w:val="center"/>
              <w:rPr>
                <w:sz w:val="20"/>
                <w:szCs w:val="20"/>
              </w:rPr>
            </w:pPr>
            <w:r w:rsidRPr="00216F5E">
              <w:rPr>
                <w:sz w:val="20"/>
                <w:szCs w:val="20"/>
              </w:rPr>
              <w:t>300,0</w:t>
            </w: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01 05 00 00 00 0000 500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26" w:type="dxa"/>
            <w:vAlign w:val="center"/>
          </w:tcPr>
          <w:p w:rsidR="002038CD" w:rsidRPr="004F1034" w:rsidRDefault="002038CD" w:rsidP="00D84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-11762,5</w:t>
            </w: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01 05 02 00 00 0000 510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26" w:type="dxa"/>
            <w:vAlign w:val="center"/>
          </w:tcPr>
          <w:p w:rsidR="002038CD" w:rsidRPr="00AA0EA7" w:rsidRDefault="002038CD" w:rsidP="00D84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-11762,5</w:t>
            </w: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01 05 02 01 00 0000 510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26" w:type="dxa"/>
            <w:vAlign w:val="center"/>
          </w:tcPr>
          <w:p w:rsidR="002038CD" w:rsidRPr="00AA0EA7" w:rsidRDefault="002038CD" w:rsidP="00D84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-11762,5</w:t>
            </w: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01 05 02 01 10 0000 510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26" w:type="dxa"/>
            <w:vAlign w:val="center"/>
          </w:tcPr>
          <w:p w:rsidR="002038CD" w:rsidRPr="00AA0EA7" w:rsidRDefault="002038CD" w:rsidP="00D848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-11762,5</w:t>
            </w:r>
          </w:p>
        </w:tc>
      </w:tr>
      <w:tr w:rsidR="002038CD" w:rsidRPr="004F1034">
        <w:trPr>
          <w:trHeight w:val="286"/>
        </w:trPr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01 05 00 00 00 0000 600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26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11796,6</w:t>
            </w: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01 05 02 00 00 0000 610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26" w:type="dxa"/>
            <w:vAlign w:val="center"/>
          </w:tcPr>
          <w:p w:rsidR="002038CD" w:rsidRDefault="002038CD" w:rsidP="00D848A8">
            <w:pPr>
              <w:jc w:val="center"/>
            </w:pPr>
            <w:r w:rsidRPr="00CA62F7">
              <w:rPr>
                <w:sz w:val="20"/>
                <w:szCs w:val="20"/>
              </w:rPr>
              <w:t>11796,6</w:t>
            </w: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01 05 02 01 00 0000 610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Уменьшение прочих  остатков денежных средств бюджетов</w:t>
            </w:r>
          </w:p>
        </w:tc>
        <w:tc>
          <w:tcPr>
            <w:tcW w:w="1526" w:type="dxa"/>
            <w:vAlign w:val="center"/>
          </w:tcPr>
          <w:p w:rsidR="002038CD" w:rsidRDefault="002038CD" w:rsidP="00D848A8">
            <w:pPr>
              <w:jc w:val="center"/>
            </w:pPr>
            <w:r w:rsidRPr="00CA62F7">
              <w:rPr>
                <w:sz w:val="20"/>
                <w:szCs w:val="20"/>
              </w:rPr>
              <w:t>11796,6</w:t>
            </w: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01 05 02 01 10 0000 610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526" w:type="dxa"/>
            <w:vAlign w:val="center"/>
          </w:tcPr>
          <w:p w:rsidR="002038CD" w:rsidRDefault="002038CD" w:rsidP="00D848A8">
            <w:pPr>
              <w:jc w:val="center"/>
            </w:pPr>
            <w:r w:rsidRPr="00CA62F7">
              <w:rPr>
                <w:sz w:val="20"/>
                <w:szCs w:val="20"/>
              </w:rPr>
              <w:t>11796,6</w:t>
            </w: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01 06 00 00 00 0000 000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Иные поступления внутреннего финансирования дефицита бюджетов</w:t>
            </w:r>
          </w:p>
        </w:tc>
        <w:tc>
          <w:tcPr>
            <w:tcW w:w="1526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038CD" w:rsidRPr="004F1034">
        <w:tc>
          <w:tcPr>
            <w:tcW w:w="1664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01 02 00 00 00 0000 000</w:t>
            </w:r>
          </w:p>
        </w:tc>
        <w:tc>
          <w:tcPr>
            <w:tcW w:w="4365" w:type="dxa"/>
          </w:tcPr>
          <w:p w:rsidR="002038CD" w:rsidRPr="004F1034" w:rsidRDefault="002038CD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Источник внешнего финансирования дефицита бюджета поселения</w:t>
            </w:r>
          </w:p>
        </w:tc>
        <w:tc>
          <w:tcPr>
            <w:tcW w:w="1526" w:type="dxa"/>
          </w:tcPr>
          <w:p w:rsidR="002038CD" w:rsidRPr="004F1034" w:rsidRDefault="002038CD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2038CD" w:rsidRDefault="002038CD" w:rsidP="005872C6">
      <w:pPr>
        <w:jc w:val="right"/>
        <w:rPr>
          <w:sz w:val="20"/>
          <w:szCs w:val="20"/>
        </w:rPr>
      </w:pPr>
    </w:p>
    <w:p w:rsidR="002038CD" w:rsidRPr="0082464C" w:rsidRDefault="002038CD" w:rsidP="005872C6">
      <w:pPr>
        <w:shd w:val="clear" w:color="auto" w:fill="FFFFFF"/>
        <w:spacing w:line="202" w:lineRule="exact"/>
        <w:ind w:left="5150" w:firstLine="1320"/>
        <w:jc w:val="center"/>
        <w:rPr>
          <w:spacing w:val="-1"/>
          <w:sz w:val="20"/>
          <w:szCs w:val="20"/>
        </w:rPr>
      </w:pPr>
    </w:p>
    <w:p w:rsidR="002038CD" w:rsidRDefault="002038CD" w:rsidP="005872C6">
      <w:pPr>
        <w:jc w:val="right"/>
      </w:pPr>
    </w:p>
    <w:sectPr w:rsidR="002038CD" w:rsidSect="007C1B12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8CD" w:rsidRDefault="002038CD" w:rsidP="00340FBA">
      <w:r>
        <w:separator/>
      </w:r>
    </w:p>
  </w:endnote>
  <w:endnote w:type="continuationSeparator" w:id="1">
    <w:p w:rsidR="002038CD" w:rsidRDefault="002038CD" w:rsidP="0034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8CD" w:rsidRDefault="002038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8CD" w:rsidRDefault="002038CD" w:rsidP="00340FBA">
      <w:r>
        <w:separator/>
      </w:r>
    </w:p>
  </w:footnote>
  <w:footnote w:type="continuationSeparator" w:id="1">
    <w:p w:rsidR="002038CD" w:rsidRDefault="002038CD" w:rsidP="00340F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8CD" w:rsidRDefault="002038C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6B9D"/>
    <w:rsid w:val="00001F3C"/>
    <w:rsid w:val="00002C8C"/>
    <w:rsid w:val="00002D50"/>
    <w:rsid w:val="00002DD3"/>
    <w:rsid w:val="00003D91"/>
    <w:rsid w:val="00007F4C"/>
    <w:rsid w:val="00011C32"/>
    <w:rsid w:val="00012E27"/>
    <w:rsid w:val="00013404"/>
    <w:rsid w:val="00016965"/>
    <w:rsid w:val="00017933"/>
    <w:rsid w:val="00017EEC"/>
    <w:rsid w:val="00020118"/>
    <w:rsid w:val="00020727"/>
    <w:rsid w:val="00020DC0"/>
    <w:rsid w:val="00021B6B"/>
    <w:rsid w:val="00021BB5"/>
    <w:rsid w:val="00023435"/>
    <w:rsid w:val="0002375D"/>
    <w:rsid w:val="00026C33"/>
    <w:rsid w:val="00027877"/>
    <w:rsid w:val="00030A5F"/>
    <w:rsid w:val="00030CE9"/>
    <w:rsid w:val="00030DC6"/>
    <w:rsid w:val="00032268"/>
    <w:rsid w:val="00037B45"/>
    <w:rsid w:val="0004002E"/>
    <w:rsid w:val="000424DA"/>
    <w:rsid w:val="00042C9F"/>
    <w:rsid w:val="000447CC"/>
    <w:rsid w:val="00045134"/>
    <w:rsid w:val="00045EA6"/>
    <w:rsid w:val="00046099"/>
    <w:rsid w:val="00050338"/>
    <w:rsid w:val="00051D2E"/>
    <w:rsid w:val="00054BA0"/>
    <w:rsid w:val="00055586"/>
    <w:rsid w:val="00055F4B"/>
    <w:rsid w:val="00056619"/>
    <w:rsid w:val="000566A2"/>
    <w:rsid w:val="00062BD1"/>
    <w:rsid w:val="000647F1"/>
    <w:rsid w:val="00065311"/>
    <w:rsid w:val="00067298"/>
    <w:rsid w:val="0006799A"/>
    <w:rsid w:val="00067D3F"/>
    <w:rsid w:val="000716EB"/>
    <w:rsid w:val="00071A78"/>
    <w:rsid w:val="0007502C"/>
    <w:rsid w:val="000770B7"/>
    <w:rsid w:val="00080EA6"/>
    <w:rsid w:val="00081237"/>
    <w:rsid w:val="000814AF"/>
    <w:rsid w:val="0008200D"/>
    <w:rsid w:val="000822EF"/>
    <w:rsid w:val="0008292C"/>
    <w:rsid w:val="000854A2"/>
    <w:rsid w:val="0008756D"/>
    <w:rsid w:val="00090B3C"/>
    <w:rsid w:val="00092C01"/>
    <w:rsid w:val="00094E64"/>
    <w:rsid w:val="000954FB"/>
    <w:rsid w:val="000A0F15"/>
    <w:rsid w:val="000A2A2B"/>
    <w:rsid w:val="000A3552"/>
    <w:rsid w:val="000A75C5"/>
    <w:rsid w:val="000B1B64"/>
    <w:rsid w:val="000B2D04"/>
    <w:rsid w:val="000B61C2"/>
    <w:rsid w:val="000B6F58"/>
    <w:rsid w:val="000B7B0E"/>
    <w:rsid w:val="000B7F23"/>
    <w:rsid w:val="000B7F60"/>
    <w:rsid w:val="000C7587"/>
    <w:rsid w:val="000C7FB5"/>
    <w:rsid w:val="000D1186"/>
    <w:rsid w:val="000D1606"/>
    <w:rsid w:val="000D2698"/>
    <w:rsid w:val="000D2FCD"/>
    <w:rsid w:val="000D4349"/>
    <w:rsid w:val="000E0050"/>
    <w:rsid w:val="000E005F"/>
    <w:rsid w:val="000E4343"/>
    <w:rsid w:val="000E476E"/>
    <w:rsid w:val="000E5B41"/>
    <w:rsid w:val="000E7125"/>
    <w:rsid w:val="000F3D3C"/>
    <w:rsid w:val="000F4021"/>
    <w:rsid w:val="000F6550"/>
    <w:rsid w:val="000F6D7A"/>
    <w:rsid w:val="00101256"/>
    <w:rsid w:val="00101490"/>
    <w:rsid w:val="001032CA"/>
    <w:rsid w:val="001057FA"/>
    <w:rsid w:val="00112E9E"/>
    <w:rsid w:val="0011348C"/>
    <w:rsid w:val="00114264"/>
    <w:rsid w:val="00114805"/>
    <w:rsid w:val="001152A7"/>
    <w:rsid w:val="001171F1"/>
    <w:rsid w:val="001173C9"/>
    <w:rsid w:val="00120834"/>
    <w:rsid w:val="00120A8C"/>
    <w:rsid w:val="00123659"/>
    <w:rsid w:val="00124334"/>
    <w:rsid w:val="00131AA5"/>
    <w:rsid w:val="001339CA"/>
    <w:rsid w:val="00133D3D"/>
    <w:rsid w:val="001349B9"/>
    <w:rsid w:val="001354B1"/>
    <w:rsid w:val="00137623"/>
    <w:rsid w:val="00137A79"/>
    <w:rsid w:val="00143413"/>
    <w:rsid w:val="00143585"/>
    <w:rsid w:val="00143BE3"/>
    <w:rsid w:val="001441E9"/>
    <w:rsid w:val="00144E1C"/>
    <w:rsid w:val="001478B3"/>
    <w:rsid w:val="00147EDF"/>
    <w:rsid w:val="00152046"/>
    <w:rsid w:val="00154983"/>
    <w:rsid w:val="00156D4E"/>
    <w:rsid w:val="00157DEA"/>
    <w:rsid w:val="001600F4"/>
    <w:rsid w:val="00160EBA"/>
    <w:rsid w:val="00162DAD"/>
    <w:rsid w:val="00163BB6"/>
    <w:rsid w:val="001655F6"/>
    <w:rsid w:val="00170D84"/>
    <w:rsid w:val="001717AE"/>
    <w:rsid w:val="001779EF"/>
    <w:rsid w:val="0018049C"/>
    <w:rsid w:val="00180CA5"/>
    <w:rsid w:val="00183064"/>
    <w:rsid w:val="001836E7"/>
    <w:rsid w:val="00183DAC"/>
    <w:rsid w:val="0018531C"/>
    <w:rsid w:val="001863DD"/>
    <w:rsid w:val="001868C5"/>
    <w:rsid w:val="0019024A"/>
    <w:rsid w:val="00190440"/>
    <w:rsid w:val="00192866"/>
    <w:rsid w:val="001933D4"/>
    <w:rsid w:val="0019604B"/>
    <w:rsid w:val="001967AF"/>
    <w:rsid w:val="0019709A"/>
    <w:rsid w:val="0019724D"/>
    <w:rsid w:val="001A0665"/>
    <w:rsid w:val="001A21A1"/>
    <w:rsid w:val="001A4C9A"/>
    <w:rsid w:val="001A4F30"/>
    <w:rsid w:val="001A5AB2"/>
    <w:rsid w:val="001A682E"/>
    <w:rsid w:val="001A77EA"/>
    <w:rsid w:val="001B0D97"/>
    <w:rsid w:val="001B41DD"/>
    <w:rsid w:val="001B52F9"/>
    <w:rsid w:val="001B5E27"/>
    <w:rsid w:val="001B6B0C"/>
    <w:rsid w:val="001C02E8"/>
    <w:rsid w:val="001C414E"/>
    <w:rsid w:val="001C4976"/>
    <w:rsid w:val="001C5539"/>
    <w:rsid w:val="001C5EFF"/>
    <w:rsid w:val="001D1B91"/>
    <w:rsid w:val="001D717B"/>
    <w:rsid w:val="001D7292"/>
    <w:rsid w:val="001D79DE"/>
    <w:rsid w:val="001D7FB7"/>
    <w:rsid w:val="001E373C"/>
    <w:rsid w:val="001E792A"/>
    <w:rsid w:val="001F0504"/>
    <w:rsid w:val="001F07AF"/>
    <w:rsid w:val="001F3935"/>
    <w:rsid w:val="001F3C01"/>
    <w:rsid w:val="001F6170"/>
    <w:rsid w:val="001F7AF0"/>
    <w:rsid w:val="00200E4E"/>
    <w:rsid w:val="00200E81"/>
    <w:rsid w:val="002011C3"/>
    <w:rsid w:val="002014A4"/>
    <w:rsid w:val="00201FAF"/>
    <w:rsid w:val="002026CA"/>
    <w:rsid w:val="00202F64"/>
    <w:rsid w:val="00203782"/>
    <w:rsid w:val="002038CD"/>
    <w:rsid w:val="00206C68"/>
    <w:rsid w:val="002100E7"/>
    <w:rsid w:val="0021240C"/>
    <w:rsid w:val="00214E1C"/>
    <w:rsid w:val="002152AB"/>
    <w:rsid w:val="00216F5E"/>
    <w:rsid w:val="00220609"/>
    <w:rsid w:val="00220EB4"/>
    <w:rsid w:val="00222FD2"/>
    <w:rsid w:val="00224164"/>
    <w:rsid w:val="00225B04"/>
    <w:rsid w:val="00225C57"/>
    <w:rsid w:val="00230CBA"/>
    <w:rsid w:val="00233DC1"/>
    <w:rsid w:val="0023690C"/>
    <w:rsid w:val="00237021"/>
    <w:rsid w:val="002400AA"/>
    <w:rsid w:val="00240574"/>
    <w:rsid w:val="0024069F"/>
    <w:rsid w:val="00240CC1"/>
    <w:rsid w:val="0024642F"/>
    <w:rsid w:val="0024652F"/>
    <w:rsid w:val="002468FF"/>
    <w:rsid w:val="00250091"/>
    <w:rsid w:val="002518BB"/>
    <w:rsid w:val="00252BFB"/>
    <w:rsid w:val="00253D17"/>
    <w:rsid w:val="00253EA9"/>
    <w:rsid w:val="0025584A"/>
    <w:rsid w:val="00255AF7"/>
    <w:rsid w:val="00256989"/>
    <w:rsid w:val="00256B02"/>
    <w:rsid w:val="002571D0"/>
    <w:rsid w:val="0026312E"/>
    <w:rsid w:val="00263E40"/>
    <w:rsid w:val="00266DFD"/>
    <w:rsid w:val="00276B4A"/>
    <w:rsid w:val="00282AE2"/>
    <w:rsid w:val="00282DCF"/>
    <w:rsid w:val="00285BCF"/>
    <w:rsid w:val="00286922"/>
    <w:rsid w:val="002872B4"/>
    <w:rsid w:val="002872EF"/>
    <w:rsid w:val="00290689"/>
    <w:rsid w:val="00291684"/>
    <w:rsid w:val="0029293A"/>
    <w:rsid w:val="00293453"/>
    <w:rsid w:val="002948A4"/>
    <w:rsid w:val="0029687D"/>
    <w:rsid w:val="002A0118"/>
    <w:rsid w:val="002A5702"/>
    <w:rsid w:val="002A7374"/>
    <w:rsid w:val="002B0637"/>
    <w:rsid w:val="002B0899"/>
    <w:rsid w:val="002B1AE5"/>
    <w:rsid w:val="002B2E9A"/>
    <w:rsid w:val="002B2F89"/>
    <w:rsid w:val="002B31DF"/>
    <w:rsid w:val="002B658C"/>
    <w:rsid w:val="002B7BCA"/>
    <w:rsid w:val="002C2F32"/>
    <w:rsid w:val="002C4986"/>
    <w:rsid w:val="002D0699"/>
    <w:rsid w:val="002D11C4"/>
    <w:rsid w:val="002D2E37"/>
    <w:rsid w:val="002D3D92"/>
    <w:rsid w:val="002D50E0"/>
    <w:rsid w:val="002D53E5"/>
    <w:rsid w:val="002D6D59"/>
    <w:rsid w:val="002D70A2"/>
    <w:rsid w:val="002E5362"/>
    <w:rsid w:val="002F1C34"/>
    <w:rsid w:val="002F276C"/>
    <w:rsid w:val="002F45BE"/>
    <w:rsid w:val="002F65D0"/>
    <w:rsid w:val="002F717D"/>
    <w:rsid w:val="00301FE6"/>
    <w:rsid w:val="00302616"/>
    <w:rsid w:val="0030300A"/>
    <w:rsid w:val="00303039"/>
    <w:rsid w:val="003033A6"/>
    <w:rsid w:val="00303F6E"/>
    <w:rsid w:val="003073FA"/>
    <w:rsid w:val="00312A21"/>
    <w:rsid w:val="00313226"/>
    <w:rsid w:val="00315A57"/>
    <w:rsid w:val="00316F71"/>
    <w:rsid w:val="003173E1"/>
    <w:rsid w:val="003213C7"/>
    <w:rsid w:val="00322BE4"/>
    <w:rsid w:val="0032397F"/>
    <w:rsid w:val="00324847"/>
    <w:rsid w:val="003255EE"/>
    <w:rsid w:val="00327B9E"/>
    <w:rsid w:val="00334034"/>
    <w:rsid w:val="00337972"/>
    <w:rsid w:val="00340BF5"/>
    <w:rsid w:val="00340FBA"/>
    <w:rsid w:val="00342736"/>
    <w:rsid w:val="003467FA"/>
    <w:rsid w:val="00347C47"/>
    <w:rsid w:val="00356AD7"/>
    <w:rsid w:val="00356CE5"/>
    <w:rsid w:val="003600DD"/>
    <w:rsid w:val="00360298"/>
    <w:rsid w:val="00362621"/>
    <w:rsid w:val="003643D4"/>
    <w:rsid w:val="0036506E"/>
    <w:rsid w:val="00373E49"/>
    <w:rsid w:val="00377BF3"/>
    <w:rsid w:val="00380221"/>
    <w:rsid w:val="003873F2"/>
    <w:rsid w:val="00387625"/>
    <w:rsid w:val="00390012"/>
    <w:rsid w:val="00390FDB"/>
    <w:rsid w:val="003931FA"/>
    <w:rsid w:val="00396369"/>
    <w:rsid w:val="0039642F"/>
    <w:rsid w:val="003A15CB"/>
    <w:rsid w:val="003A5ADF"/>
    <w:rsid w:val="003A62B6"/>
    <w:rsid w:val="003A749F"/>
    <w:rsid w:val="003A7AF8"/>
    <w:rsid w:val="003B072D"/>
    <w:rsid w:val="003B08CF"/>
    <w:rsid w:val="003B2117"/>
    <w:rsid w:val="003B2128"/>
    <w:rsid w:val="003B565E"/>
    <w:rsid w:val="003B6AC0"/>
    <w:rsid w:val="003B76E9"/>
    <w:rsid w:val="003C0A35"/>
    <w:rsid w:val="003C0C0A"/>
    <w:rsid w:val="003C15B7"/>
    <w:rsid w:val="003C1C98"/>
    <w:rsid w:val="003C1E15"/>
    <w:rsid w:val="003C2CB8"/>
    <w:rsid w:val="003C42A4"/>
    <w:rsid w:val="003C4A8D"/>
    <w:rsid w:val="003C5D12"/>
    <w:rsid w:val="003C5E58"/>
    <w:rsid w:val="003D0DAF"/>
    <w:rsid w:val="003D2C69"/>
    <w:rsid w:val="003D2E94"/>
    <w:rsid w:val="003D3495"/>
    <w:rsid w:val="003D41B6"/>
    <w:rsid w:val="003D525C"/>
    <w:rsid w:val="003D631B"/>
    <w:rsid w:val="003E0380"/>
    <w:rsid w:val="003E0772"/>
    <w:rsid w:val="003E0C2D"/>
    <w:rsid w:val="003E243A"/>
    <w:rsid w:val="003E54D3"/>
    <w:rsid w:val="003E67A9"/>
    <w:rsid w:val="003E734B"/>
    <w:rsid w:val="003F0065"/>
    <w:rsid w:val="003F09EA"/>
    <w:rsid w:val="003F179B"/>
    <w:rsid w:val="003F1E31"/>
    <w:rsid w:val="003F2E51"/>
    <w:rsid w:val="003F3B70"/>
    <w:rsid w:val="003F42AD"/>
    <w:rsid w:val="003F552E"/>
    <w:rsid w:val="003F5F37"/>
    <w:rsid w:val="003F73EC"/>
    <w:rsid w:val="00400E14"/>
    <w:rsid w:val="00410376"/>
    <w:rsid w:val="00411AB0"/>
    <w:rsid w:val="00414BDE"/>
    <w:rsid w:val="00415EC1"/>
    <w:rsid w:val="00416056"/>
    <w:rsid w:val="00416699"/>
    <w:rsid w:val="00417AEB"/>
    <w:rsid w:val="00425B6F"/>
    <w:rsid w:val="00425E47"/>
    <w:rsid w:val="00427278"/>
    <w:rsid w:val="004305C9"/>
    <w:rsid w:val="00430698"/>
    <w:rsid w:val="00431C8E"/>
    <w:rsid w:val="00432268"/>
    <w:rsid w:val="004370C2"/>
    <w:rsid w:val="00440F17"/>
    <w:rsid w:val="00442DD9"/>
    <w:rsid w:val="00443C42"/>
    <w:rsid w:val="00444BDB"/>
    <w:rsid w:val="004463D2"/>
    <w:rsid w:val="0045027F"/>
    <w:rsid w:val="00451D1B"/>
    <w:rsid w:val="00451F91"/>
    <w:rsid w:val="0045625B"/>
    <w:rsid w:val="004616D9"/>
    <w:rsid w:val="004649E6"/>
    <w:rsid w:val="00464C6C"/>
    <w:rsid w:val="00465E64"/>
    <w:rsid w:val="004668E3"/>
    <w:rsid w:val="00470B47"/>
    <w:rsid w:val="00471542"/>
    <w:rsid w:val="00472B25"/>
    <w:rsid w:val="0047369B"/>
    <w:rsid w:val="0047380E"/>
    <w:rsid w:val="00474A09"/>
    <w:rsid w:val="00474C36"/>
    <w:rsid w:val="00475392"/>
    <w:rsid w:val="00475828"/>
    <w:rsid w:val="00476255"/>
    <w:rsid w:val="004771D0"/>
    <w:rsid w:val="004820B3"/>
    <w:rsid w:val="004866F2"/>
    <w:rsid w:val="00486759"/>
    <w:rsid w:val="00490DE4"/>
    <w:rsid w:val="00492726"/>
    <w:rsid w:val="00493AF2"/>
    <w:rsid w:val="004947A4"/>
    <w:rsid w:val="00496422"/>
    <w:rsid w:val="004A2763"/>
    <w:rsid w:val="004A4EEA"/>
    <w:rsid w:val="004A64CF"/>
    <w:rsid w:val="004A7E0A"/>
    <w:rsid w:val="004B16CB"/>
    <w:rsid w:val="004B35F9"/>
    <w:rsid w:val="004B72F0"/>
    <w:rsid w:val="004B7BA6"/>
    <w:rsid w:val="004C09A5"/>
    <w:rsid w:val="004C467C"/>
    <w:rsid w:val="004C46BF"/>
    <w:rsid w:val="004C4EFF"/>
    <w:rsid w:val="004C508D"/>
    <w:rsid w:val="004C5207"/>
    <w:rsid w:val="004C5540"/>
    <w:rsid w:val="004C5AB6"/>
    <w:rsid w:val="004C6A18"/>
    <w:rsid w:val="004C7734"/>
    <w:rsid w:val="004D0441"/>
    <w:rsid w:val="004D12BA"/>
    <w:rsid w:val="004D23E6"/>
    <w:rsid w:val="004D2AB8"/>
    <w:rsid w:val="004D61F4"/>
    <w:rsid w:val="004E14F0"/>
    <w:rsid w:val="004E3DC2"/>
    <w:rsid w:val="004E421B"/>
    <w:rsid w:val="004E6B87"/>
    <w:rsid w:val="004E6BF1"/>
    <w:rsid w:val="004E6D84"/>
    <w:rsid w:val="004F1034"/>
    <w:rsid w:val="004F10BD"/>
    <w:rsid w:val="004F4363"/>
    <w:rsid w:val="004F4552"/>
    <w:rsid w:val="004F57C3"/>
    <w:rsid w:val="004F5DE9"/>
    <w:rsid w:val="00501C0A"/>
    <w:rsid w:val="00503A03"/>
    <w:rsid w:val="0050790E"/>
    <w:rsid w:val="0051055F"/>
    <w:rsid w:val="00512671"/>
    <w:rsid w:val="00514453"/>
    <w:rsid w:val="005159F9"/>
    <w:rsid w:val="00515C08"/>
    <w:rsid w:val="0052301C"/>
    <w:rsid w:val="00524B29"/>
    <w:rsid w:val="00525266"/>
    <w:rsid w:val="005269C8"/>
    <w:rsid w:val="00530900"/>
    <w:rsid w:val="00532D97"/>
    <w:rsid w:val="005341B3"/>
    <w:rsid w:val="00534375"/>
    <w:rsid w:val="00540803"/>
    <w:rsid w:val="00541373"/>
    <w:rsid w:val="005414D4"/>
    <w:rsid w:val="00544A84"/>
    <w:rsid w:val="005469F4"/>
    <w:rsid w:val="00547844"/>
    <w:rsid w:val="00552883"/>
    <w:rsid w:val="00553F21"/>
    <w:rsid w:val="00554324"/>
    <w:rsid w:val="005547D7"/>
    <w:rsid w:val="005578D4"/>
    <w:rsid w:val="0056144A"/>
    <w:rsid w:val="0056178D"/>
    <w:rsid w:val="00562417"/>
    <w:rsid w:val="005645EA"/>
    <w:rsid w:val="005708FD"/>
    <w:rsid w:val="0057333F"/>
    <w:rsid w:val="00573474"/>
    <w:rsid w:val="00574420"/>
    <w:rsid w:val="005744FA"/>
    <w:rsid w:val="00574DEA"/>
    <w:rsid w:val="00575DCC"/>
    <w:rsid w:val="00577403"/>
    <w:rsid w:val="00577ADA"/>
    <w:rsid w:val="0058092C"/>
    <w:rsid w:val="00585400"/>
    <w:rsid w:val="0058579E"/>
    <w:rsid w:val="00586FC3"/>
    <w:rsid w:val="005872C6"/>
    <w:rsid w:val="005906A0"/>
    <w:rsid w:val="0059434B"/>
    <w:rsid w:val="005946AB"/>
    <w:rsid w:val="00594BD1"/>
    <w:rsid w:val="005A0EB8"/>
    <w:rsid w:val="005A0F21"/>
    <w:rsid w:val="005A4DBE"/>
    <w:rsid w:val="005A4F1C"/>
    <w:rsid w:val="005A5145"/>
    <w:rsid w:val="005A58ED"/>
    <w:rsid w:val="005A6941"/>
    <w:rsid w:val="005A755E"/>
    <w:rsid w:val="005B0072"/>
    <w:rsid w:val="005B22DB"/>
    <w:rsid w:val="005B29C2"/>
    <w:rsid w:val="005B3365"/>
    <w:rsid w:val="005B5C8F"/>
    <w:rsid w:val="005B6933"/>
    <w:rsid w:val="005B7C14"/>
    <w:rsid w:val="005B7F59"/>
    <w:rsid w:val="005C0905"/>
    <w:rsid w:val="005C3AF9"/>
    <w:rsid w:val="005D13CB"/>
    <w:rsid w:val="005D472F"/>
    <w:rsid w:val="005E0ABC"/>
    <w:rsid w:val="005E23CF"/>
    <w:rsid w:val="005E345C"/>
    <w:rsid w:val="005E3995"/>
    <w:rsid w:val="005E441C"/>
    <w:rsid w:val="005E5D15"/>
    <w:rsid w:val="005E66A8"/>
    <w:rsid w:val="005E6F22"/>
    <w:rsid w:val="005F02AA"/>
    <w:rsid w:val="005F1A32"/>
    <w:rsid w:val="005F214D"/>
    <w:rsid w:val="005F2332"/>
    <w:rsid w:val="005F2391"/>
    <w:rsid w:val="005F36D7"/>
    <w:rsid w:val="005F401A"/>
    <w:rsid w:val="005F588C"/>
    <w:rsid w:val="005F6051"/>
    <w:rsid w:val="005F756E"/>
    <w:rsid w:val="0060095E"/>
    <w:rsid w:val="00601643"/>
    <w:rsid w:val="00601FD6"/>
    <w:rsid w:val="00607A71"/>
    <w:rsid w:val="006132B4"/>
    <w:rsid w:val="00613C62"/>
    <w:rsid w:val="00614631"/>
    <w:rsid w:val="00621431"/>
    <w:rsid w:val="00622A82"/>
    <w:rsid w:val="00623185"/>
    <w:rsid w:val="006249E1"/>
    <w:rsid w:val="006278C7"/>
    <w:rsid w:val="00630927"/>
    <w:rsid w:val="00633F33"/>
    <w:rsid w:val="00634D47"/>
    <w:rsid w:val="00635AB4"/>
    <w:rsid w:val="00636557"/>
    <w:rsid w:val="006403D9"/>
    <w:rsid w:val="00640B18"/>
    <w:rsid w:val="006428B9"/>
    <w:rsid w:val="0064351E"/>
    <w:rsid w:val="00646412"/>
    <w:rsid w:val="00647406"/>
    <w:rsid w:val="00650C4A"/>
    <w:rsid w:val="00662766"/>
    <w:rsid w:val="00664A4E"/>
    <w:rsid w:val="00665BC1"/>
    <w:rsid w:val="00667BE1"/>
    <w:rsid w:val="00670D1D"/>
    <w:rsid w:val="00671728"/>
    <w:rsid w:val="00671E57"/>
    <w:rsid w:val="00672542"/>
    <w:rsid w:val="00683162"/>
    <w:rsid w:val="00683FD7"/>
    <w:rsid w:val="00684181"/>
    <w:rsid w:val="006845D3"/>
    <w:rsid w:val="00685065"/>
    <w:rsid w:val="00686208"/>
    <w:rsid w:val="00690BBA"/>
    <w:rsid w:val="006A0047"/>
    <w:rsid w:val="006A1AE0"/>
    <w:rsid w:val="006A5290"/>
    <w:rsid w:val="006A6B9D"/>
    <w:rsid w:val="006A7A1B"/>
    <w:rsid w:val="006B04C6"/>
    <w:rsid w:val="006B1C8E"/>
    <w:rsid w:val="006B29F9"/>
    <w:rsid w:val="006B2A91"/>
    <w:rsid w:val="006B4F15"/>
    <w:rsid w:val="006B5F3F"/>
    <w:rsid w:val="006B793D"/>
    <w:rsid w:val="006B7F8F"/>
    <w:rsid w:val="006C18BA"/>
    <w:rsid w:val="006C2C8A"/>
    <w:rsid w:val="006C39A3"/>
    <w:rsid w:val="006C567E"/>
    <w:rsid w:val="006C6763"/>
    <w:rsid w:val="006D1FD3"/>
    <w:rsid w:val="006D2B79"/>
    <w:rsid w:val="006D2DE2"/>
    <w:rsid w:val="006D3FA7"/>
    <w:rsid w:val="006D4B2A"/>
    <w:rsid w:val="006D4B31"/>
    <w:rsid w:val="006D5CA4"/>
    <w:rsid w:val="006D797D"/>
    <w:rsid w:val="006E0733"/>
    <w:rsid w:val="006E38C5"/>
    <w:rsid w:val="006E45A5"/>
    <w:rsid w:val="006E5209"/>
    <w:rsid w:val="006E6DAC"/>
    <w:rsid w:val="006F3ADA"/>
    <w:rsid w:val="006F6740"/>
    <w:rsid w:val="00700C35"/>
    <w:rsid w:val="00700EBB"/>
    <w:rsid w:val="00705CE9"/>
    <w:rsid w:val="00706FB1"/>
    <w:rsid w:val="00711915"/>
    <w:rsid w:val="00712A11"/>
    <w:rsid w:val="00712E43"/>
    <w:rsid w:val="007135DF"/>
    <w:rsid w:val="00713EA8"/>
    <w:rsid w:val="00714169"/>
    <w:rsid w:val="007142B6"/>
    <w:rsid w:val="00714724"/>
    <w:rsid w:val="00717EBB"/>
    <w:rsid w:val="00721935"/>
    <w:rsid w:val="00723327"/>
    <w:rsid w:val="0072368B"/>
    <w:rsid w:val="00724AA1"/>
    <w:rsid w:val="00724D27"/>
    <w:rsid w:val="0072558B"/>
    <w:rsid w:val="007258D9"/>
    <w:rsid w:val="00725BC1"/>
    <w:rsid w:val="007274E1"/>
    <w:rsid w:val="007307A1"/>
    <w:rsid w:val="00730DBB"/>
    <w:rsid w:val="00731673"/>
    <w:rsid w:val="00731F88"/>
    <w:rsid w:val="0073299E"/>
    <w:rsid w:val="00736107"/>
    <w:rsid w:val="00737103"/>
    <w:rsid w:val="00741C83"/>
    <w:rsid w:val="00742762"/>
    <w:rsid w:val="0074312B"/>
    <w:rsid w:val="00744D0E"/>
    <w:rsid w:val="007470D2"/>
    <w:rsid w:val="0075027E"/>
    <w:rsid w:val="00750990"/>
    <w:rsid w:val="00750E2A"/>
    <w:rsid w:val="00753C86"/>
    <w:rsid w:val="00755460"/>
    <w:rsid w:val="0075669E"/>
    <w:rsid w:val="007569E2"/>
    <w:rsid w:val="00760664"/>
    <w:rsid w:val="007607F8"/>
    <w:rsid w:val="00760E3A"/>
    <w:rsid w:val="0076177D"/>
    <w:rsid w:val="007640C0"/>
    <w:rsid w:val="00764D23"/>
    <w:rsid w:val="007664AC"/>
    <w:rsid w:val="0077039F"/>
    <w:rsid w:val="00770B8B"/>
    <w:rsid w:val="00774FF1"/>
    <w:rsid w:val="00776A2A"/>
    <w:rsid w:val="00776F49"/>
    <w:rsid w:val="0077739F"/>
    <w:rsid w:val="0078016D"/>
    <w:rsid w:val="00781027"/>
    <w:rsid w:val="0078266D"/>
    <w:rsid w:val="0078599B"/>
    <w:rsid w:val="00786A60"/>
    <w:rsid w:val="0079086D"/>
    <w:rsid w:val="00790ADB"/>
    <w:rsid w:val="00790E20"/>
    <w:rsid w:val="00794566"/>
    <w:rsid w:val="0079617A"/>
    <w:rsid w:val="00797E48"/>
    <w:rsid w:val="007A007B"/>
    <w:rsid w:val="007A0BA2"/>
    <w:rsid w:val="007A4268"/>
    <w:rsid w:val="007B0214"/>
    <w:rsid w:val="007B107E"/>
    <w:rsid w:val="007B3B9D"/>
    <w:rsid w:val="007B6A00"/>
    <w:rsid w:val="007C18DC"/>
    <w:rsid w:val="007C1B12"/>
    <w:rsid w:val="007C2922"/>
    <w:rsid w:val="007C4439"/>
    <w:rsid w:val="007C4E90"/>
    <w:rsid w:val="007D5F29"/>
    <w:rsid w:val="007D7A85"/>
    <w:rsid w:val="007E0770"/>
    <w:rsid w:val="007E0971"/>
    <w:rsid w:val="007E0E8E"/>
    <w:rsid w:val="007E1C14"/>
    <w:rsid w:val="007E2AB5"/>
    <w:rsid w:val="007E65BB"/>
    <w:rsid w:val="007F1248"/>
    <w:rsid w:val="007F2A17"/>
    <w:rsid w:val="007F3564"/>
    <w:rsid w:val="007F3F7B"/>
    <w:rsid w:val="007F5831"/>
    <w:rsid w:val="008006B9"/>
    <w:rsid w:val="008014B4"/>
    <w:rsid w:val="00804500"/>
    <w:rsid w:val="00805252"/>
    <w:rsid w:val="008052E9"/>
    <w:rsid w:val="00807538"/>
    <w:rsid w:val="00812B07"/>
    <w:rsid w:val="00815024"/>
    <w:rsid w:val="008179EE"/>
    <w:rsid w:val="00820BCA"/>
    <w:rsid w:val="0082114F"/>
    <w:rsid w:val="00822724"/>
    <w:rsid w:val="0082464C"/>
    <w:rsid w:val="0082472D"/>
    <w:rsid w:val="0082577B"/>
    <w:rsid w:val="00825E8F"/>
    <w:rsid w:val="0082696E"/>
    <w:rsid w:val="00830484"/>
    <w:rsid w:val="00832744"/>
    <w:rsid w:val="00833826"/>
    <w:rsid w:val="00834754"/>
    <w:rsid w:val="00835F7A"/>
    <w:rsid w:val="008368A1"/>
    <w:rsid w:val="00836D91"/>
    <w:rsid w:val="00837D99"/>
    <w:rsid w:val="0084126D"/>
    <w:rsid w:val="008450BA"/>
    <w:rsid w:val="00845868"/>
    <w:rsid w:val="0084599C"/>
    <w:rsid w:val="00845A50"/>
    <w:rsid w:val="00846555"/>
    <w:rsid w:val="00847915"/>
    <w:rsid w:val="0085030C"/>
    <w:rsid w:val="00851327"/>
    <w:rsid w:val="0085221A"/>
    <w:rsid w:val="00853826"/>
    <w:rsid w:val="008556C8"/>
    <w:rsid w:val="0085674A"/>
    <w:rsid w:val="00856D80"/>
    <w:rsid w:val="00862D56"/>
    <w:rsid w:val="008634C2"/>
    <w:rsid w:val="00864967"/>
    <w:rsid w:val="00865ADF"/>
    <w:rsid w:val="00871430"/>
    <w:rsid w:val="008744A7"/>
    <w:rsid w:val="00874E8C"/>
    <w:rsid w:val="00875F1D"/>
    <w:rsid w:val="00876627"/>
    <w:rsid w:val="00877687"/>
    <w:rsid w:val="00883501"/>
    <w:rsid w:val="008837E8"/>
    <w:rsid w:val="00887490"/>
    <w:rsid w:val="00894317"/>
    <w:rsid w:val="008948A0"/>
    <w:rsid w:val="008957EA"/>
    <w:rsid w:val="00895844"/>
    <w:rsid w:val="008969CB"/>
    <w:rsid w:val="008972AF"/>
    <w:rsid w:val="008977EC"/>
    <w:rsid w:val="008A1203"/>
    <w:rsid w:val="008A144B"/>
    <w:rsid w:val="008A286F"/>
    <w:rsid w:val="008A327C"/>
    <w:rsid w:val="008A5C5A"/>
    <w:rsid w:val="008A66C2"/>
    <w:rsid w:val="008B1E44"/>
    <w:rsid w:val="008B5875"/>
    <w:rsid w:val="008B7054"/>
    <w:rsid w:val="008B721B"/>
    <w:rsid w:val="008B76CA"/>
    <w:rsid w:val="008C3501"/>
    <w:rsid w:val="008C63A6"/>
    <w:rsid w:val="008C69CB"/>
    <w:rsid w:val="008D57BF"/>
    <w:rsid w:val="008D58AF"/>
    <w:rsid w:val="008E55FB"/>
    <w:rsid w:val="008E7120"/>
    <w:rsid w:val="008E7CB7"/>
    <w:rsid w:val="008F13CD"/>
    <w:rsid w:val="008F19CD"/>
    <w:rsid w:val="008F2509"/>
    <w:rsid w:val="008F501E"/>
    <w:rsid w:val="008F6AB6"/>
    <w:rsid w:val="00900315"/>
    <w:rsid w:val="00903EC1"/>
    <w:rsid w:val="00906D75"/>
    <w:rsid w:val="009075E7"/>
    <w:rsid w:val="00911680"/>
    <w:rsid w:val="00912225"/>
    <w:rsid w:val="00914BE5"/>
    <w:rsid w:val="009209AA"/>
    <w:rsid w:val="0092268D"/>
    <w:rsid w:val="00922855"/>
    <w:rsid w:val="00922C48"/>
    <w:rsid w:val="00922E6A"/>
    <w:rsid w:val="00924222"/>
    <w:rsid w:val="00926B44"/>
    <w:rsid w:val="00926D07"/>
    <w:rsid w:val="0093014E"/>
    <w:rsid w:val="009320AF"/>
    <w:rsid w:val="009345E4"/>
    <w:rsid w:val="009426DC"/>
    <w:rsid w:val="00942DBB"/>
    <w:rsid w:val="00945EEA"/>
    <w:rsid w:val="00947454"/>
    <w:rsid w:val="00947541"/>
    <w:rsid w:val="00947FB5"/>
    <w:rsid w:val="009500D2"/>
    <w:rsid w:val="00950EF5"/>
    <w:rsid w:val="00955205"/>
    <w:rsid w:val="00955BC4"/>
    <w:rsid w:val="0095626E"/>
    <w:rsid w:val="0095676F"/>
    <w:rsid w:val="00956CCB"/>
    <w:rsid w:val="00957FAF"/>
    <w:rsid w:val="0096217D"/>
    <w:rsid w:val="009643BB"/>
    <w:rsid w:val="00966008"/>
    <w:rsid w:val="009664EB"/>
    <w:rsid w:val="009669D5"/>
    <w:rsid w:val="00967CFA"/>
    <w:rsid w:val="0097029A"/>
    <w:rsid w:val="009710A8"/>
    <w:rsid w:val="00972B65"/>
    <w:rsid w:val="00975583"/>
    <w:rsid w:val="00977D90"/>
    <w:rsid w:val="0098219A"/>
    <w:rsid w:val="00984279"/>
    <w:rsid w:val="009848A6"/>
    <w:rsid w:val="00985D9E"/>
    <w:rsid w:val="0099220A"/>
    <w:rsid w:val="009923B4"/>
    <w:rsid w:val="009949FA"/>
    <w:rsid w:val="00996E1B"/>
    <w:rsid w:val="009A1941"/>
    <w:rsid w:val="009A1A9F"/>
    <w:rsid w:val="009A34C9"/>
    <w:rsid w:val="009A48C6"/>
    <w:rsid w:val="009A4FE7"/>
    <w:rsid w:val="009B2509"/>
    <w:rsid w:val="009B2959"/>
    <w:rsid w:val="009C2E07"/>
    <w:rsid w:val="009C4B37"/>
    <w:rsid w:val="009C7371"/>
    <w:rsid w:val="009D2387"/>
    <w:rsid w:val="009D32E5"/>
    <w:rsid w:val="009D3A8B"/>
    <w:rsid w:val="009D3D7A"/>
    <w:rsid w:val="009D6870"/>
    <w:rsid w:val="009D7E23"/>
    <w:rsid w:val="009F0EEF"/>
    <w:rsid w:val="009F1642"/>
    <w:rsid w:val="009F1EBB"/>
    <w:rsid w:val="009F5D82"/>
    <w:rsid w:val="009F79FA"/>
    <w:rsid w:val="00A0150A"/>
    <w:rsid w:val="00A02D09"/>
    <w:rsid w:val="00A03FE5"/>
    <w:rsid w:val="00A046C2"/>
    <w:rsid w:val="00A065D7"/>
    <w:rsid w:val="00A06E12"/>
    <w:rsid w:val="00A132F0"/>
    <w:rsid w:val="00A1622F"/>
    <w:rsid w:val="00A17D4C"/>
    <w:rsid w:val="00A2355F"/>
    <w:rsid w:val="00A23DDA"/>
    <w:rsid w:val="00A249CD"/>
    <w:rsid w:val="00A26A1B"/>
    <w:rsid w:val="00A26C5A"/>
    <w:rsid w:val="00A30BD2"/>
    <w:rsid w:val="00A30E52"/>
    <w:rsid w:val="00A31129"/>
    <w:rsid w:val="00A32A16"/>
    <w:rsid w:val="00A32B5B"/>
    <w:rsid w:val="00A32C89"/>
    <w:rsid w:val="00A3539B"/>
    <w:rsid w:val="00A367D5"/>
    <w:rsid w:val="00A416D0"/>
    <w:rsid w:val="00A43D6D"/>
    <w:rsid w:val="00A45435"/>
    <w:rsid w:val="00A52BF6"/>
    <w:rsid w:val="00A54255"/>
    <w:rsid w:val="00A54989"/>
    <w:rsid w:val="00A55237"/>
    <w:rsid w:val="00A55525"/>
    <w:rsid w:val="00A55CDA"/>
    <w:rsid w:val="00A612A1"/>
    <w:rsid w:val="00A6174B"/>
    <w:rsid w:val="00A6377D"/>
    <w:rsid w:val="00A64D2B"/>
    <w:rsid w:val="00A66021"/>
    <w:rsid w:val="00A67426"/>
    <w:rsid w:val="00A71B08"/>
    <w:rsid w:val="00A72D68"/>
    <w:rsid w:val="00A73D68"/>
    <w:rsid w:val="00A759CE"/>
    <w:rsid w:val="00A767B8"/>
    <w:rsid w:val="00A77725"/>
    <w:rsid w:val="00A802A8"/>
    <w:rsid w:val="00A80CD8"/>
    <w:rsid w:val="00A81BA8"/>
    <w:rsid w:val="00A82208"/>
    <w:rsid w:val="00A82E72"/>
    <w:rsid w:val="00A871E3"/>
    <w:rsid w:val="00A87AA8"/>
    <w:rsid w:val="00A91441"/>
    <w:rsid w:val="00A9159C"/>
    <w:rsid w:val="00AA04C1"/>
    <w:rsid w:val="00AA0A99"/>
    <w:rsid w:val="00AA0EA7"/>
    <w:rsid w:val="00AA60CA"/>
    <w:rsid w:val="00AA7329"/>
    <w:rsid w:val="00AA79F4"/>
    <w:rsid w:val="00AB1761"/>
    <w:rsid w:val="00AB1D47"/>
    <w:rsid w:val="00AB1E6A"/>
    <w:rsid w:val="00AB2274"/>
    <w:rsid w:val="00AB2C16"/>
    <w:rsid w:val="00AB431C"/>
    <w:rsid w:val="00AB55EC"/>
    <w:rsid w:val="00AB66D5"/>
    <w:rsid w:val="00AB6CB5"/>
    <w:rsid w:val="00AB7792"/>
    <w:rsid w:val="00AB790D"/>
    <w:rsid w:val="00AC0721"/>
    <w:rsid w:val="00AC3E21"/>
    <w:rsid w:val="00AC5025"/>
    <w:rsid w:val="00AC5316"/>
    <w:rsid w:val="00AD5935"/>
    <w:rsid w:val="00AD70CC"/>
    <w:rsid w:val="00AE2A5E"/>
    <w:rsid w:val="00AE56AD"/>
    <w:rsid w:val="00AE5C61"/>
    <w:rsid w:val="00AE744F"/>
    <w:rsid w:val="00AF0D1E"/>
    <w:rsid w:val="00AF13F4"/>
    <w:rsid w:val="00AF57D0"/>
    <w:rsid w:val="00AF5945"/>
    <w:rsid w:val="00B05413"/>
    <w:rsid w:val="00B057DA"/>
    <w:rsid w:val="00B07800"/>
    <w:rsid w:val="00B100A3"/>
    <w:rsid w:val="00B11E82"/>
    <w:rsid w:val="00B157DC"/>
    <w:rsid w:val="00B2163B"/>
    <w:rsid w:val="00B21B4C"/>
    <w:rsid w:val="00B225FD"/>
    <w:rsid w:val="00B22CA0"/>
    <w:rsid w:val="00B22DD3"/>
    <w:rsid w:val="00B23583"/>
    <w:rsid w:val="00B245B7"/>
    <w:rsid w:val="00B2596D"/>
    <w:rsid w:val="00B25AEC"/>
    <w:rsid w:val="00B27BD2"/>
    <w:rsid w:val="00B304AE"/>
    <w:rsid w:val="00B34EA4"/>
    <w:rsid w:val="00B36BE6"/>
    <w:rsid w:val="00B411DB"/>
    <w:rsid w:val="00B4212E"/>
    <w:rsid w:val="00B42E15"/>
    <w:rsid w:val="00B43093"/>
    <w:rsid w:val="00B45BA6"/>
    <w:rsid w:val="00B45E79"/>
    <w:rsid w:val="00B4652E"/>
    <w:rsid w:val="00B51979"/>
    <w:rsid w:val="00B52056"/>
    <w:rsid w:val="00B546D5"/>
    <w:rsid w:val="00B54B15"/>
    <w:rsid w:val="00B54E7F"/>
    <w:rsid w:val="00B55791"/>
    <w:rsid w:val="00B62B84"/>
    <w:rsid w:val="00B64841"/>
    <w:rsid w:val="00B65661"/>
    <w:rsid w:val="00B65FEF"/>
    <w:rsid w:val="00B662F3"/>
    <w:rsid w:val="00B668A0"/>
    <w:rsid w:val="00B67861"/>
    <w:rsid w:val="00B722A1"/>
    <w:rsid w:val="00B72366"/>
    <w:rsid w:val="00B724DB"/>
    <w:rsid w:val="00B725AD"/>
    <w:rsid w:val="00B72A21"/>
    <w:rsid w:val="00B73758"/>
    <w:rsid w:val="00B77418"/>
    <w:rsid w:val="00B80CE1"/>
    <w:rsid w:val="00B82AF7"/>
    <w:rsid w:val="00B82AFB"/>
    <w:rsid w:val="00B835BF"/>
    <w:rsid w:val="00B83F27"/>
    <w:rsid w:val="00B85133"/>
    <w:rsid w:val="00B85386"/>
    <w:rsid w:val="00B85DD1"/>
    <w:rsid w:val="00B933D3"/>
    <w:rsid w:val="00B944FD"/>
    <w:rsid w:val="00B94D5A"/>
    <w:rsid w:val="00B955F4"/>
    <w:rsid w:val="00B96CAF"/>
    <w:rsid w:val="00B96FE6"/>
    <w:rsid w:val="00B97136"/>
    <w:rsid w:val="00BA1126"/>
    <w:rsid w:val="00BA292A"/>
    <w:rsid w:val="00BA631F"/>
    <w:rsid w:val="00BA682A"/>
    <w:rsid w:val="00BB4732"/>
    <w:rsid w:val="00BC1629"/>
    <w:rsid w:val="00BC25D9"/>
    <w:rsid w:val="00BC2E8C"/>
    <w:rsid w:val="00BC3493"/>
    <w:rsid w:val="00BC54DF"/>
    <w:rsid w:val="00BC61A8"/>
    <w:rsid w:val="00BD26D7"/>
    <w:rsid w:val="00BD3A3A"/>
    <w:rsid w:val="00BD3D75"/>
    <w:rsid w:val="00BD427B"/>
    <w:rsid w:val="00BD45F0"/>
    <w:rsid w:val="00BD48CB"/>
    <w:rsid w:val="00BD58D2"/>
    <w:rsid w:val="00BD62F9"/>
    <w:rsid w:val="00BD648F"/>
    <w:rsid w:val="00BD793E"/>
    <w:rsid w:val="00BE075D"/>
    <w:rsid w:val="00BE0CE9"/>
    <w:rsid w:val="00BE1CB0"/>
    <w:rsid w:val="00BE1FCE"/>
    <w:rsid w:val="00BE225A"/>
    <w:rsid w:val="00BE3BAB"/>
    <w:rsid w:val="00BE4E4D"/>
    <w:rsid w:val="00BE62E4"/>
    <w:rsid w:val="00BF0866"/>
    <w:rsid w:val="00BF0FA7"/>
    <w:rsid w:val="00BF3C1D"/>
    <w:rsid w:val="00BF4AC3"/>
    <w:rsid w:val="00BF4BB7"/>
    <w:rsid w:val="00BF4CC1"/>
    <w:rsid w:val="00BF5700"/>
    <w:rsid w:val="00BF7F0E"/>
    <w:rsid w:val="00C00694"/>
    <w:rsid w:val="00C008E8"/>
    <w:rsid w:val="00C01BC4"/>
    <w:rsid w:val="00C05363"/>
    <w:rsid w:val="00C06131"/>
    <w:rsid w:val="00C0740E"/>
    <w:rsid w:val="00C10226"/>
    <w:rsid w:val="00C114A7"/>
    <w:rsid w:val="00C125C9"/>
    <w:rsid w:val="00C154A4"/>
    <w:rsid w:val="00C16783"/>
    <w:rsid w:val="00C16A3F"/>
    <w:rsid w:val="00C17042"/>
    <w:rsid w:val="00C17140"/>
    <w:rsid w:val="00C20A24"/>
    <w:rsid w:val="00C22055"/>
    <w:rsid w:val="00C23578"/>
    <w:rsid w:val="00C2461D"/>
    <w:rsid w:val="00C258BC"/>
    <w:rsid w:val="00C269BD"/>
    <w:rsid w:val="00C2777C"/>
    <w:rsid w:val="00C32441"/>
    <w:rsid w:val="00C34461"/>
    <w:rsid w:val="00C34480"/>
    <w:rsid w:val="00C350EC"/>
    <w:rsid w:val="00C36DEB"/>
    <w:rsid w:val="00C411E4"/>
    <w:rsid w:val="00C415CA"/>
    <w:rsid w:val="00C43446"/>
    <w:rsid w:val="00C46BD1"/>
    <w:rsid w:val="00C47496"/>
    <w:rsid w:val="00C47AFF"/>
    <w:rsid w:val="00C5110D"/>
    <w:rsid w:val="00C5196F"/>
    <w:rsid w:val="00C54318"/>
    <w:rsid w:val="00C54626"/>
    <w:rsid w:val="00C55AA5"/>
    <w:rsid w:val="00C55DE2"/>
    <w:rsid w:val="00C62556"/>
    <w:rsid w:val="00C626FA"/>
    <w:rsid w:val="00C62FFE"/>
    <w:rsid w:val="00C63983"/>
    <w:rsid w:val="00C64976"/>
    <w:rsid w:val="00C65892"/>
    <w:rsid w:val="00C67E64"/>
    <w:rsid w:val="00C67EEE"/>
    <w:rsid w:val="00C70E73"/>
    <w:rsid w:val="00C70E89"/>
    <w:rsid w:val="00C7192B"/>
    <w:rsid w:val="00C73097"/>
    <w:rsid w:val="00C7473B"/>
    <w:rsid w:val="00C74754"/>
    <w:rsid w:val="00C75CA8"/>
    <w:rsid w:val="00C801CF"/>
    <w:rsid w:val="00C802E1"/>
    <w:rsid w:val="00C81E22"/>
    <w:rsid w:val="00C83548"/>
    <w:rsid w:val="00C84E12"/>
    <w:rsid w:val="00C85207"/>
    <w:rsid w:val="00C87D86"/>
    <w:rsid w:val="00C87DB4"/>
    <w:rsid w:val="00C906E7"/>
    <w:rsid w:val="00C914D4"/>
    <w:rsid w:val="00C91CD0"/>
    <w:rsid w:val="00C937E9"/>
    <w:rsid w:val="00C93CA4"/>
    <w:rsid w:val="00C957A9"/>
    <w:rsid w:val="00C96926"/>
    <w:rsid w:val="00C96ABF"/>
    <w:rsid w:val="00C97B8C"/>
    <w:rsid w:val="00CA10BC"/>
    <w:rsid w:val="00CA4D2B"/>
    <w:rsid w:val="00CA50ED"/>
    <w:rsid w:val="00CA5131"/>
    <w:rsid w:val="00CA5684"/>
    <w:rsid w:val="00CA62F7"/>
    <w:rsid w:val="00CA6F8C"/>
    <w:rsid w:val="00CB0E9C"/>
    <w:rsid w:val="00CB35AF"/>
    <w:rsid w:val="00CB4F8C"/>
    <w:rsid w:val="00CB4FAA"/>
    <w:rsid w:val="00CB5089"/>
    <w:rsid w:val="00CB619C"/>
    <w:rsid w:val="00CB6A8C"/>
    <w:rsid w:val="00CC1749"/>
    <w:rsid w:val="00CC37AB"/>
    <w:rsid w:val="00CC3938"/>
    <w:rsid w:val="00CC5CCD"/>
    <w:rsid w:val="00CC6232"/>
    <w:rsid w:val="00CC6249"/>
    <w:rsid w:val="00CC7463"/>
    <w:rsid w:val="00CD16EA"/>
    <w:rsid w:val="00CD3198"/>
    <w:rsid w:val="00CD4E74"/>
    <w:rsid w:val="00CD5010"/>
    <w:rsid w:val="00CD60C8"/>
    <w:rsid w:val="00CD7538"/>
    <w:rsid w:val="00CD76D8"/>
    <w:rsid w:val="00CE128F"/>
    <w:rsid w:val="00CE264C"/>
    <w:rsid w:val="00CE3BA7"/>
    <w:rsid w:val="00CE4B99"/>
    <w:rsid w:val="00CE776C"/>
    <w:rsid w:val="00CF0544"/>
    <w:rsid w:val="00CF0FCB"/>
    <w:rsid w:val="00CF1B78"/>
    <w:rsid w:val="00CF23F8"/>
    <w:rsid w:val="00CF2636"/>
    <w:rsid w:val="00CF3183"/>
    <w:rsid w:val="00CF6DB7"/>
    <w:rsid w:val="00D002CF"/>
    <w:rsid w:val="00D02B5D"/>
    <w:rsid w:val="00D10754"/>
    <w:rsid w:val="00D15F06"/>
    <w:rsid w:val="00D16892"/>
    <w:rsid w:val="00D16C37"/>
    <w:rsid w:val="00D26BBE"/>
    <w:rsid w:val="00D27C50"/>
    <w:rsid w:val="00D320D7"/>
    <w:rsid w:val="00D40167"/>
    <w:rsid w:val="00D426C2"/>
    <w:rsid w:val="00D4337F"/>
    <w:rsid w:val="00D50BC6"/>
    <w:rsid w:val="00D56823"/>
    <w:rsid w:val="00D574D9"/>
    <w:rsid w:val="00D61AE6"/>
    <w:rsid w:val="00D64020"/>
    <w:rsid w:val="00D64AB0"/>
    <w:rsid w:val="00D65395"/>
    <w:rsid w:val="00D67949"/>
    <w:rsid w:val="00D704F6"/>
    <w:rsid w:val="00D71827"/>
    <w:rsid w:val="00D743C8"/>
    <w:rsid w:val="00D7497A"/>
    <w:rsid w:val="00D74C8E"/>
    <w:rsid w:val="00D75A8C"/>
    <w:rsid w:val="00D776EB"/>
    <w:rsid w:val="00D77839"/>
    <w:rsid w:val="00D80002"/>
    <w:rsid w:val="00D80D52"/>
    <w:rsid w:val="00D812FB"/>
    <w:rsid w:val="00D8331C"/>
    <w:rsid w:val="00D848A8"/>
    <w:rsid w:val="00D856F5"/>
    <w:rsid w:val="00D8590A"/>
    <w:rsid w:val="00D86377"/>
    <w:rsid w:val="00D86CA5"/>
    <w:rsid w:val="00D86F17"/>
    <w:rsid w:val="00D87D58"/>
    <w:rsid w:val="00D9013C"/>
    <w:rsid w:val="00D906C7"/>
    <w:rsid w:val="00D906F7"/>
    <w:rsid w:val="00D92446"/>
    <w:rsid w:val="00D92BE0"/>
    <w:rsid w:val="00D93E09"/>
    <w:rsid w:val="00D95913"/>
    <w:rsid w:val="00D963A9"/>
    <w:rsid w:val="00D9717B"/>
    <w:rsid w:val="00DA111D"/>
    <w:rsid w:val="00DA48F8"/>
    <w:rsid w:val="00DA591C"/>
    <w:rsid w:val="00DA5C4F"/>
    <w:rsid w:val="00DA63BC"/>
    <w:rsid w:val="00DB0B0C"/>
    <w:rsid w:val="00DB327E"/>
    <w:rsid w:val="00DB54B0"/>
    <w:rsid w:val="00DC5AD1"/>
    <w:rsid w:val="00DC78A6"/>
    <w:rsid w:val="00DD23AD"/>
    <w:rsid w:val="00DD75A9"/>
    <w:rsid w:val="00DD7B5B"/>
    <w:rsid w:val="00DE1352"/>
    <w:rsid w:val="00DE4293"/>
    <w:rsid w:val="00DE5AFE"/>
    <w:rsid w:val="00DE6BAC"/>
    <w:rsid w:val="00DE6E31"/>
    <w:rsid w:val="00DF01AE"/>
    <w:rsid w:val="00DF01F1"/>
    <w:rsid w:val="00DF124B"/>
    <w:rsid w:val="00DF172E"/>
    <w:rsid w:val="00DF47B9"/>
    <w:rsid w:val="00DF5C1A"/>
    <w:rsid w:val="00DF68F4"/>
    <w:rsid w:val="00E00F5B"/>
    <w:rsid w:val="00E038E4"/>
    <w:rsid w:val="00E03E14"/>
    <w:rsid w:val="00E0447D"/>
    <w:rsid w:val="00E05A8A"/>
    <w:rsid w:val="00E06066"/>
    <w:rsid w:val="00E068F9"/>
    <w:rsid w:val="00E069DB"/>
    <w:rsid w:val="00E1110C"/>
    <w:rsid w:val="00E11CC2"/>
    <w:rsid w:val="00E1426D"/>
    <w:rsid w:val="00E14B0C"/>
    <w:rsid w:val="00E16CAF"/>
    <w:rsid w:val="00E16D7E"/>
    <w:rsid w:val="00E17A7C"/>
    <w:rsid w:val="00E25494"/>
    <w:rsid w:val="00E26076"/>
    <w:rsid w:val="00E278A6"/>
    <w:rsid w:val="00E27A6D"/>
    <w:rsid w:val="00E3010C"/>
    <w:rsid w:val="00E336D2"/>
    <w:rsid w:val="00E35FA1"/>
    <w:rsid w:val="00E43E4E"/>
    <w:rsid w:val="00E46707"/>
    <w:rsid w:val="00E50B37"/>
    <w:rsid w:val="00E514DB"/>
    <w:rsid w:val="00E54EF6"/>
    <w:rsid w:val="00E553AA"/>
    <w:rsid w:val="00E55F2E"/>
    <w:rsid w:val="00E5730E"/>
    <w:rsid w:val="00E62A23"/>
    <w:rsid w:val="00E676C3"/>
    <w:rsid w:val="00E7065B"/>
    <w:rsid w:val="00E731AB"/>
    <w:rsid w:val="00E733CD"/>
    <w:rsid w:val="00E736C0"/>
    <w:rsid w:val="00E74BF4"/>
    <w:rsid w:val="00E830D5"/>
    <w:rsid w:val="00E83BE1"/>
    <w:rsid w:val="00E85BBB"/>
    <w:rsid w:val="00E8771A"/>
    <w:rsid w:val="00E9437A"/>
    <w:rsid w:val="00E94C7D"/>
    <w:rsid w:val="00E958D2"/>
    <w:rsid w:val="00EA041E"/>
    <w:rsid w:val="00EA0926"/>
    <w:rsid w:val="00EA5054"/>
    <w:rsid w:val="00EA585F"/>
    <w:rsid w:val="00EB0915"/>
    <w:rsid w:val="00EB0CE6"/>
    <w:rsid w:val="00EB1686"/>
    <w:rsid w:val="00EB25C9"/>
    <w:rsid w:val="00EB3AF9"/>
    <w:rsid w:val="00EB5A74"/>
    <w:rsid w:val="00EB691A"/>
    <w:rsid w:val="00EB6DDD"/>
    <w:rsid w:val="00EB7138"/>
    <w:rsid w:val="00EC4884"/>
    <w:rsid w:val="00EC7EFF"/>
    <w:rsid w:val="00ED1902"/>
    <w:rsid w:val="00ED2297"/>
    <w:rsid w:val="00ED2852"/>
    <w:rsid w:val="00ED3CC4"/>
    <w:rsid w:val="00ED48A8"/>
    <w:rsid w:val="00ED5CAB"/>
    <w:rsid w:val="00ED7259"/>
    <w:rsid w:val="00EE08F6"/>
    <w:rsid w:val="00EE1B5D"/>
    <w:rsid w:val="00EE44DE"/>
    <w:rsid w:val="00EE7B07"/>
    <w:rsid w:val="00EE7C03"/>
    <w:rsid w:val="00EE7DE4"/>
    <w:rsid w:val="00EE7F7B"/>
    <w:rsid w:val="00EF1B36"/>
    <w:rsid w:val="00EF2DC1"/>
    <w:rsid w:val="00EF3B7A"/>
    <w:rsid w:val="00EF6461"/>
    <w:rsid w:val="00EF681A"/>
    <w:rsid w:val="00EF73D1"/>
    <w:rsid w:val="00EF751F"/>
    <w:rsid w:val="00EF7AB0"/>
    <w:rsid w:val="00EF7BE8"/>
    <w:rsid w:val="00F04647"/>
    <w:rsid w:val="00F05CC0"/>
    <w:rsid w:val="00F07DEF"/>
    <w:rsid w:val="00F11C5B"/>
    <w:rsid w:val="00F11CF9"/>
    <w:rsid w:val="00F15EFD"/>
    <w:rsid w:val="00F16B0F"/>
    <w:rsid w:val="00F24286"/>
    <w:rsid w:val="00F24F5C"/>
    <w:rsid w:val="00F25C8F"/>
    <w:rsid w:val="00F31FF4"/>
    <w:rsid w:val="00F32A37"/>
    <w:rsid w:val="00F32E8C"/>
    <w:rsid w:val="00F32EF9"/>
    <w:rsid w:val="00F33FCB"/>
    <w:rsid w:val="00F3518A"/>
    <w:rsid w:val="00F428B4"/>
    <w:rsid w:val="00F4573C"/>
    <w:rsid w:val="00F46A7D"/>
    <w:rsid w:val="00F47D1F"/>
    <w:rsid w:val="00F506A6"/>
    <w:rsid w:val="00F50D79"/>
    <w:rsid w:val="00F529B4"/>
    <w:rsid w:val="00F5374E"/>
    <w:rsid w:val="00F56CE9"/>
    <w:rsid w:val="00F57CE9"/>
    <w:rsid w:val="00F6137C"/>
    <w:rsid w:val="00F65135"/>
    <w:rsid w:val="00F660DF"/>
    <w:rsid w:val="00F66657"/>
    <w:rsid w:val="00F71875"/>
    <w:rsid w:val="00F7327B"/>
    <w:rsid w:val="00F7361B"/>
    <w:rsid w:val="00F73669"/>
    <w:rsid w:val="00F73BB7"/>
    <w:rsid w:val="00F764E7"/>
    <w:rsid w:val="00F773A8"/>
    <w:rsid w:val="00F77916"/>
    <w:rsid w:val="00F77C96"/>
    <w:rsid w:val="00F80A2A"/>
    <w:rsid w:val="00F81E74"/>
    <w:rsid w:val="00F86183"/>
    <w:rsid w:val="00F8663C"/>
    <w:rsid w:val="00F90290"/>
    <w:rsid w:val="00F921D1"/>
    <w:rsid w:val="00F92B34"/>
    <w:rsid w:val="00F94A31"/>
    <w:rsid w:val="00F96344"/>
    <w:rsid w:val="00FA4DE2"/>
    <w:rsid w:val="00FA54E1"/>
    <w:rsid w:val="00FA57B5"/>
    <w:rsid w:val="00FA5D4E"/>
    <w:rsid w:val="00FA7383"/>
    <w:rsid w:val="00FB07FD"/>
    <w:rsid w:val="00FB2EAE"/>
    <w:rsid w:val="00FB49D4"/>
    <w:rsid w:val="00FB59B4"/>
    <w:rsid w:val="00FB6853"/>
    <w:rsid w:val="00FC0166"/>
    <w:rsid w:val="00FC1F07"/>
    <w:rsid w:val="00FC6237"/>
    <w:rsid w:val="00FC7C1D"/>
    <w:rsid w:val="00FD19A1"/>
    <w:rsid w:val="00FD3BBD"/>
    <w:rsid w:val="00FD3E96"/>
    <w:rsid w:val="00FD67E0"/>
    <w:rsid w:val="00FD73C7"/>
    <w:rsid w:val="00FE3FC1"/>
    <w:rsid w:val="00FE4CCE"/>
    <w:rsid w:val="00FE5267"/>
    <w:rsid w:val="00FE5518"/>
    <w:rsid w:val="00FE5CEA"/>
    <w:rsid w:val="00FE7EFF"/>
    <w:rsid w:val="00FF0168"/>
    <w:rsid w:val="00FF045A"/>
    <w:rsid w:val="00FF2D07"/>
    <w:rsid w:val="00FF46F6"/>
    <w:rsid w:val="00FF480D"/>
    <w:rsid w:val="00FF4CA0"/>
    <w:rsid w:val="00FF54B4"/>
    <w:rsid w:val="00FF5779"/>
    <w:rsid w:val="00FF6143"/>
    <w:rsid w:val="00FF65E0"/>
    <w:rsid w:val="00FF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B9D"/>
    <w:rPr>
      <w:rFonts w:ascii="Times New Roman" w:hAnsi="Times New Roman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E52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35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357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1E57"/>
    <w:rPr>
      <w:rFonts w:ascii="Cambria" w:hAnsi="Cambria" w:cs="Cambria"/>
      <w:b/>
      <w:bCs/>
      <w:color w:val="000000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23578"/>
    <w:rPr>
      <w:rFonts w:ascii="Arial" w:hAnsi="Arial" w:cs="Arial"/>
      <w:b/>
      <w:bCs/>
      <w:i/>
      <w:iCs/>
      <w:color w:val="00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23578"/>
    <w:rPr>
      <w:rFonts w:ascii="Times New Roman" w:hAnsi="Times New Roman" w:cs="Times New Roman"/>
      <w:b/>
      <w:bCs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340FB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40FBA"/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340F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40FBA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BF0866"/>
    <w:pPr>
      <w:spacing w:after="160" w:line="240" w:lineRule="exact"/>
    </w:pPr>
    <w:rPr>
      <w:rFonts w:ascii="Arial" w:hAnsi="Arial" w:cs="Arial"/>
      <w:color w:val="auto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23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10</Pages>
  <Words>3331</Words>
  <Characters>18990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</dc:title>
  <dc:subject/>
  <dc:creator>Ник</dc:creator>
  <cp:keywords/>
  <dc:description/>
  <cp:lastModifiedBy>008</cp:lastModifiedBy>
  <cp:revision>2</cp:revision>
  <dcterms:created xsi:type="dcterms:W3CDTF">2013-09-11T09:17:00Z</dcterms:created>
  <dcterms:modified xsi:type="dcterms:W3CDTF">2013-09-11T09:17:00Z</dcterms:modified>
</cp:coreProperties>
</file>