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D69" w:rsidRDefault="005C4D69" w:rsidP="006E5209">
      <w:pPr>
        <w:ind w:right="174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Pr="003A15CB">
        <w:rPr>
          <w:sz w:val="28"/>
          <w:szCs w:val="28"/>
        </w:rPr>
        <w:t xml:space="preserve"> </w:t>
      </w:r>
    </w:p>
    <w:p w:rsidR="005C4D69" w:rsidRDefault="005C4D69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КИИКСКОГО  СЕЛЬСОВЕТА</w:t>
      </w:r>
    </w:p>
    <w:p w:rsidR="005C4D69" w:rsidRDefault="005C4D69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5C4D69" w:rsidRPr="00EE160E" w:rsidRDefault="005C4D69" w:rsidP="00EE160E">
      <w:pPr>
        <w:jc w:val="center"/>
        <w:rPr>
          <w:sz w:val="28"/>
          <w:szCs w:val="28"/>
        </w:rPr>
      </w:pPr>
      <w:r w:rsidRPr="00EE160E">
        <w:rPr>
          <w:sz w:val="28"/>
          <w:szCs w:val="28"/>
        </w:rPr>
        <w:t>НОВОСИБИРСКОЙ ОБЛАСТИ</w:t>
      </w:r>
    </w:p>
    <w:p w:rsidR="005C4D69" w:rsidRPr="006E5209" w:rsidRDefault="005C4D69" w:rsidP="006E5209">
      <w:pPr>
        <w:pStyle w:val="Heading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5209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5C4D69" w:rsidRPr="006428B9" w:rsidRDefault="005C4D69" w:rsidP="00435A9F">
      <w:pPr>
        <w:jc w:val="center"/>
        <w:rPr>
          <w:sz w:val="28"/>
          <w:szCs w:val="28"/>
        </w:rPr>
      </w:pPr>
      <w:r>
        <w:rPr>
          <w:sz w:val="28"/>
          <w:szCs w:val="28"/>
        </w:rPr>
        <w:t>тридцатой сессии четвертого созыва</w:t>
      </w:r>
    </w:p>
    <w:p w:rsidR="005C4D69" w:rsidRPr="006428B9" w:rsidRDefault="005C4D69" w:rsidP="00435A9F">
      <w:pPr>
        <w:ind w:left="-851" w:right="-766"/>
        <w:jc w:val="center"/>
        <w:rPr>
          <w:sz w:val="28"/>
          <w:szCs w:val="28"/>
        </w:rPr>
      </w:pPr>
      <w:r>
        <w:rPr>
          <w:sz w:val="28"/>
          <w:szCs w:val="28"/>
        </w:rPr>
        <w:t>с. Киик</w:t>
      </w:r>
    </w:p>
    <w:p w:rsidR="005C4D69" w:rsidRDefault="005C4D69" w:rsidP="00435A9F">
      <w:pPr>
        <w:ind w:right="-82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от 31.12.2013                                                                                                № 117</w:t>
      </w:r>
    </w:p>
    <w:p w:rsidR="005C4D69" w:rsidRDefault="005C4D69" w:rsidP="00435A9F">
      <w:pPr>
        <w:rPr>
          <w:b/>
          <w:bCs/>
          <w:sz w:val="28"/>
          <w:szCs w:val="28"/>
        </w:rPr>
      </w:pPr>
    </w:p>
    <w:p w:rsidR="005C4D69" w:rsidRDefault="005C4D69" w:rsidP="00435A9F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бюджет Киикского сельсовета Тогучинского района на  2013 год и плановый период 2014-2015 гг</w:t>
      </w:r>
    </w:p>
    <w:p w:rsidR="005C4D69" w:rsidRPr="00C7473B" w:rsidRDefault="005C4D69" w:rsidP="00435A9F">
      <w:pPr>
        <w:jc w:val="center"/>
        <w:rPr>
          <w:sz w:val="28"/>
          <w:szCs w:val="28"/>
        </w:rPr>
      </w:pPr>
    </w:p>
    <w:p w:rsidR="005C4D69" w:rsidRDefault="005C4D69" w:rsidP="00435A9F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Бюджетным кодексом Российской Федерации от 31.07.1998 № 145-ФЗ,</w:t>
      </w:r>
      <w:r w:rsidRPr="007A42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Киикского сельсовета, Положением «О бюджетном процессе в Киикском сельсовете» и рассмотрев предложение бюджетной комиссии, Совет депутатов   Киикского сельсовета Тогучинского района Новосибирской области   </w:t>
      </w:r>
    </w:p>
    <w:p w:rsidR="005C4D69" w:rsidRDefault="005C4D69" w:rsidP="00435A9F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C4D69" w:rsidRDefault="005C4D69" w:rsidP="00435A9F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C4D69" w:rsidRPr="00DD75A9" w:rsidRDefault="005C4D69" w:rsidP="00435A9F">
      <w:pPr>
        <w:jc w:val="both"/>
        <w:rPr>
          <w:sz w:val="16"/>
          <w:szCs w:val="16"/>
        </w:rPr>
      </w:pPr>
    </w:p>
    <w:p w:rsidR="005C4D69" w:rsidRDefault="005C4D69" w:rsidP="00EE16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двадцать четвертой сессии Совета депутатов Киикского сельсовета четвертого созыва от 20.12.2012г «О бюджете Киикского сельсовета Тогучинского района Новосибирской области  на 2013 год и плановый период 2014-2015гг» следующие изменения:</w:t>
      </w:r>
    </w:p>
    <w:p w:rsidR="005C4D69" w:rsidRDefault="005C4D69" w:rsidP="00EE16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пункте 1.1цифры 13250,2заменить цифрами 12995,1</w:t>
      </w:r>
    </w:p>
    <w:p w:rsidR="005C4D69" w:rsidRDefault="005C4D69" w:rsidP="00EE16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1.2цифры 12960,7 заменить цифрами 12976,8</w:t>
      </w:r>
    </w:p>
    <w:p w:rsidR="005C4D69" w:rsidRDefault="005C4D69" w:rsidP="00EE16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1.3.утвердить таблицу 1 приложения 4 «Доходы бюджета Киикского сельсовета Тогучинского района  на 2013год» в прилагаемой редакции.</w:t>
      </w:r>
    </w:p>
    <w:p w:rsidR="005C4D69" w:rsidRDefault="005C4D69" w:rsidP="00EE16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утвердить таблицу 1 приложения 5 «Распределение бюджетных ассигнований по разделам и подразделам классификации расходов бюджета Киикского сельсовета Тогучинского района  на 2013 год» в прилагаемой редакции.</w:t>
      </w:r>
    </w:p>
    <w:p w:rsidR="005C4D69" w:rsidRDefault="005C4D69" w:rsidP="00EE16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утвердить таблицу 1 приложения 6 «Источники финансирования дефицита бюджета Киикского сельсовета Тогучинского района  на 2013 год» в прилагаемой редакции.</w:t>
      </w:r>
    </w:p>
    <w:p w:rsidR="005C4D69" w:rsidRDefault="005C4D69" w:rsidP="00EE16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опубликования в периодическом печатном издании органа местного самоуправления «Киикский Вестник»</w:t>
      </w:r>
    </w:p>
    <w:p w:rsidR="005C4D69" w:rsidRDefault="005C4D69" w:rsidP="00435A9F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C4D69" w:rsidRDefault="005C4D69" w:rsidP="00435A9F">
      <w:pPr>
        <w:jc w:val="both"/>
        <w:rPr>
          <w:sz w:val="28"/>
          <w:szCs w:val="28"/>
        </w:rPr>
      </w:pPr>
    </w:p>
    <w:p w:rsidR="005C4D69" w:rsidRDefault="005C4D69" w:rsidP="00435A9F">
      <w:pPr>
        <w:jc w:val="both"/>
        <w:rPr>
          <w:sz w:val="28"/>
          <w:szCs w:val="28"/>
        </w:rPr>
      </w:pPr>
    </w:p>
    <w:p w:rsidR="005C4D69" w:rsidRPr="00EE160E" w:rsidRDefault="005C4D69" w:rsidP="00EE160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В.Н. Макаров</w:t>
      </w:r>
    </w:p>
    <w:p w:rsidR="005C4D69" w:rsidRDefault="005C4D69" w:rsidP="005872C6">
      <w:pPr>
        <w:jc w:val="right"/>
        <w:rPr>
          <w:sz w:val="20"/>
          <w:szCs w:val="20"/>
        </w:rPr>
      </w:pPr>
      <w:r>
        <w:t>Приложение № 4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к решению 30    сессии четвертого созыва от 31.12.2013  </w:t>
      </w:r>
    </w:p>
    <w:p w:rsidR="005C4D69" w:rsidRDefault="005C4D69" w:rsidP="005872C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внесении изменений в бюджет Киикского сельсовета</w:t>
      </w:r>
    </w:p>
    <w:p w:rsidR="005C4D69" w:rsidRDefault="005C4D69" w:rsidP="005872C6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Тогучинского района Новосибирской области</w:t>
      </w:r>
    </w:p>
    <w:p w:rsidR="005C4D69" w:rsidRDefault="005C4D69" w:rsidP="005872C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2013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 плановый  период 2014-2015 гг.»</w:t>
      </w:r>
    </w:p>
    <w:p w:rsidR="005C4D69" w:rsidRDefault="005C4D69" w:rsidP="005872C6">
      <w:pPr>
        <w:jc w:val="right"/>
        <w:rPr>
          <w:spacing w:val="-1"/>
          <w:sz w:val="18"/>
          <w:szCs w:val="18"/>
        </w:rPr>
      </w:pPr>
    </w:p>
    <w:p w:rsidR="005C4D69" w:rsidRPr="00875F1D" w:rsidRDefault="005C4D69" w:rsidP="005872C6">
      <w:pPr>
        <w:jc w:val="right"/>
      </w:pPr>
      <w:r>
        <w:t>Таблица 1</w:t>
      </w:r>
    </w:p>
    <w:p w:rsidR="005C4D69" w:rsidRPr="00BF4BB7" w:rsidRDefault="005C4D69" w:rsidP="005872C6">
      <w:pPr>
        <w:jc w:val="center"/>
        <w:rPr>
          <w:b/>
          <w:bCs/>
          <w:sz w:val="28"/>
          <w:szCs w:val="28"/>
        </w:rPr>
      </w:pPr>
      <w:r w:rsidRPr="00BF4BB7">
        <w:rPr>
          <w:b/>
          <w:bCs/>
          <w:sz w:val="28"/>
          <w:szCs w:val="28"/>
        </w:rPr>
        <w:t>Доходная часть</w:t>
      </w:r>
    </w:p>
    <w:p w:rsidR="005C4D69" w:rsidRPr="00BF4BB7" w:rsidRDefault="005C4D69" w:rsidP="005872C6">
      <w:pPr>
        <w:jc w:val="center"/>
        <w:rPr>
          <w:b/>
          <w:bCs/>
          <w:sz w:val="28"/>
          <w:szCs w:val="28"/>
        </w:rPr>
      </w:pPr>
      <w:r w:rsidRPr="00BF4BB7">
        <w:rPr>
          <w:b/>
          <w:bCs/>
          <w:sz w:val="28"/>
          <w:szCs w:val="28"/>
        </w:rPr>
        <w:t>бюджета Киикского сельсовета</w:t>
      </w:r>
      <w:r>
        <w:rPr>
          <w:b/>
          <w:bCs/>
          <w:sz w:val="28"/>
          <w:szCs w:val="28"/>
        </w:rPr>
        <w:t xml:space="preserve"> Тогучинского района </w:t>
      </w:r>
      <w:r w:rsidRPr="00BF4BB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 xml:space="preserve">13 </w:t>
      </w:r>
      <w:r w:rsidRPr="00BF4BB7">
        <w:rPr>
          <w:b/>
          <w:bCs/>
          <w:sz w:val="28"/>
          <w:szCs w:val="28"/>
        </w:rPr>
        <w:t>год</w:t>
      </w:r>
    </w:p>
    <w:p w:rsidR="005C4D69" w:rsidRDefault="005C4D69" w:rsidP="005872C6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(тыс. руб.)</w:t>
      </w: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9"/>
        <w:gridCol w:w="2477"/>
        <w:gridCol w:w="4052"/>
        <w:gridCol w:w="1620"/>
      </w:tblGrid>
      <w:tr w:rsidR="005C4D69" w:rsidRPr="0058579E">
        <w:trPr>
          <w:trHeight w:val="1174"/>
        </w:trPr>
        <w:tc>
          <w:tcPr>
            <w:tcW w:w="1499" w:type="dxa"/>
            <w:vAlign w:val="center"/>
          </w:tcPr>
          <w:p w:rsidR="005C4D69" w:rsidRDefault="005C4D69" w:rsidP="00FB49D4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Главные администраторы</w:t>
            </w:r>
          </w:p>
          <w:p w:rsidR="005C4D69" w:rsidRPr="004F1034" w:rsidRDefault="005C4D69" w:rsidP="00FB49D4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Бюджетных средств</w:t>
            </w:r>
          </w:p>
        </w:tc>
        <w:tc>
          <w:tcPr>
            <w:tcW w:w="2477" w:type="dxa"/>
            <w:vAlign w:val="center"/>
          </w:tcPr>
          <w:p w:rsidR="005C4D69" w:rsidRPr="004F1034" w:rsidRDefault="005C4D69" w:rsidP="00FB49D4">
            <w:pPr>
              <w:jc w:val="center"/>
              <w:rPr>
                <w:snapToGrid w:val="0"/>
                <w:sz w:val="18"/>
                <w:szCs w:val="18"/>
              </w:rPr>
            </w:pPr>
          </w:p>
          <w:p w:rsidR="005C4D69" w:rsidRPr="004F1034" w:rsidRDefault="005C4D69" w:rsidP="00FB49D4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Код</w:t>
            </w:r>
          </w:p>
        </w:tc>
        <w:tc>
          <w:tcPr>
            <w:tcW w:w="4052" w:type="dxa"/>
            <w:vAlign w:val="center"/>
          </w:tcPr>
          <w:p w:rsidR="005C4D69" w:rsidRPr="004F1034" w:rsidRDefault="005C4D69" w:rsidP="00FB49D4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Наименование кода администратора поступлений в бюджет, группы, подгруппы, статьи, подстатьи, элемента, программы (подпрограммы), кода экономической классификации доходов</w:t>
            </w:r>
          </w:p>
        </w:tc>
        <w:tc>
          <w:tcPr>
            <w:tcW w:w="1620" w:type="dxa"/>
            <w:vAlign w:val="center"/>
          </w:tcPr>
          <w:p w:rsidR="005C4D69" w:rsidRPr="004F1034" w:rsidRDefault="005C4D69" w:rsidP="00FB49D4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Сумма</w:t>
            </w:r>
          </w:p>
          <w:p w:rsidR="005C4D69" w:rsidRPr="004F1034" w:rsidRDefault="005C4D69" w:rsidP="00FB49D4">
            <w:pPr>
              <w:jc w:val="center"/>
              <w:rPr>
                <w:sz w:val="18"/>
                <w:szCs w:val="18"/>
              </w:rPr>
            </w:pP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1 00 00000 00 0000 000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center"/>
              <w:rPr>
                <w:b/>
                <w:bCs/>
              </w:rPr>
            </w:pPr>
            <w:r w:rsidRPr="004F103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B805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801,7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1 01 00000 00 0000 000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</w:rPr>
            </w:pPr>
            <w:r w:rsidRPr="004F1034">
              <w:rPr>
                <w:b/>
                <w:bCs/>
                <w:i/>
                <w:iCs/>
                <w:snapToGrid w:val="0"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3352F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221,2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1 01 02000 01 0000 110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335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221,2</w:t>
            </w:r>
          </w:p>
        </w:tc>
      </w:tr>
      <w:tr w:rsidR="005C4D69" w:rsidRPr="0058579E">
        <w:tc>
          <w:tcPr>
            <w:tcW w:w="1499" w:type="dxa"/>
            <w:vAlign w:val="center"/>
          </w:tcPr>
          <w:p w:rsidR="005C4D69" w:rsidRPr="004F1034" w:rsidRDefault="005C4D69" w:rsidP="005872C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5C4D69" w:rsidRPr="003B76E9" w:rsidRDefault="005C4D69" w:rsidP="00FB49D4">
            <w:pPr>
              <w:rPr>
                <w:sz w:val="20"/>
                <w:szCs w:val="20"/>
              </w:rPr>
            </w:pPr>
          </w:p>
          <w:p w:rsidR="005C4D69" w:rsidRPr="003B76E9" w:rsidRDefault="005C4D69" w:rsidP="00FB49D4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02010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5C4D69" w:rsidRPr="003B76E9" w:rsidRDefault="005C4D69" w:rsidP="00FB49D4">
            <w:pPr>
              <w:rPr>
                <w:sz w:val="20"/>
                <w:szCs w:val="20"/>
              </w:rPr>
            </w:pPr>
          </w:p>
          <w:p w:rsidR="005C4D69" w:rsidRPr="003B76E9" w:rsidRDefault="005C4D69" w:rsidP="00FB49D4">
            <w:pPr>
              <w:rPr>
                <w:sz w:val="20"/>
                <w:szCs w:val="20"/>
              </w:rPr>
            </w:pPr>
          </w:p>
        </w:tc>
        <w:tc>
          <w:tcPr>
            <w:tcW w:w="4052" w:type="dxa"/>
            <w:vAlign w:val="center"/>
          </w:tcPr>
          <w:p w:rsidR="005C4D69" w:rsidRPr="003B76E9" w:rsidRDefault="005C4D69" w:rsidP="00FB49D4">
            <w:pPr>
              <w:jc w:val="center"/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  в отношении которых исчисление и уплата налога осуществляется в соответствии со ст. 227,2271 и 228  Налогового кодекса РФ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221,1</w:t>
            </w:r>
          </w:p>
        </w:tc>
      </w:tr>
      <w:tr w:rsidR="005C4D69" w:rsidRPr="0058579E">
        <w:tc>
          <w:tcPr>
            <w:tcW w:w="1499" w:type="dxa"/>
            <w:vAlign w:val="center"/>
          </w:tcPr>
          <w:p w:rsidR="005C4D69" w:rsidRPr="004F1034" w:rsidRDefault="005C4D69" w:rsidP="005872C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5C4D69" w:rsidRPr="003B76E9" w:rsidRDefault="005C4D69" w:rsidP="00FB49D4">
            <w:pPr>
              <w:rPr>
                <w:sz w:val="20"/>
                <w:szCs w:val="20"/>
              </w:rPr>
            </w:pPr>
          </w:p>
          <w:p w:rsidR="005C4D69" w:rsidRPr="003B76E9" w:rsidRDefault="005C4D69" w:rsidP="00FB49D4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>3</w:t>
            </w:r>
            <w:r w:rsidRPr="003B76E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5C4D69" w:rsidRPr="004F1034" w:rsidRDefault="005C4D69" w:rsidP="00FB49D4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vAlign w:val="center"/>
          </w:tcPr>
          <w:p w:rsidR="005C4D69" w:rsidRPr="004F1034" w:rsidRDefault="005C4D69" w:rsidP="00C3234F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Налог на доходы физических лиц с доходов, </w:t>
            </w:r>
            <w:r>
              <w:rPr>
                <w:sz w:val="20"/>
                <w:szCs w:val="20"/>
              </w:rPr>
              <w:t>полученных физическими лицами, в соответствии со ст. 228 Налогового кодекса РФ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3352FD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1</w:t>
            </w:r>
          </w:p>
        </w:tc>
      </w:tr>
      <w:tr w:rsidR="005C4D69" w:rsidRPr="004F1034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Default="005C4D69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C4D69" w:rsidRPr="004F1034">
        <w:tc>
          <w:tcPr>
            <w:tcW w:w="1499" w:type="dxa"/>
          </w:tcPr>
          <w:p w:rsidR="005C4D69" w:rsidRPr="004F1034" w:rsidRDefault="005C4D69" w:rsidP="003352FD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3352FD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1 05 00000 00 0000 000</w:t>
            </w:r>
          </w:p>
        </w:tc>
        <w:tc>
          <w:tcPr>
            <w:tcW w:w="4052" w:type="dxa"/>
          </w:tcPr>
          <w:p w:rsidR="005C4D69" w:rsidRPr="004F1034" w:rsidRDefault="005C4D69" w:rsidP="003352FD">
            <w:pPr>
              <w:jc w:val="center"/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</w:rPr>
              <w:t>Налоги на совокупный доход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3352F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2,2</w:t>
            </w:r>
          </w:p>
        </w:tc>
      </w:tr>
      <w:tr w:rsidR="005C4D69" w:rsidRPr="004F1034">
        <w:tc>
          <w:tcPr>
            <w:tcW w:w="1499" w:type="dxa"/>
          </w:tcPr>
          <w:p w:rsidR="005C4D69" w:rsidRPr="004F1034" w:rsidRDefault="005C4D69" w:rsidP="00C3234F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C4D69" w:rsidRPr="004F1034" w:rsidRDefault="005C4D69" w:rsidP="00C3234F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1 05 03000 01 0000 110</w:t>
            </w:r>
          </w:p>
        </w:tc>
        <w:tc>
          <w:tcPr>
            <w:tcW w:w="4052" w:type="dxa"/>
          </w:tcPr>
          <w:p w:rsidR="005C4D69" w:rsidRPr="004F1034" w:rsidRDefault="005C4D69" w:rsidP="003352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Default="005C4D69" w:rsidP="003352FD">
            <w:pPr>
              <w:jc w:val="center"/>
              <w:rPr>
                <w:sz w:val="20"/>
                <w:szCs w:val="20"/>
              </w:rPr>
            </w:pPr>
          </w:p>
        </w:tc>
      </w:tr>
      <w:tr w:rsidR="005C4D69" w:rsidRPr="004F1034">
        <w:tc>
          <w:tcPr>
            <w:tcW w:w="1499" w:type="dxa"/>
          </w:tcPr>
          <w:p w:rsidR="005C4D69" w:rsidRPr="004F1034" w:rsidRDefault="005C4D69" w:rsidP="003352FD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C4D69" w:rsidRPr="004F1034" w:rsidRDefault="005C4D69" w:rsidP="00C3234F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1 05 030</w:t>
            </w:r>
            <w:r>
              <w:rPr>
                <w:snapToGrid w:val="0"/>
                <w:sz w:val="20"/>
                <w:szCs w:val="20"/>
              </w:rPr>
              <w:t>10</w:t>
            </w:r>
            <w:r w:rsidRPr="004F1034">
              <w:rPr>
                <w:snapToGrid w:val="0"/>
                <w:sz w:val="20"/>
                <w:szCs w:val="20"/>
              </w:rPr>
              <w:t xml:space="preserve"> 01 0000 110</w:t>
            </w:r>
          </w:p>
        </w:tc>
        <w:tc>
          <w:tcPr>
            <w:tcW w:w="4052" w:type="dxa"/>
          </w:tcPr>
          <w:p w:rsidR="005C4D69" w:rsidRPr="004F1034" w:rsidRDefault="005C4D69" w:rsidP="003352FD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C32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C4D69" w:rsidRPr="004F1034">
        <w:tc>
          <w:tcPr>
            <w:tcW w:w="1499" w:type="dxa"/>
          </w:tcPr>
          <w:p w:rsidR="005C4D69" w:rsidRPr="004F1034" w:rsidRDefault="005C4D69" w:rsidP="003352FD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C4D69" w:rsidRPr="004F1034" w:rsidRDefault="005C4D69" w:rsidP="003352FD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1 05 030</w:t>
            </w:r>
            <w:r>
              <w:rPr>
                <w:sz w:val="20"/>
                <w:szCs w:val="20"/>
              </w:rPr>
              <w:t>2</w:t>
            </w:r>
            <w:r w:rsidRPr="004F1034">
              <w:rPr>
                <w:sz w:val="20"/>
                <w:szCs w:val="20"/>
              </w:rPr>
              <w:t>0 01 0000 110</w:t>
            </w:r>
          </w:p>
        </w:tc>
        <w:tc>
          <w:tcPr>
            <w:tcW w:w="4052" w:type="dxa"/>
          </w:tcPr>
          <w:p w:rsidR="005C4D69" w:rsidRPr="004F1034" w:rsidRDefault="005C4D69" w:rsidP="003352FD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Единый сельскохозяйственный налог</w:t>
            </w:r>
            <w:r>
              <w:rPr>
                <w:sz w:val="20"/>
                <w:szCs w:val="20"/>
              </w:rPr>
              <w:t xml:space="preserve"> (за налоговые периоды истекшие до 01.012011г)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335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center"/>
              <w:rPr>
                <w:i/>
                <w:iCs/>
                <w:sz w:val="20"/>
                <w:szCs w:val="20"/>
              </w:rPr>
            </w:pPr>
            <w:r w:rsidRPr="004F1034">
              <w:rPr>
                <w:i/>
                <w:iCs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CA7FF9" w:rsidRDefault="005C4D69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28,7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</w:t>
            </w:r>
          </w:p>
        </w:tc>
      </w:tr>
      <w:tr w:rsidR="005C4D69" w:rsidRPr="004F1034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center"/>
              <w:rPr>
                <w:i/>
                <w:iCs/>
              </w:rPr>
            </w:pPr>
            <w:r w:rsidRPr="004F1034">
              <w:rPr>
                <w:i/>
                <w:iCs/>
                <w:sz w:val="20"/>
                <w:szCs w:val="20"/>
              </w:rPr>
              <w:t>Земельный</w:t>
            </w:r>
            <w:r w:rsidRPr="004F1034">
              <w:rPr>
                <w:i/>
                <w:iCs/>
              </w:rPr>
              <w:t xml:space="preserve"> </w:t>
            </w:r>
            <w:r w:rsidRPr="004F1034">
              <w:rPr>
                <w:i/>
                <w:iCs/>
                <w:sz w:val="20"/>
                <w:szCs w:val="20"/>
              </w:rPr>
              <w:t>налог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CA7FF9" w:rsidRDefault="005C4D69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492,4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1 06 06013 10 0000 110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387,0</w:t>
            </w:r>
          </w:p>
        </w:tc>
      </w:tr>
      <w:tr w:rsidR="005C4D69" w:rsidRPr="0058579E">
        <w:trPr>
          <w:trHeight w:val="1648"/>
        </w:trPr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1 06 06023 10 0000 110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1 08 00000 00 0000 000</w:t>
            </w:r>
          </w:p>
        </w:tc>
        <w:tc>
          <w:tcPr>
            <w:tcW w:w="4052" w:type="dxa"/>
            <w:vAlign w:val="center"/>
          </w:tcPr>
          <w:p w:rsidR="005C4D69" w:rsidRPr="004F1034" w:rsidRDefault="005C4D69" w:rsidP="00FB49D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ГОСУДАРСТВЕННАЯ ПОШЛИНА,  СБОРЫ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3352F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3,6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1 08 04020 01 0000 110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B805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1 11 05000 00 0000 120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32,0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444</w:t>
            </w:r>
          </w:p>
        </w:tc>
        <w:tc>
          <w:tcPr>
            <w:tcW w:w="2477" w:type="dxa"/>
            <w:vAlign w:val="center"/>
          </w:tcPr>
          <w:p w:rsidR="005C4D69" w:rsidRPr="00B2163B" w:rsidRDefault="005C4D69" w:rsidP="00FB49D4">
            <w:pPr>
              <w:rPr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t>1 11 05013 10 0000 120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C32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</w:tr>
      <w:tr w:rsidR="005C4D69" w:rsidRPr="0058579E">
        <w:trPr>
          <w:trHeight w:val="1564"/>
        </w:trPr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</w:tr>
      <w:tr w:rsidR="005C4D69" w:rsidRPr="0058579E">
        <w:trPr>
          <w:trHeight w:val="668"/>
        </w:trPr>
        <w:tc>
          <w:tcPr>
            <w:tcW w:w="1499" w:type="dxa"/>
          </w:tcPr>
          <w:p w:rsidR="005C4D69" w:rsidRPr="00D906C7" w:rsidRDefault="005C4D69" w:rsidP="00FB49D4">
            <w:pPr>
              <w:rPr>
                <w:rFonts w:ascii="Arial" w:hAnsi="Arial" w:cs="Arial"/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C957A9" w:rsidRDefault="005C4D69" w:rsidP="00C3234F">
            <w:pPr>
              <w:rPr>
                <w:rFonts w:ascii="Arial" w:hAnsi="Arial" w:cs="Arial"/>
                <w:b/>
                <w:bCs/>
                <w:i/>
                <w:iCs/>
                <w:snapToGrid w:val="0"/>
                <w:sz w:val="18"/>
                <w:szCs w:val="18"/>
              </w:rPr>
            </w:pPr>
            <w:r w:rsidRPr="00C957A9">
              <w:rPr>
                <w:rFonts w:ascii="Arial" w:hAnsi="Arial" w:cs="Arial"/>
                <w:b/>
                <w:bCs/>
                <w:i/>
                <w:iCs/>
                <w:snapToGrid w:val="0"/>
                <w:sz w:val="18"/>
                <w:szCs w:val="18"/>
              </w:rPr>
              <w:t>1 13 01000 00 0000 1</w:t>
            </w:r>
            <w:r>
              <w:rPr>
                <w:rFonts w:ascii="Arial" w:hAnsi="Arial" w:cs="Arial"/>
                <w:b/>
                <w:bCs/>
                <w:i/>
                <w:iCs/>
                <w:snapToGrid w:val="0"/>
                <w:sz w:val="18"/>
                <w:szCs w:val="18"/>
              </w:rPr>
              <w:t>3</w:t>
            </w:r>
            <w:r w:rsidRPr="00C957A9">
              <w:rPr>
                <w:rFonts w:ascii="Arial" w:hAnsi="Arial" w:cs="Arial"/>
                <w:b/>
                <w:bCs/>
                <w:i/>
                <w:iCs/>
                <w:snapToGrid w:val="0"/>
                <w:sz w:val="18"/>
                <w:szCs w:val="18"/>
              </w:rPr>
              <w:t>0</w:t>
            </w:r>
          </w:p>
        </w:tc>
        <w:tc>
          <w:tcPr>
            <w:tcW w:w="4052" w:type="dxa"/>
          </w:tcPr>
          <w:p w:rsidR="005C4D69" w:rsidRPr="00D906C7" w:rsidRDefault="005C4D69" w:rsidP="00FB49D4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906C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D906C7" w:rsidRDefault="005C4D69" w:rsidP="00FB49D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9,0</w:t>
            </w:r>
          </w:p>
        </w:tc>
      </w:tr>
      <w:tr w:rsidR="005C4D69" w:rsidRPr="0058579E">
        <w:trPr>
          <w:trHeight w:val="847"/>
        </w:trPr>
        <w:tc>
          <w:tcPr>
            <w:tcW w:w="1499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1 13 01995 10 0000 130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</w:tr>
      <w:tr w:rsidR="005C4D69" w:rsidRPr="0058579E">
        <w:trPr>
          <w:trHeight w:val="847"/>
        </w:trPr>
        <w:tc>
          <w:tcPr>
            <w:tcW w:w="1499" w:type="dxa"/>
          </w:tcPr>
          <w:p w:rsidR="005C4D69" w:rsidRPr="00C3234F" w:rsidRDefault="005C4D69">
            <w:pPr>
              <w:rPr>
                <w:sz w:val="20"/>
                <w:szCs w:val="20"/>
              </w:rPr>
            </w:pPr>
            <w:r w:rsidRPr="00C3234F">
              <w:rPr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C3234F" w:rsidRDefault="005C4D69">
            <w:pPr>
              <w:rPr>
                <w:sz w:val="20"/>
                <w:szCs w:val="20"/>
              </w:rPr>
            </w:pPr>
            <w:r w:rsidRPr="00C3234F">
              <w:rPr>
                <w:sz w:val="20"/>
                <w:szCs w:val="20"/>
              </w:rPr>
              <w:t>1 13 02995 10 0000 130</w:t>
            </w:r>
          </w:p>
        </w:tc>
        <w:tc>
          <w:tcPr>
            <w:tcW w:w="4052" w:type="dxa"/>
          </w:tcPr>
          <w:p w:rsidR="005C4D69" w:rsidRDefault="005C4D69">
            <w:r w:rsidRPr="00C46C99">
              <w:t>Прочие доходы от компенсации затрат бюджетов поселений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4D69" w:rsidRPr="00C3234F" w:rsidRDefault="005C4D69" w:rsidP="00C3234F">
            <w:pPr>
              <w:jc w:val="center"/>
              <w:rPr>
                <w:sz w:val="20"/>
                <w:szCs w:val="20"/>
              </w:rPr>
            </w:pPr>
            <w:r w:rsidRPr="00C3234F">
              <w:rPr>
                <w:sz w:val="20"/>
                <w:szCs w:val="20"/>
              </w:rPr>
              <w:t>1,0</w:t>
            </w:r>
          </w:p>
        </w:tc>
      </w:tr>
      <w:tr w:rsidR="005C4D69" w:rsidRPr="0058579E">
        <w:trPr>
          <w:trHeight w:val="847"/>
        </w:trPr>
        <w:tc>
          <w:tcPr>
            <w:tcW w:w="1499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1 14 00000  00 0000 000</w:t>
            </w:r>
          </w:p>
        </w:tc>
        <w:tc>
          <w:tcPr>
            <w:tcW w:w="4052" w:type="dxa"/>
          </w:tcPr>
          <w:p w:rsidR="005C4D69" w:rsidRPr="00D87D58" w:rsidRDefault="005C4D69" w:rsidP="00FB49D4">
            <w:pPr>
              <w:jc w:val="both"/>
              <w:rPr>
                <w:sz w:val="18"/>
                <w:szCs w:val="18"/>
              </w:rPr>
            </w:pPr>
            <w:r w:rsidRPr="00D87D58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B80507" w:rsidRDefault="005C4D69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12,6</w:t>
            </w:r>
          </w:p>
        </w:tc>
      </w:tr>
      <w:tr w:rsidR="005C4D69" w:rsidRPr="0058579E">
        <w:trPr>
          <w:trHeight w:val="847"/>
        </w:trPr>
        <w:tc>
          <w:tcPr>
            <w:tcW w:w="1499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1 14 06000 00 0000 000</w:t>
            </w:r>
          </w:p>
        </w:tc>
        <w:tc>
          <w:tcPr>
            <w:tcW w:w="4052" w:type="dxa"/>
          </w:tcPr>
          <w:p w:rsidR="005C4D69" w:rsidRPr="00C96926" w:rsidRDefault="005C4D69" w:rsidP="00FB49D4">
            <w:pPr>
              <w:jc w:val="both"/>
              <w:rPr>
                <w:sz w:val="18"/>
                <w:szCs w:val="18"/>
              </w:rPr>
            </w:pPr>
            <w:r w:rsidRPr="00C96926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5C4D69" w:rsidRPr="0058579E">
        <w:trPr>
          <w:trHeight w:val="847"/>
        </w:trPr>
        <w:tc>
          <w:tcPr>
            <w:tcW w:w="1499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1 14 06013 10 0000 430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D87D58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2 00 00000 00 0000 000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C969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12193,4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2 02 00000 00 0000 000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12193,4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2 02 01000 00 0000 151</w:t>
            </w:r>
          </w:p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3858,1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2 02 01001 00 0000 151</w:t>
            </w:r>
          </w:p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3858,1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2 02 01001 10 0000 151</w:t>
            </w:r>
          </w:p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3858,1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2 02 02000 00 0000 151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  <w:p w:rsidR="005C4D69" w:rsidRPr="004F1034" w:rsidRDefault="005C4D69" w:rsidP="00FB49D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3352FD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8117,9</w:t>
            </w:r>
          </w:p>
        </w:tc>
      </w:tr>
      <w:tr w:rsidR="005C4D69" w:rsidRPr="0058579E">
        <w:tc>
          <w:tcPr>
            <w:tcW w:w="1499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2 02 02041 10 0000 151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C96926">
              <w:rPr>
                <w:snapToGrid w:val="0"/>
                <w:sz w:val="20"/>
                <w:szCs w:val="20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1220,1</w:t>
            </w:r>
          </w:p>
        </w:tc>
      </w:tr>
      <w:tr w:rsidR="005C4D69" w:rsidRPr="0058579E">
        <w:tc>
          <w:tcPr>
            <w:tcW w:w="1499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2 02 02077 10 0000 151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C96926">
              <w:rPr>
                <w:snapToGrid w:val="0"/>
                <w:sz w:val="20"/>
                <w:szCs w:val="20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5016,8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2 02 02999 10 0000 151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335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1881,0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2 02 03000 00 0000 151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66,0</w:t>
            </w:r>
          </w:p>
        </w:tc>
      </w:tr>
      <w:tr w:rsidR="005C4D69" w:rsidRPr="0058579E">
        <w:trPr>
          <w:trHeight w:val="1351"/>
        </w:trPr>
        <w:tc>
          <w:tcPr>
            <w:tcW w:w="1499" w:type="dxa"/>
          </w:tcPr>
          <w:p w:rsidR="005C4D69" w:rsidRPr="004F1034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2 02 03015 10 0000 151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</w:tr>
      <w:tr w:rsidR="005C4D69" w:rsidRPr="0058579E">
        <w:trPr>
          <w:trHeight w:val="1351"/>
        </w:trPr>
        <w:tc>
          <w:tcPr>
            <w:tcW w:w="1499" w:type="dxa"/>
          </w:tcPr>
          <w:p w:rsidR="005C4D69" w:rsidRDefault="005C4D69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2 02 03024 10 0000 151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C96926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5C4D69" w:rsidRPr="0058579E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2 02 04000 00 0000 151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151,4</w:t>
            </w:r>
          </w:p>
        </w:tc>
      </w:tr>
      <w:tr w:rsidR="005C4D69" w:rsidRPr="0058579E">
        <w:tc>
          <w:tcPr>
            <w:tcW w:w="1499" w:type="dxa"/>
          </w:tcPr>
          <w:p w:rsidR="005C4D69" w:rsidRPr="003352FD" w:rsidRDefault="005C4D69" w:rsidP="00FB49D4">
            <w:pPr>
              <w:rPr>
                <w:snapToGrid w:val="0"/>
                <w:sz w:val="20"/>
                <w:szCs w:val="20"/>
              </w:rPr>
            </w:pPr>
            <w:r w:rsidRPr="003352FD"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4F1034" w:rsidRDefault="005C4D69" w:rsidP="00C96926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2 02 0401</w:t>
            </w:r>
            <w:r>
              <w:rPr>
                <w:snapToGrid w:val="0"/>
                <w:sz w:val="20"/>
                <w:szCs w:val="20"/>
              </w:rPr>
              <w:t>2</w:t>
            </w:r>
            <w:r w:rsidRPr="004F1034">
              <w:rPr>
                <w:snapToGrid w:val="0"/>
                <w:sz w:val="20"/>
                <w:szCs w:val="20"/>
              </w:rPr>
              <w:t xml:space="preserve"> 10 0000 151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C96926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</w:tr>
      <w:tr w:rsidR="005C4D69" w:rsidRPr="004F1034">
        <w:tc>
          <w:tcPr>
            <w:tcW w:w="1499" w:type="dxa"/>
          </w:tcPr>
          <w:p w:rsidR="005C4D69" w:rsidRPr="003352FD" w:rsidRDefault="005C4D69" w:rsidP="00FB49D4">
            <w:pPr>
              <w:rPr>
                <w:snapToGrid w:val="0"/>
                <w:sz w:val="20"/>
                <w:szCs w:val="20"/>
              </w:rPr>
            </w:pPr>
            <w:r w:rsidRPr="003352FD"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5C4D69" w:rsidRPr="003352FD" w:rsidRDefault="005C4D69" w:rsidP="00FB49D4">
            <w:pPr>
              <w:rPr>
                <w:snapToGrid w:val="0"/>
                <w:sz w:val="20"/>
                <w:szCs w:val="20"/>
              </w:rPr>
            </w:pPr>
            <w:r w:rsidRPr="003352FD">
              <w:rPr>
                <w:snapToGrid w:val="0"/>
                <w:sz w:val="20"/>
                <w:szCs w:val="20"/>
              </w:rPr>
              <w:t>2 02 04999 10 0000 151</w:t>
            </w:r>
          </w:p>
        </w:tc>
        <w:tc>
          <w:tcPr>
            <w:tcW w:w="4052" w:type="dxa"/>
          </w:tcPr>
          <w:p w:rsidR="005C4D69" w:rsidRPr="003352FD" w:rsidRDefault="005C4D69" w:rsidP="00FB49D4">
            <w:pPr>
              <w:rPr>
                <w:snapToGrid w:val="0"/>
                <w:sz w:val="20"/>
                <w:szCs w:val="20"/>
              </w:rPr>
            </w:pPr>
            <w:r w:rsidRPr="003352FD">
              <w:rPr>
                <w:snapToGrid w:val="0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3352FD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</w:tr>
      <w:tr w:rsidR="005C4D69" w:rsidRPr="004F1034">
        <w:tc>
          <w:tcPr>
            <w:tcW w:w="1499" w:type="dxa"/>
          </w:tcPr>
          <w:p w:rsidR="005C4D69" w:rsidRPr="004F1034" w:rsidRDefault="005C4D69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5C4D69" w:rsidRPr="004F1034" w:rsidRDefault="005C4D69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4052" w:type="dxa"/>
          </w:tcPr>
          <w:p w:rsidR="005C4D69" w:rsidRPr="004F1034" w:rsidRDefault="005C4D69" w:rsidP="00FB49D4">
            <w:pPr>
              <w:rPr>
                <w:b/>
                <w:bCs/>
                <w:snapToGrid w:val="0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5C4D69" w:rsidRPr="004F1034" w:rsidRDefault="005C4D69" w:rsidP="0073072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12995,1</w:t>
            </w:r>
          </w:p>
        </w:tc>
      </w:tr>
    </w:tbl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rPr>
          <w:b/>
          <w:bCs/>
        </w:rPr>
      </w:pPr>
    </w:p>
    <w:p w:rsidR="005C4D69" w:rsidRDefault="005C4D69" w:rsidP="005872C6">
      <w:pPr>
        <w:jc w:val="right"/>
      </w:pPr>
      <w:r>
        <w:t>Приложение № 5</w:t>
      </w:r>
      <w:r>
        <w:rPr>
          <w:sz w:val="20"/>
          <w:szCs w:val="20"/>
        </w:rPr>
        <w:t xml:space="preserve"> </w:t>
      </w:r>
    </w:p>
    <w:p w:rsidR="005C4D69" w:rsidRDefault="005C4D69" w:rsidP="00B8050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30    сессии четвертого созыва от 31.12.2013  </w:t>
      </w:r>
    </w:p>
    <w:p w:rsidR="005C4D69" w:rsidRDefault="005C4D69" w:rsidP="00B8050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внесении изменений в бюджет Киикского сельсовета</w:t>
      </w:r>
    </w:p>
    <w:p w:rsidR="005C4D69" w:rsidRDefault="005C4D69" w:rsidP="00B80507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Тогучинского района Новосибирской области</w:t>
      </w:r>
    </w:p>
    <w:p w:rsidR="005C4D69" w:rsidRDefault="005C4D69" w:rsidP="00B8050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2013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 плановый  период 2014-2015 гг.»</w:t>
      </w:r>
    </w:p>
    <w:p w:rsidR="005C4D69" w:rsidRDefault="005C4D69" w:rsidP="005872C6">
      <w:pPr>
        <w:jc w:val="right"/>
        <w:rPr>
          <w:spacing w:val="-1"/>
          <w:sz w:val="18"/>
          <w:szCs w:val="18"/>
        </w:rPr>
      </w:pPr>
    </w:p>
    <w:p w:rsidR="005C4D69" w:rsidRDefault="005C4D69" w:rsidP="005872C6">
      <w:pPr>
        <w:shd w:val="clear" w:color="auto" w:fill="FFFFFF"/>
        <w:spacing w:line="202" w:lineRule="exact"/>
        <w:ind w:left="5150" w:firstLine="1320"/>
        <w:jc w:val="right"/>
        <w:rPr>
          <w:spacing w:val="-1"/>
        </w:rPr>
      </w:pPr>
      <w:r w:rsidRPr="0078016D">
        <w:rPr>
          <w:spacing w:val="-1"/>
        </w:rPr>
        <w:t xml:space="preserve">Таблица №1 </w:t>
      </w:r>
    </w:p>
    <w:p w:rsidR="005C4D69" w:rsidRPr="0078016D" w:rsidRDefault="005C4D69" w:rsidP="005872C6">
      <w:pPr>
        <w:shd w:val="clear" w:color="auto" w:fill="FFFFFF"/>
        <w:spacing w:line="202" w:lineRule="exact"/>
        <w:ind w:left="5150" w:firstLine="1320"/>
        <w:jc w:val="center"/>
        <w:rPr>
          <w:spacing w:val="-1"/>
        </w:rPr>
      </w:pPr>
    </w:p>
    <w:p w:rsidR="005C4D69" w:rsidRDefault="005C4D69" w:rsidP="005872C6">
      <w:pPr>
        <w:jc w:val="center"/>
      </w:pPr>
      <w:r w:rsidRPr="00BF4BB7">
        <w:rPr>
          <w:b/>
          <w:bCs/>
        </w:rPr>
        <w:t>Распределение бюджетных ассигнований по разделам и подразделам классификации расходов бюджета Киикского сельсовета</w:t>
      </w:r>
      <w:r>
        <w:rPr>
          <w:b/>
          <w:bCs/>
        </w:rPr>
        <w:t xml:space="preserve"> Тогучинского района</w:t>
      </w:r>
      <w:r w:rsidRPr="00BF4BB7">
        <w:rPr>
          <w:b/>
          <w:bCs/>
        </w:rPr>
        <w:t xml:space="preserve"> на 20</w:t>
      </w:r>
      <w:r>
        <w:rPr>
          <w:b/>
          <w:bCs/>
        </w:rPr>
        <w:t>13</w:t>
      </w:r>
      <w:r w:rsidRPr="00BF4BB7">
        <w:rPr>
          <w:b/>
          <w:bCs/>
        </w:rPr>
        <w:t xml:space="preserve"> год</w:t>
      </w:r>
    </w:p>
    <w:tbl>
      <w:tblPr>
        <w:tblpPr w:leftFromText="180" w:rightFromText="180" w:vertAnchor="text" w:horzAnchor="margin" w:tblpXSpec="center" w:tblpY="1331"/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64"/>
        <w:gridCol w:w="725"/>
        <w:gridCol w:w="538"/>
        <w:gridCol w:w="572"/>
        <w:gridCol w:w="1096"/>
        <w:gridCol w:w="576"/>
        <w:gridCol w:w="911"/>
      </w:tblGrid>
      <w:tr w:rsidR="005C4D69" w:rsidRPr="004F1034">
        <w:tc>
          <w:tcPr>
            <w:tcW w:w="5264" w:type="dxa"/>
          </w:tcPr>
          <w:p w:rsidR="005C4D69" w:rsidRPr="004F1034" w:rsidRDefault="005C4D69" w:rsidP="00FB49D4">
            <w:pPr>
              <w:jc w:val="center"/>
            </w:pPr>
            <w:r w:rsidRPr="004F103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5" w:type="dxa"/>
          </w:tcPr>
          <w:p w:rsidR="005C4D69" w:rsidRPr="004F1034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538" w:type="dxa"/>
          </w:tcPr>
          <w:p w:rsidR="005C4D69" w:rsidRPr="004F1034" w:rsidRDefault="005C4D69" w:rsidP="00FB49D4">
            <w:pPr>
              <w:jc w:val="center"/>
            </w:pPr>
            <w:r w:rsidRPr="004F1034">
              <w:rPr>
                <w:sz w:val="22"/>
                <w:szCs w:val="22"/>
              </w:rPr>
              <w:t>Рзд</w:t>
            </w:r>
          </w:p>
        </w:tc>
        <w:tc>
          <w:tcPr>
            <w:tcW w:w="572" w:type="dxa"/>
          </w:tcPr>
          <w:p w:rsidR="005C4D69" w:rsidRPr="004F1034" w:rsidRDefault="005C4D69" w:rsidP="00FB49D4">
            <w:pPr>
              <w:jc w:val="center"/>
            </w:pPr>
            <w:r w:rsidRPr="004F1034">
              <w:rPr>
                <w:sz w:val="22"/>
                <w:szCs w:val="22"/>
              </w:rPr>
              <w:t>Прз</w:t>
            </w:r>
          </w:p>
        </w:tc>
        <w:tc>
          <w:tcPr>
            <w:tcW w:w="1096" w:type="dxa"/>
          </w:tcPr>
          <w:p w:rsidR="005C4D69" w:rsidRPr="004F1034" w:rsidRDefault="005C4D69" w:rsidP="00FB49D4">
            <w:pPr>
              <w:jc w:val="center"/>
            </w:pPr>
            <w:r w:rsidRPr="004F1034">
              <w:rPr>
                <w:sz w:val="22"/>
                <w:szCs w:val="22"/>
              </w:rPr>
              <w:t>Цс</w:t>
            </w:r>
          </w:p>
        </w:tc>
        <w:tc>
          <w:tcPr>
            <w:tcW w:w="576" w:type="dxa"/>
          </w:tcPr>
          <w:p w:rsidR="005C4D69" w:rsidRPr="004F1034" w:rsidRDefault="005C4D69" w:rsidP="00FB49D4">
            <w:pPr>
              <w:jc w:val="center"/>
            </w:pPr>
            <w:r w:rsidRPr="004F1034">
              <w:rPr>
                <w:sz w:val="22"/>
                <w:szCs w:val="22"/>
              </w:rPr>
              <w:t>Вр</w:t>
            </w:r>
          </w:p>
        </w:tc>
        <w:tc>
          <w:tcPr>
            <w:tcW w:w="911" w:type="dxa"/>
          </w:tcPr>
          <w:p w:rsidR="005C4D69" w:rsidRPr="004F1034" w:rsidRDefault="005C4D69" w:rsidP="00FB49D4">
            <w:pPr>
              <w:jc w:val="center"/>
            </w:pPr>
            <w:r w:rsidRPr="004F1034">
              <w:rPr>
                <w:sz w:val="22"/>
                <w:szCs w:val="22"/>
              </w:rPr>
              <w:t>Годов.</w:t>
            </w:r>
          </w:p>
          <w:p w:rsidR="005C4D69" w:rsidRPr="004F1034" w:rsidRDefault="005C4D69" w:rsidP="00FB49D4">
            <w:pPr>
              <w:jc w:val="center"/>
            </w:pPr>
            <w:r w:rsidRPr="004F1034">
              <w:rPr>
                <w:sz w:val="22"/>
                <w:szCs w:val="22"/>
              </w:rPr>
              <w:t>Назн.</w:t>
            </w:r>
          </w:p>
          <w:p w:rsidR="005C4D69" w:rsidRPr="004F1034" w:rsidRDefault="005C4D69" w:rsidP="00FB49D4">
            <w:pPr>
              <w:jc w:val="center"/>
            </w:pPr>
            <w:r w:rsidRPr="004F1034">
              <w:rPr>
                <w:sz w:val="14"/>
                <w:szCs w:val="14"/>
              </w:rPr>
              <w:t>(тыс.руб</w:t>
            </w:r>
            <w:r w:rsidRPr="004F1034">
              <w:rPr>
                <w:sz w:val="22"/>
                <w:szCs w:val="22"/>
              </w:rPr>
              <w:t>)</w:t>
            </w:r>
          </w:p>
        </w:tc>
      </w:tr>
      <w:tr w:rsidR="005C4D69" w:rsidRPr="004F1034">
        <w:trPr>
          <w:trHeight w:val="365"/>
        </w:trPr>
        <w:tc>
          <w:tcPr>
            <w:tcW w:w="5264" w:type="dxa"/>
          </w:tcPr>
          <w:p w:rsidR="005C4D69" w:rsidRPr="004F1034" w:rsidRDefault="005C4D69" w:rsidP="00FB49D4">
            <w:pPr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5" w:type="dxa"/>
          </w:tcPr>
          <w:p w:rsidR="005C4D69" w:rsidRPr="004F1034" w:rsidRDefault="005C4D69" w:rsidP="00FB49D4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5C4D69" w:rsidRPr="004F1034" w:rsidRDefault="005C4D69" w:rsidP="00FB49D4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4F1034" w:rsidRDefault="005C4D69" w:rsidP="00FB49D4">
            <w:pPr>
              <w:rPr>
                <w:b/>
                <w:bCs/>
              </w:rPr>
            </w:pPr>
            <w:r w:rsidRPr="004F103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504B3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2172,4</w:t>
            </w:r>
          </w:p>
        </w:tc>
      </w:tr>
      <w:tr w:rsidR="005C4D69" w:rsidRPr="004F1034">
        <w:trPr>
          <w:trHeight w:val="525"/>
        </w:trPr>
        <w:tc>
          <w:tcPr>
            <w:tcW w:w="5264" w:type="dxa"/>
          </w:tcPr>
          <w:p w:rsidR="005C4D69" w:rsidRPr="00846555" w:rsidRDefault="005C4D69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725" w:type="dxa"/>
          </w:tcPr>
          <w:p w:rsidR="005C4D69" w:rsidRPr="00846555" w:rsidRDefault="005C4D69" w:rsidP="00FB49D4">
            <w:pPr>
              <w:rPr>
                <w:b/>
                <w:bCs/>
                <w:i/>
                <w:iCs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846555" w:rsidRDefault="005C4D69" w:rsidP="00FB49D4">
            <w:pPr>
              <w:rPr>
                <w:b/>
                <w:bCs/>
                <w:i/>
                <w:iCs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846555" w:rsidRDefault="005C4D69" w:rsidP="00FB49D4">
            <w:pPr>
              <w:rPr>
                <w:b/>
                <w:bCs/>
                <w:i/>
                <w:iCs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5C4D69" w:rsidRPr="00846555" w:rsidRDefault="005C4D69" w:rsidP="00FB49D4">
            <w:pPr>
              <w:rPr>
                <w:b/>
                <w:bCs/>
                <w:i/>
                <w:iCs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846555" w:rsidRDefault="005C4D69" w:rsidP="00FB49D4">
            <w:pPr>
              <w:rPr>
                <w:b/>
                <w:bCs/>
                <w:i/>
                <w:iCs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846555" w:rsidRDefault="005C4D69" w:rsidP="0059434B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464,3</w:t>
            </w:r>
          </w:p>
        </w:tc>
      </w:tr>
      <w:tr w:rsidR="005C4D69" w:rsidRPr="004F1034">
        <w:trPr>
          <w:trHeight w:val="229"/>
        </w:trPr>
        <w:tc>
          <w:tcPr>
            <w:tcW w:w="5264" w:type="dxa"/>
          </w:tcPr>
          <w:p w:rsidR="005C4D69" w:rsidRPr="004F1034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7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D90F54">
            <w:pPr>
              <w:jc w:val="center"/>
            </w:pPr>
            <w:r>
              <w:rPr>
                <w:sz w:val="22"/>
                <w:szCs w:val="22"/>
              </w:rPr>
              <w:t>464,3</w:t>
            </w:r>
          </w:p>
        </w:tc>
      </w:tr>
      <w:tr w:rsidR="005C4D69" w:rsidRPr="004F1034">
        <w:trPr>
          <w:trHeight w:val="229"/>
        </w:trPr>
        <w:tc>
          <w:tcPr>
            <w:tcW w:w="5264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D90F54">
            <w:pPr>
              <w:jc w:val="center"/>
            </w:pPr>
            <w:r>
              <w:rPr>
                <w:sz w:val="22"/>
                <w:szCs w:val="22"/>
              </w:rPr>
              <w:t>464,3</w:t>
            </w:r>
          </w:p>
        </w:tc>
      </w:tr>
      <w:tr w:rsidR="005C4D69" w:rsidRPr="004F1034">
        <w:trPr>
          <w:trHeight w:val="229"/>
        </w:trPr>
        <w:tc>
          <w:tcPr>
            <w:tcW w:w="5264" w:type="dxa"/>
          </w:tcPr>
          <w:p w:rsidR="005C4D69" w:rsidRPr="00846555" w:rsidRDefault="005C4D69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5C4D69" w:rsidRPr="00846555" w:rsidRDefault="005C4D69" w:rsidP="00FB49D4">
            <w:pPr>
              <w:rPr>
                <w:i/>
                <w:iCs/>
              </w:rPr>
            </w:pPr>
            <w:r w:rsidRPr="0084655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846555" w:rsidRDefault="005C4D69" w:rsidP="00FB49D4">
            <w:pPr>
              <w:rPr>
                <w:i/>
                <w:iCs/>
              </w:rPr>
            </w:pPr>
            <w:r w:rsidRPr="0084655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846555" w:rsidRDefault="005C4D69" w:rsidP="00FB49D4">
            <w:pPr>
              <w:rPr>
                <w:i/>
                <w:iCs/>
              </w:rPr>
            </w:pPr>
            <w:r w:rsidRPr="00846555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5C4D69" w:rsidRPr="00846555" w:rsidRDefault="005C4D69" w:rsidP="00FB49D4">
            <w:pPr>
              <w:rPr>
                <w:i/>
                <w:iCs/>
              </w:rPr>
            </w:pPr>
            <w:r w:rsidRPr="00846555">
              <w:rPr>
                <w:i/>
                <w:iCs/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5C4D69" w:rsidRPr="00846555" w:rsidRDefault="005C4D69" w:rsidP="00FB49D4">
            <w:pPr>
              <w:rPr>
                <w:i/>
                <w:iCs/>
              </w:rPr>
            </w:pPr>
            <w:r w:rsidRPr="00846555">
              <w:rPr>
                <w:i/>
                <w:iCs/>
                <w:sz w:val="22"/>
                <w:szCs w:val="22"/>
              </w:rPr>
              <w:t>100</w:t>
            </w:r>
          </w:p>
        </w:tc>
        <w:tc>
          <w:tcPr>
            <w:tcW w:w="911" w:type="dxa"/>
          </w:tcPr>
          <w:p w:rsidR="005C4D69" w:rsidRPr="00846555" w:rsidRDefault="005C4D69" w:rsidP="00D90F54">
            <w:pPr>
              <w:jc w:val="center"/>
              <w:rPr>
                <w:i/>
                <w:iCs/>
              </w:rPr>
            </w:pPr>
            <w:r w:rsidRPr="00846555">
              <w:rPr>
                <w:i/>
                <w:iCs/>
                <w:sz w:val="22"/>
                <w:szCs w:val="22"/>
              </w:rPr>
              <w:t>464,</w:t>
            </w:r>
            <w:r>
              <w:rPr>
                <w:i/>
                <w:iCs/>
                <w:sz w:val="22"/>
                <w:szCs w:val="22"/>
              </w:rPr>
              <w:t>3</w:t>
            </w:r>
          </w:p>
        </w:tc>
      </w:tr>
      <w:tr w:rsidR="005C4D69" w:rsidRPr="004F1034">
        <w:trPr>
          <w:trHeight w:val="229"/>
        </w:trPr>
        <w:tc>
          <w:tcPr>
            <w:tcW w:w="5264" w:type="dxa"/>
          </w:tcPr>
          <w:p w:rsidR="005C4D69" w:rsidRPr="003F2E51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3F2E51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120</w:t>
            </w:r>
          </w:p>
        </w:tc>
        <w:tc>
          <w:tcPr>
            <w:tcW w:w="911" w:type="dxa"/>
          </w:tcPr>
          <w:p w:rsidR="005C4D69" w:rsidRDefault="005C4D69" w:rsidP="00D90F54">
            <w:pPr>
              <w:jc w:val="center"/>
            </w:pPr>
            <w:r>
              <w:rPr>
                <w:sz w:val="22"/>
                <w:szCs w:val="22"/>
              </w:rPr>
              <w:t>464,3</w:t>
            </w:r>
          </w:p>
        </w:tc>
      </w:tr>
      <w:tr w:rsidR="005C4D69" w:rsidRPr="004F1034">
        <w:trPr>
          <w:trHeight w:val="395"/>
        </w:trPr>
        <w:tc>
          <w:tcPr>
            <w:tcW w:w="5264" w:type="dxa"/>
          </w:tcPr>
          <w:p w:rsidR="005C4D69" w:rsidRPr="004F1034" w:rsidRDefault="005C4D69" w:rsidP="00FB49D4">
            <w:pPr>
              <w:pStyle w:val="Heading2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F2E51">
              <w:rPr>
                <w:b w:val="0"/>
                <w:bCs w:val="0"/>
                <w:i w:val="0"/>
                <w:iCs w:val="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5C4D69" w:rsidRPr="004F1034" w:rsidRDefault="005C4D69" w:rsidP="00FB49D4">
            <w:r>
              <w:rPr>
                <w:sz w:val="22"/>
                <w:szCs w:val="22"/>
              </w:rPr>
              <w:t>121</w:t>
            </w:r>
          </w:p>
        </w:tc>
        <w:tc>
          <w:tcPr>
            <w:tcW w:w="911" w:type="dxa"/>
          </w:tcPr>
          <w:p w:rsidR="005C4D69" w:rsidRPr="004F1034" w:rsidRDefault="005C4D69" w:rsidP="00D90F54">
            <w:pPr>
              <w:jc w:val="center"/>
            </w:pPr>
            <w:r>
              <w:rPr>
                <w:sz w:val="22"/>
                <w:szCs w:val="22"/>
              </w:rPr>
              <w:t>464,3</w:t>
            </w:r>
          </w:p>
        </w:tc>
      </w:tr>
      <w:tr w:rsidR="005C4D69" w:rsidRPr="004F1034">
        <w:tc>
          <w:tcPr>
            <w:tcW w:w="5264" w:type="dxa"/>
          </w:tcPr>
          <w:p w:rsidR="005C4D69" w:rsidRPr="005A0EB8" w:rsidRDefault="005C4D69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0E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5" w:type="dxa"/>
          </w:tcPr>
          <w:p w:rsidR="005C4D69" w:rsidRPr="005A0EB8" w:rsidRDefault="005C4D69" w:rsidP="00FB49D4">
            <w:pPr>
              <w:rPr>
                <w:b/>
                <w:bCs/>
                <w:i/>
                <w:iCs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5A0EB8" w:rsidRDefault="005C4D69" w:rsidP="00FB49D4">
            <w:pPr>
              <w:rPr>
                <w:b/>
                <w:bCs/>
                <w:i/>
                <w:iCs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5A0EB8" w:rsidRDefault="005C4D69" w:rsidP="00FB49D4">
            <w:pPr>
              <w:rPr>
                <w:b/>
                <w:bCs/>
                <w:i/>
                <w:iCs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5A0EB8" w:rsidRDefault="005C4D69" w:rsidP="00FB49D4">
            <w:pPr>
              <w:rPr>
                <w:b/>
                <w:bCs/>
                <w:i/>
                <w:iCs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5A0EB8" w:rsidRDefault="005C4D69" w:rsidP="00FB49D4">
            <w:pPr>
              <w:rPr>
                <w:b/>
                <w:bCs/>
                <w:i/>
                <w:iCs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5A0EB8" w:rsidRDefault="005C4D69" w:rsidP="004919F5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1690,1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7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1690,1</w:t>
            </w:r>
          </w:p>
        </w:tc>
      </w:tr>
      <w:tr w:rsidR="005C4D69" w:rsidRPr="004F1034"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911" w:type="dxa"/>
          </w:tcPr>
          <w:p w:rsidR="005C4D69" w:rsidRPr="00EB3AF9" w:rsidRDefault="005C4D69" w:rsidP="00504B3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1139,3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091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</w:tcPr>
          <w:p w:rsidR="005C4D69" w:rsidRPr="00EB0915" w:rsidRDefault="005C4D69" w:rsidP="00FB49D4">
            <w:pPr>
              <w:rPr>
                <w:i/>
                <w:iCs/>
              </w:rPr>
            </w:pPr>
            <w:r w:rsidRPr="00EB091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0915" w:rsidRDefault="005C4D69" w:rsidP="00FB49D4">
            <w:pPr>
              <w:rPr>
                <w:i/>
                <w:iCs/>
              </w:rPr>
            </w:pPr>
            <w:r w:rsidRPr="00EB091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EB0915" w:rsidRDefault="005C4D69" w:rsidP="00FB49D4">
            <w:pPr>
              <w:rPr>
                <w:i/>
                <w:iCs/>
              </w:rPr>
            </w:pPr>
            <w:r w:rsidRPr="00EB0915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EB0915" w:rsidRDefault="005C4D69" w:rsidP="00FB49D4">
            <w:pPr>
              <w:rPr>
                <w:i/>
                <w:iCs/>
              </w:rPr>
            </w:pPr>
            <w:r w:rsidRPr="00EB0915">
              <w:rPr>
                <w:i/>
                <w:i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Pr="00EB0915" w:rsidRDefault="005C4D69" w:rsidP="00FB49D4">
            <w:pPr>
              <w:rPr>
                <w:i/>
                <w:iCs/>
              </w:rPr>
            </w:pPr>
            <w:r w:rsidRPr="00EB0915">
              <w:rPr>
                <w:i/>
                <w:iCs/>
                <w:sz w:val="22"/>
                <w:szCs w:val="22"/>
              </w:rPr>
              <w:t>120</w:t>
            </w:r>
          </w:p>
        </w:tc>
        <w:tc>
          <w:tcPr>
            <w:tcW w:w="911" w:type="dxa"/>
          </w:tcPr>
          <w:p w:rsidR="005C4D69" w:rsidRPr="00EB0915" w:rsidRDefault="005C4D69" w:rsidP="00504B38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1139,3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E00F5B">
              <w:rPr>
                <w:rFonts w:ascii="Arial" w:hAnsi="Arial" w:cs="Arial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Pr="004F1034" w:rsidRDefault="005C4D69" w:rsidP="00FB49D4">
            <w:r>
              <w:rPr>
                <w:sz w:val="22"/>
                <w:szCs w:val="22"/>
              </w:rPr>
              <w:t>121</w:t>
            </w:r>
          </w:p>
        </w:tc>
        <w:tc>
          <w:tcPr>
            <w:tcW w:w="911" w:type="dxa"/>
          </w:tcPr>
          <w:p w:rsidR="005C4D69" w:rsidRPr="004F1034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1134,1</w:t>
            </w:r>
          </w:p>
        </w:tc>
      </w:tr>
      <w:tr w:rsidR="005C4D69" w:rsidRPr="004F1034">
        <w:tc>
          <w:tcPr>
            <w:tcW w:w="5264" w:type="dxa"/>
          </w:tcPr>
          <w:p w:rsidR="005C4D69" w:rsidRPr="00E00F5B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002C8C">
              <w:rPr>
                <w:rFonts w:ascii="Arial" w:hAnsi="Arial" w:cs="Arial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122</w:t>
            </w:r>
          </w:p>
        </w:tc>
        <w:tc>
          <w:tcPr>
            <w:tcW w:w="911" w:type="dxa"/>
          </w:tcPr>
          <w:p w:rsidR="005C4D69" w:rsidRDefault="005C4D69" w:rsidP="00504B38">
            <w:pPr>
              <w:jc w:val="center"/>
            </w:pPr>
            <w:r>
              <w:rPr>
                <w:sz w:val="22"/>
                <w:szCs w:val="22"/>
              </w:rPr>
              <w:t>5,2</w:t>
            </w:r>
          </w:p>
        </w:tc>
      </w:tr>
      <w:tr w:rsidR="005C4D69" w:rsidRPr="004F1034"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5C4D69" w:rsidRPr="00EB3AF9" w:rsidRDefault="005C4D69" w:rsidP="003713F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528,3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5C4D69" w:rsidRDefault="005C4D69" w:rsidP="003713FB">
            <w:pPr>
              <w:jc w:val="center"/>
            </w:pPr>
            <w:r>
              <w:rPr>
                <w:sz w:val="22"/>
                <w:szCs w:val="22"/>
              </w:rPr>
              <w:t>528,3</w:t>
            </w:r>
          </w:p>
        </w:tc>
      </w:tr>
      <w:tr w:rsidR="005C4D69" w:rsidRPr="004F1034">
        <w:tc>
          <w:tcPr>
            <w:tcW w:w="5264" w:type="dxa"/>
          </w:tcPr>
          <w:p w:rsidR="005C4D69" w:rsidRPr="00E00F5B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242</w:t>
            </w:r>
          </w:p>
        </w:tc>
        <w:tc>
          <w:tcPr>
            <w:tcW w:w="911" w:type="dxa"/>
          </w:tcPr>
          <w:p w:rsidR="005C4D69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124,6</w:t>
            </w:r>
          </w:p>
        </w:tc>
      </w:tr>
      <w:tr w:rsidR="005C4D69" w:rsidRPr="004F1034">
        <w:tc>
          <w:tcPr>
            <w:tcW w:w="5264" w:type="dxa"/>
          </w:tcPr>
          <w:p w:rsidR="005C4D69" w:rsidRPr="00E00F5B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5C4D69" w:rsidRDefault="005C4D69" w:rsidP="003713FB">
            <w:pPr>
              <w:jc w:val="center"/>
            </w:pPr>
            <w:r>
              <w:rPr>
                <w:sz w:val="22"/>
                <w:szCs w:val="22"/>
              </w:rPr>
              <w:t>403,7</w:t>
            </w:r>
          </w:p>
        </w:tc>
      </w:tr>
      <w:tr w:rsidR="005C4D69" w:rsidRPr="00EB3AF9"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5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911" w:type="dxa"/>
          </w:tcPr>
          <w:p w:rsidR="005C4D69" w:rsidRPr="00EB3AF9" w:rsidRDefault="005C4D69" w:rsidP="00FB49D4">
            <w:pPr>
              <w:jc w:val="center"/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6,9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0E7125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540</w:t>
            </w:r>
          </w:p>
        </w:tc>
        <w:tc>
          <w:tcPr>
            <w:tcW w:w="911" w:type="dxa"/>
          </w:tcPr>
          <w:p w:rsidR="005C4D69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6,9</w:t>
            </w:r>
          </w:p>
        </w:tc>
      </w:tr>
      <w:tr w:rsidR="005C4D69" w:rsidRPr="004F1034"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5C4D69" w:rsidRPr="00EB3AF9" w:rsidRDefault="005C4D69" w:rsidP="00504B3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15,5</w:t>
            </w:r>
          </w:p>
        </w:tc>
      </w:tr>
      <w:tr w:rsidR="005C4D69" w:rsidRPr="004F1034">
        <w:tc>
          <w:tcPr>
            <w:tcW w:w="5264" w:type="dxa"/>
          </w:tcPr>
          <w:p w:rsidR="005C4D69" w:rsidRPr="00DF01AE" w:rsidRDefault="005C4D69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01AE">
              <w:rPr>
                <w:rFonts w:ascii="Arial" w:hAnsi="Arial" w:cs="Arial"/>
                <w:i/>
                <w:iCs/>
                <w:sz w:val="20"/>
                <w:szCs w:val="20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725" w:type="dxa"/>
          </w:tcPr>
          <w:p w:rsidR="005C4D69" w:rsidRPr="00DF01AE" w:rsidRDefault="005C4D69" w:rsidP="00FB49D4">
            <w:pPr>
              <w:rPr>
                <w:i/>
                <w:iCs/>
              </w:rPr>
            </w:pPr>
            <w:r w:rsidRPr="00DF01AE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DF01AE" w:rsidRDefault="005C4D69" w:rsidP="00FB49D4">
            <w:pPr>
              <w:rPr>
                <w:i/>
                <w:iCs/>
              </w:rPr>
            </w:pPr>
            <w:r w:rsidRPr="00DF01AE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DF01AE" w:rsidRDefault="005C4D69" w:rsidP="00FB49D4">
            <w:pPr>
              <w:rPr>
                <w:i/>
                <w:iCs/>
              </w:rPr>
            </w:pPr>
            <w:r w:rsidRPr="00DF01AE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DF01AE" w:rsidRDefault="005C4D69" w:rsidP="00FB49D4">
            <w:pPr>
              <w:rPr>
                <w:i/>
                <w:iCs/>
              </w:rPr>
            </w:pPr>
            <w:r w:rsidRPr="00DF01AE">
              <w:rPr>
                <w:i/>
                <w:i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Pr="00DF01AE" w:rsidRDefault="005C4D69" w:rsidP="00FB49D4">
            <w:pPr>
              <w:rPr>
                <w:i/>
                <w:iCs/>
              </w:rPr>
            </w:pPr>
            <w:r w:rsidRPr="00DF01AE">
              <w:rPr>
                <w:i/>
                <w:iCs/>
                <w:sz w:val="22"/>
                <w:szCs w:val="22"/>
              </w:rPr>
              <w:t>850</w:t>
            </w:r>
          </w:p>
        </w:tc>
        <w:tc>
          <w:tcPr>
            <w:tcW w:w="911" w:type="dxa"/>
          </w:tcPr>
          <w:p w:rsidR="005C4D69" w:rsidRPr="00DF01AE" w:rsidRDefault="005C4D69" w:rsidP="00FB49D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15,4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851</w:t>
            </w:r>
          </w:p>
        </w:tc>
        <w:tc>
          <w:tcPr>
            <w:tcW w:w="911" w:type="dxa"/>
          </w:tcPr>
          <w:p w:rsidR="005C4D69" w:rsidRDefault="005C4D69" w:rsidP="004919F5">
            <w:pPr>
              <w:jc w:val="center"/>
            </w:pPr>
            <w:r>
              <w:rPr>
                <w:sz w:val="22"/>
                <w:szCs w:val="22"/>
              </w:rPr>
              <w:t>4,8</w:t>
            </w:r>
          </w:p>
        </w:tc>
      </w:tr>
      <w:tr w:rsidR="005C4D69" w:rsidRPr="004F1034">
        <w:tc>
          <w:tcPr>
            <w:tcW w:w="5264" w:type="dxa"/>
          </w:tcPr>
          <w:p w:rsidR="005C4D69" w:rsidRPr="00E00F5B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Уплата прочих налогов, сборов и иных обязательных  платежей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852</w:t>
            </w:r>
          </w:p>
        </w:tc>
        <w:tc>
          <w:tcPr>
            <w:tcW w:w="911" w:type="dxa"/>
          </w:tcPr>
          <w:p w:rsidR="005C4D69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10,7</w:t>
            </w:r>
          </w:p>
        </w:tc>
      </w:tr>
      <w:tr w:rsidR="005C4D69" w:rsidRPr="00EB3AF9"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0020513</w:t>
            </w:r>
          </w:p>
        </w:tc>
        <w:tc>
          <w:tcPr>
            <w:tcW w:w="576" w:type="dxa"/>
          </w:tcPr>
          <w:p w:rsidR="005C4D69" w:rsidRPr="00EB3AF9" w:rsidRDefault="005C4D69" w:rsidP="00FB49D4">
            <w:pPr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5C4D69" w:rsidRPr="00EB3AF9" w:rsidRDefault="005C4D69" w:rsidP="00FB49D4">
            <w:pPr>
              <w:jc w:val="center"/>
              <w:rPr>
                <w:b/>
                <w:bCs/>
              </w:rPr>
            </w:pPr>
            <w:r w:rsidRPr="00EB3AF9">
              <w:rPr>
                <w:b/>
                <w:bCs/>
                <w:sz w:val="22"/>
                <w:szCs w:val="22"/>
              </w:rPr>
              <w:t>0,1</w:t>
            </w:r>
          </w:p>
        </w:tc>
      </w:tr>
      <w:tr w:rsidR="005C4D69" w:rsidRPr="00EB3AF9"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3AF9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EB3AF9" w:rsidRDefault="005C4D69" w:rsidP="00FB49D4">
            <w:r w:rsidRPr="00EB3AF9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FB49D4">
            <w:r w:rsidRPr="00EB3AF9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EB3AF9" w:rsidRDefault="005C4D69" w:rsidP="00FB49D4">
            <w:r w:rsidRPr="00EB3AF9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EB3AF9" w:rsidRDefault="005C4D69" w:rsidP="00FB49D4">
            <w:r w:rsidRPr="00EB3AF9">
              <w:rPr>
                <w:sz w:val="22"/>
                <w:szCs w:val="22"/>
              </w:rPr>
              <w:t>0020513</w:t>
            </w:r>
          </w:p>
        </w:tc>
        <w:tc>
          <w:tcPr>
            <w:tcW w:w="576" w:type="dxa"/>
          </w:tcPr>
          <w:p w:rsidR="005C4D69" w:rsidRPr="00EB3AF9" w:rsidRDefault="005C4D69" w:rsidP="00FB49D4">
            <w:r w:rsidRPr="00EB3AF9"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5C4D69" w:rsidRPr="00EB3AF9" w:rsidRDefault="005C4D69" w:rsidP="00FB49D4">
            <w:pPr>
              <w:jc w:val="center"/>
            </w:pPr>
            <w:r w:rsidRPr="00EB3AF9">
              <w:rPr>
                <w:sz w:val="22"/>
                <w:szCs w:val="22"/>
              </w:rPr>
              <w:t>0,1</w:t>
            </w:r>
          </w:p>
        </w:tc>
      </w:tr>
      <w:tr w:rsidR="005C4D69" w:rsidRPr="004F1034">
        <w:tc>
          <w:tcPr>
            <w:tcW w:w="5264" w:type="dxa"/>
          </w:tcPr>
          <w:p w:rsidR="005C4D69" w:rsidRPr="00E00F5B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5" w:type="dxa"/>
          </w:tcPr>
          <w:p w:rsidR="005C4D69" w:rsidRPr="00C2461D" w:rsidRDefault="005C4D69" w:rsidP="00FB49D4">
            <w:r w:rsidRPr="00C2461D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C2461D" w:rsidRDefault="005C4D69" w:rsidP="00FB49D4">
            <w:r w:rsidRPr="00C2461D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C2461D" w:rsidRDefault="005C4D69" w:rsidP="00FB49D4">
            <w:r w:rsidRPr="00C2461D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5C4D69" w:rsidRPr="00C2461D" w:rsidRDefault="005C4D69" w:rsidP="00FB49D4">
            <w:r w:rsidRPr="00C2461D">
              <w:rPr>
                <w:sz w:val="22"/>
                <w:szCs w:val="22"/>
              </w:rPr>
              <w:t>0020513</w:t>
            </w:r>
          </w:p>
        </w:tc>
        <w:tc>
          <w:tcPr>
            <w:tcW w:w="576" w:type="dxa"/>
          </w:tcPr>
          <w:p w:rsidR="005C4D69" w:rsidRPr="00C2461D" w:rsidRDefault="005C4D69" w:rsidP="00FB49D4">
            <w:r w:rsidRPr="00C2461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44</w:t>
            </w:r>
          </w:p>
        </w:tc>
        <w:tc>
          <w:tcPr>
            <w:tcW w:w="911" w:type="dxa"/>
          </w:tcPr>
          <w:p w:rsidR="005C4D69" w:rsidRPr="00C2461D" w:rsidRDefault="005C4D69" w:rsidP="00FB49D4">
            <w:pPr>
              <w:jc w:val="center"/>
            </w:pPr>
            <w:r w:rsidRPr="00C2461D">
              <w:rPr>
                <w:sz w:val="22"/>
                <w:szCs w:val="22"/>
              </w:rPr>
              <w:t>0,1</w:t>
            </w:r>
          </w:p>
        </w:tc>
      </w:tr>
      <w:tr w:rsidR="005C4D69" w:rsidRPr="004F1034">
        <w:trPr>
          <w:trHeight w:val="292"/>
        </w:trPr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5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EB3AF9" w:rsidRDefault="005C4D69" w:rsidP="00FB49D4">
            <w:pPr>
              <w:jc w:val="center"/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18,0</w:t>
            </w:r>
          </w:p>
        </w:tc>
      </w:tr>
      <w:tr w:rsidR="005C4D69" w:rsidRPr="004F1034">
        <w:trPr>
          <w:trHeight w:val="292"/>
        </w:trPr>
        <w:tc>
          <w:tcPr>
            <w:tcW w:w="5264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7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85030C" w:rsidRDefault="005C4D69" w:rsidP="00FB49D4">
            <w:pPr>
              <w:jc w:val="center"/>
            </w:pPr>
            <w:r w:rsidRPr="0085030C">
              <w:rPr>
                <w:sz w:val="22"/>
                <w:szCs w:val="22"/>
              </w:rPr>
              <w:t>18,0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3C0A35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</w:tcPr>
          <w:p w:rsidR="005C4D69" w:rsidRPr="0085030C" w:rsidRDefault="005C4D69" w:rsidP="00FB49D4">
            <w:r w:rsidRPr="0085030C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85030C" w:rsidRDefault="005C4D69" w:rsidP="00FB49D4">
            <w:r w:rsidRPr="0085030C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85030C" w:rsidRDefault="005C4D69" w:rsidP="00FB49D4">
            <w:r w:rsidRPr="0085030C">
              <w:rPr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5C4D69" w:rsidRPr="004F1034" w:rsidRDefault="005C4D69" w:rsidP="00FB49D4">
            <w:r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18,0</w:t>
            </w:r>
          </w:p>
        </w:tc>
      </w:tr>
      <w:tr w:rsidR="005C4D69" w:rsidRPr="004F1034">
        <w:tc>
          <w:tcPr>
            <w:tcW w:w="5264" w:type="dxa"/>
          </w:tcPr>
          <w:p w:rsidR="005C4D69" w:rsidRPr="000E7125" w:rsidRDefault="005C4D69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E7125">
              <w:rPr>
                <w:rFonts w:ascii="Arial" w:hAnsi="Arial" w:cs="Arial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5" w:type="dxa"/>
          </w:tcPr>
          <w:p w:rsidR="005C4D69" w:rsidRPr="000E7125" w:rsidRDefault="005C4D69" w:rsidP="00FB49D4">
            <w:pPr>
              <w:rPr>
                <w:i/>
                <w:iCs/>
              </w:rPr>
            </w:pPr>
            <w:r w:rsidRPr="000E712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0E7125" w:rsidRDefault="005C4D69" w:rsidP="00FB49D4">
            <w:pPr>
              <w:rPr>
                <w:i/>
                <w:iCs/>
              </w:rPr>
            </w:pPr>
            <w:r w:rsidRPr="000E712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0E7125" w:rsidRDefault="005C4D69" w:rsidP="00FB49D4">
            <w:pPr>
              <w:rPr>
                <w:i/>
                <w:iCs/>
              </w:rPr>
            </w:pPr>
            <w:r w:rsidRPr="000E7125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5C4D69" w:rsidRPr="000E7125" w:rsidRDefault="005C4D69" w:rsidP="00FB49D4">
            <w:pPr>
              <w:rPr>
                <w:i/>
                <w:iCs/>
              </w:rPr>
            </w:pPr>
            <w:r w:rsidRPr="000E7125">
              <w:rPr>
                <w:i/>
                <w:i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Pr="000E7125" w:rsidRDefault="005C4D69" w:rsidP="00FB49D4">
            <w:pPr>
              <w:rPr>
                <w:i/>
                <w:iCs/>
              </w:rPr>
            </w:pPr>
            <w:r w:rsidRPr="000E7125">
              <w:rPr>
                <w:i/>
                <w:iCs/>
                <w:sz w:val="22"/>
                <w:szCs w:val="22"/>
              </w:rPr>
              <w:t>500</w:t>
            </w:r>
          </w:p>
        </w:tc>
        <w:tc>
          <w:tcPr>
            <w:tcW w:w="911" w:type="dxa"/>
          </w:tcPr>
          <w:p w:rsidR="005C4D69" w:rsidRPr="000E7125" w:rsidRDefault="005C4D69" w:rsidP="00FB49D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18,0</w:t>
            </w:r>
          </w:p>
        </w:tc>
      </w:tr>
      <w:tr w:rsidR="005C4D69" w:rsidRPr="004F1034">
        <w:tc>
          <w:tcPr>
            <w:tcW w:w="5264" w:type="dxa"/>
          </w:tcPr>
          <w:p w:rsidR="005C4D69" w:rsidRPr="003C0A35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0E7125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</w:tcPr>
          <w:p w:rsidR="005C4D69" w:rsidRPr="0085030C" w:rsidRDefault="005C4D69" w:rsidP="00FB49D4">
            <w:r w:rsidRPr="0085030C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85030C" w:rsidRDefault="005C4D69" w:rsidP="00FB49D4">
            <w:r w:rsidRPr="0085030C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5C4D69" w:rsidRPr="0085030C" w:rsidRDefault="005C4D69" w:rsidP="00FB49D4">
            <w:r w:rsidRPr="0085030C">
              <w:rPr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5C4D69" w:rsidRPr="004F1034" w:rsidRDefault="005C4D69" w:rsidP="00FB49D4">
            <w:r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540</w:t>
            </w:r>
          </w:p>
        </w:tc>
        <w:tc>
          <w:tcPr>
            <w:tcW w:w="911" w:type="dxa"/>
          </w:tcPr>
          <w:p w:rsidR="005C4D69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18,0</w:t>
            </w:r>
          </w:p>
        </w:tc>
      </w:tr>
      <w:tr w:rsidR="005C4D69" w:rsidRPr="004F1034"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;Национальная оборона</w:t>
            </w:r>
          </w:p>
        </w:tc>
        <w:tc>
          <w:tcPr>
            <w:tcW w:w="725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EB3AF9" w:rsidRDefault="005C4D69" w:rsidP="00FB49D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67,1</w:t>
            </w:r>
          </w:p>
        </w:tc>
      </w:tr>
      <w:tr w:rsidR="005C4D69" w:rsidRPr="004F1034">
        <w:trPr>
          <w:trHeight w:val="330"/>
        </w:trPr>
        <w:tc>
          <w:tcPr>
            <w:tcW w:w="5264" w:type="dxa"/>
          </w:tcPr>
          <w:p w:rsidR="005C4D69" w:rsidRPr="004F1034" w:rsidRDefault="005C4D69" w:rsidP="00FB49D4">
            <w:pPr>
              <w:jc w:val="both"/>
              <w:rPr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i/>
                <w:iCs/>
                <w:sz w:val="20"/>
                <w:szCs w:val="20"/>
              </w:rPr>
              <w:t>Мобилизационная  и вневойсковая подготовка</w:t>
            </w:r>
          </w:p>
        </w:tc>
        <w:tc>
          <w:tcPr>
            <w:tcW w:w="725" w:type="dxa"/>
          </w:tcPr>
          <w:p w:rsidR="005C4D69" w:rsidRPr="004F1034" w:rsidRDefault="005C4D69" w:rsidP="00FB49D4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5C4D69" w:rsidRPr="004F1034" w:rsidRDefault="005C4D69" w:rsidP="00FB49D4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5C4D69" w:rsidRPr="004F1034" w:rsidRDefault="005C4D69" w:rsidP="00FB49D4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4F1034" w:rsidRDefault="005C4D69" w:rsidP="00FB49D4">
            <w:pPr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D90F5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67,1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D90F54">
            <w:pPr>
              <w:jc w:val="center"/>
            </w:pPr>
            <w:r>
              <w:rPr>
                <w:sz w:val="22"/>
                <w:szCs w:val="22"/>
              </w:rPr>
              <w:t>67,1</w:t>
            </w:r>
          </w:p>
        </w:tc>
      </w:tr>
      <w:tr w:rsidR="005C4D69" w:rsidRPr="004F1034"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3AF9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5C4D69" w:rsidRPr="004F1034" w:rsidRDefault="005C4D69" w:rsidP="00FB49D4">
            <w:r>
              <w:rPr>
                <w:sz w:val="22"/>
                <w:szCs w:val="22"/>
              </w:rPr>
              <w:t>1</w:t>
            </w:r>
            <w:r w:rsidRPr="004F1034">
              <w:rPr>
                <w:sz w:val="22"/>
                <w:szCs w:val="22"/>
              </w:rPr>
              <w:t>00</w:t>
            </w:r>
          </w:p>
        </w:tc>
        <w:tc>
          <w:tcPr>
            <w:tcW w:w="911" w:type="dxa"/>
          </w:tcPr>
          <w:p w:rsidR="005C4D69" w:rsidRPr="004F1034" w:rsidRDefault="005C4D69" w:rsidP="00D90F54">
            <w:pPr>
              <w:jc w:val="center"/>
            </w:pPr>
            <w:r>
              <w:rPr>
                <w:sz w:val="22"/>
                <w:szCs w:val="22"/>
              </w:rPr>
              <w:t>64,5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091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120</w:t>
            </w:r>
          </w:p>
        </w:tc>
        <w:tc>
          <w:tcPr>
            <w:tcW w:w="911" w:type="dxa"/>
          </w:tcPr>
          <w:p w:rsidR="005C4D69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64,5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E00F5B">
              <w:rPr>
                <w:rFonts w:ascii="Arial" w:hAnsi="Arial" w:cs="Arial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121</w:t>
            </w:r>
          </w:p>
        </w:tc>
        <w:tc>
          <w:tcPr>
            <w:tcW w:w="911" w:type="dxa"/>
          </w:tcPr>
          <w:p w:rsidR="005C4D69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64,5</w:t>
            </w:r>
          </w:p>
        </w:tc>
      </w:tr>
      <w:tr w:rsidR="005C4D69" w:rsidRPr="004F1034">
        <w:tc>
          <w:tcPr>
            <w:tcW w:w="5264" w:type="dxa"/>
          </w:tcPr>
          <w:p w:rsidR="005C4D69" w:rsidRPr="00977D90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977D90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5C4D69" w:rsidRDefault="005C4D69" w:rsidP="00FB49D4">
            <w:pPr>
              <w:jc w:val="center"/>
            </w:pPr>
            <w:r>
              <w:rPr>
                <w:sz w:val="22"/>
                <w:szCs w:val="22"/>
              </w:rPr>
              <w:t>2,6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5C4D69" w:rsidRDefault="005C4D69">
            <w:r>
              <w:rPr>
                <w:sz w:val="22"/>
                <w:szCs w:val="22"/>
              </w:rPr>
              <w:t>2,6</w:t>
            </w:r>
          </w:p>
        </w:tc>
      </w:tr>
      <w:tr w:rsidR="005C4D69" w:rsidRPr="004F1034">
        <w:tc>
          <w:tcPr>
            <w:tcW w:w="5264" w:type="dxa"/>
          </w:tcPr>
          <w:p w:rsidR="005C4D69" w:rsidRPr="000E7125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5C4D69" w:rsidRDefault="005C4D69" w:rsidP="00FB49D4"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5C4D69" w:rsidRDefault="005C4D69">
            <w:r>
              <w:rPr>
                <w:sz w:val="22"/>
                <w:szCs w:val="22"/>
              </w:rPr>
              <w:t>2,6</w:t>
            </w:r>
          </w:p>
        </w:tc>
      </w:tr>
      <w:tr w:rsidR="005C4D69" w:rsidRPr="004F1034">
        <w:tc>
          <w:tcPr>
            <w:tcW w:w="5264" w:type="dxa"/>
          </w:tcPr>
          <w:p w:rsidR="005C4D69" w:rsidRPr="00EB3AF9" w:rsidRDefault="005C4D69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5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72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EB3AF9" w:rsidRDefault="005C4D69" w:rsidP="00FB49D4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EB3AF9" w:rsidRDefault="005C4D69" w:rsidP="00FB49D4">
            <w:pPr>
              <w:jc w:val="center"/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66,7</w:t>
            </w:r>
          </w:p>
        </w:tc>
      </w:tr>
      <w:tr w:rsidR="005C4D69" w:rsidRPr="004F1034">
        <w:trPr>
          <w:trHeight w:val="685"/>
        </w:trPr>
        <w:tc>
          <w:tcPr>
            <w:tcW w:w="5264" w:type="dxa"/>
          </w:tcPr>
          <w:p w:rsidR="005C4D69" w:rsidRPr="004F1034" w:rsidRDefault="005C4D69" w:rsidP="00FB49D4">
            <w:pPr>
              <w:pStyle w:val="Heading4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FB49D4">
            <w:pPr>
              <w:jc w:val="center"/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4F1034" w:rsidRDefault="005C4D69" w:rsidP="00FB49D4">
            <w:pPr>
              <w:pStyle w:val="Heading4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4F1034">
              <w:rPr>
                <w:b w:val="0"/>
                <w:bCs w:val="0"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72" w:type="dxa"/>
            <w:vAlign w:val="center"/>
          </w:tcPr>
          <w:p w:rsidR="005C4D69" w:rsidRPr="004F1034" w:rsidRDefault="005C4D69" w:rsidP="00FB49D4">
            <w:pPr>
              <w:pStyle w:val="Heading4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4F1034">
              <w:rPr>
                <w:b w:val="0"/>
                <w:bCs w:val="0"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5C4D69" w:rsidRPr="004F1034" w:rsidRDefault="005C4D69" w:rsidP="00FB49D4">
            <w:pPr>
              <w:jc w:val="center"/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  <w:vAlign w:val="center"/>
          </w:tcPr>
          <w:p w:rsidR="005C4D69" w:rsidRPr="004F1034" w:rsidRDefault="005C4D69" w:rsidP="00FB49D4">
            <w:pPr>
              <w:jc w:val="center"/>
              <w:rPr>
                <w:i/>
                <w:iCs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  <w:vAlign w:val="center"/>
          </w:tcPr>
          <w:p w:rsidR="005C4D69" w:rsidRPr="004F1034" w:rsidRDefault="005C4D69" w:rsidP="00FB49D4">
            <w:pPr>
              <w:pStyle w:val="Heading4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>
              <w:rPr>
                <w:b w:val="0"/>
                <w:bCs w:val="0"/>
                <w:i/>
                <w:iCs/>
                <w:sz w:val="22"/>
                <w:szCs w:val="22"/>
              </w:rPr>
              <w:t>66,7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977D90">
              <w:rPr>
                <w:rFonts w:ascii="Arial" w:hAnsi="Arial" w:cs="Arial"/>
                <w:sz w:val="20"/>
                <w:szCs w:val="20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725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544A84" w:rsidRDefault="005C4D69" w:rsidP="00FB49D4">
            <w:r w:rsidRPr="00544A84">
              <w:t>03</w:t>
            </w:r>
          </w:p>
        </w:tc>
        <w:tc>
          <w:tcPr>
            <w:tcW w:w="572" w:type="dxa"/>
          </w:tcPr>
          <w:p w:rsidR="005C4D69" w:rsidRPr="00544A84" w:rsidRDefault="005C4D69" w:rsidP="00FB49D4">
            <w:r w:rsidRPr="00544A84">
              <w:t>09</w:t>
            </w:r>
          </w:p>
        </w:tc>
        <w:tc>
          <w:tcPr>
            <w:tcW w:w="1096" w:type="dxa"/>
          </w:tcPr>
          <w:p w:rsidR="005C4D69" w:rsidRPr="004F1034" w:rsidRDefault="005C4D69" w:rsidP="00FB49D4">
            <w:r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</w:tcPr>
          <w:p w:rsidR="005C4D69" w:rsidRPr="004F1034" w:rsidRDefault="005C4D69" w:rsidP="00FB49D4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FB49D4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46,7</w:t>
            </w:r>
          </w:p>
        </w:tc>
      </w:tr>
      <w:tr w:rsidR="005C4D69" w:rsidRPr="004F1034">
        <w:tc>
          <w:tcPr>
            <w:tcW w:w="5264" w:type="dxa"/>
          </w:tcPr>
          <w:p w:rsidR="005C4D69" w:rsidRPr="00977D90" w:rsidRDefault="005C4D69" w:rsidP="00977D90">
            <w:pPr>
              <w:rPr>
                <w:rFonts w:ascii="Arial" w:hAnsi="Arial" w:cs="Arial"/>
                <w:sz w:val="20"/>
                <w:szCs w:val="20"/>
              </w:rPr>
            </w:pPr>
            <w:r w:rsidRPr="00977D90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977D90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544A84" w:rsidRDefault="005C4D69" w:rsidP="00977D90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5C4D69" w:rsidRPr="00544A84" w:rsidRDefault="005C4D69" w:rsidP="00977D90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5C4D69" w:rsidRDefault="005C4D69" w:rsidP="00977D90">
            <w:pPr>
              <w:jc w:val="center"/>
            </w:pPr>
            <w:r w:rsidRPr="003C2CB8"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  <w:vAlign w:val="center"/>
          </w:tcPr>
          <w:p w:rsidR="005C4D69" w:rsidRPr="004F1034" w:rsidRDefault="005C4D69" w:rsidP="00977D90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11" w:type="dxa"/>
            <w:vAlign w:val="center"/>
          </w:tcPr>
          <w:p w:rsidR="005C4D69" w:rsidRPr="00977D90" w:rsidRDefault="005C4D69" w:rsidP="00977D90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977D90">
              <w:rPr>
                <w:sz w:val="22"/>
                <w:szCs w:val="22"/>
              </w:rPr>
              <w:t>6,7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977D90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977D90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544A84" w:rsidRDefault="005C4D69" w:rsidP="00977D90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5C4D69" w:rsidRPr="00544A84" w:rsidRDefault="005C4D69" w:rsidP="00977D90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5C4D69" w:rsidRDefault="005C4D69" w:rsidP="00977D90">
            <w:pPr>
              <w:jc w:val="center"/>
            </w:pPr>
            <w:r w:rsidRPr="003C2CB8"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  <w:vAlign w:val="center"/>
          </w:tcPr>
          <w:p w:rsidR="005C4D69" w:rsidRPr="004F1034" w:rsidRDefault="005C4D69" w:rsidP="00977D90">
            <w:pPr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  <w:vAlign w:val="center"/>
          </w:tcPr>
          <w:p w:rsidR="005C4D69" w:rsidRPr="00977D90" w:rsidRDefault="005C4D69" w:rsidP="00977D90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977D90">
              <w:rPr>
                <w:sz w:val="22"/>
                <w:szCs w:val="22"/>
              </w:rPr>
              <w:t>6,7</w:t>
            </w:r>
          </w:p>
        </w:tc>
      </w:tr>
      <w:tr w:rsidR="005C4D69" w:rsidRPr="004F1034">
        <w:trPr>
          <w:trHeight w:val="388"/>
        </w:trPr>
        <w:tc>
          <w:tcPr>
            <w:tcW w:w="5264" w:type="dxa"/>
          </w:tcPr>
          <w:p w:rsidR="005C4D69" w:rsidRPr="000E7125" w:rsidRDefault="005C4D69" w:rsidP="00977D90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977D90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544A84" w:rsidRDefault="005C4D69" w:rsidP="00977D90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5C4D69" w:rsidRPr="00544A84" w:rsidRDefault="005C4D69" w:rsidP="00977D90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5C4D69" w:rsidRDefault="005C4D69" w:rsidP="00977D90">
            <w:pPr>
              <w:jc w:val="center"/>
            </w:pPr>
            <w:r w:rsidRPr="003C2CB8"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  <w:vAlign w:val="center"/>
          </w:tcPr>
          <w:p w:rsidR="005C4D69" w:rsidRPr="004F1034" w:rsidRDefault="005C4D69" w:rsidP="00977D90">
            <w:pPr>
              <w:jc w:val="center"/>
            </w:pPr>
            <w:r>
              <w:rPr>
                <w:sz w:val="22"/>
                <w:szCs w:val="22"/>
              </w:rPr>
              <w:t>24</w:t>
            </w:r>
            <w:r w:rsidRPr="004F1034">
              <w:rPr>
                <w:sz w:val="22"/>
                <w:szCs w:val="22"/>
              </w:rPr>
              <w:t>4</w:t>
            </w:r>
          </w:p>
        </w:tc>
        <w:tc>
          <w:tcPr>
            <w:tcW w:w="911" w:type="dxa"/>
            <w:vAlign w:val="center"/>
          </w:tcPr>
          <w:p w:rsidR="005C4D69" w:rsidRPr="00977D90" w:rsidRDefault="005C4D69" w:rsidP="00977D90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977D90">
              <w:rPr>
                <w:sz w:val="22"/>
                <w:szCs w:val="22"/>
              </w:rPr>
              <w:t>6,7</w:t>
            </w:r>
          </w:p>
        </w:tc>
      </w:tr>
      <w:tr w:rsidR="005C4D69" w:rsidRPr="004F1034">
        <w:trPr>
          <w:trHeight w:val="388"/>
        </w:trPr>
        <w:tc>
          <w:tcPr>
            <w:tcW w:w="5264" w:type="dxa"/>
          </w:tcPr>
          <w:p w:rsidR="005C4D69" w:rsidRPr="005C0905" w:rsidRDefault="005C4D69" w:rsidP="003713FB">
            <w:pPr>
              <w:rPr>
                <w:rFonts w:ascii="Arial" w:hAnsi="Arial" w:cs="Arial"/>
                <w:sz w:val="20"/>
                <w:szCs w:val="20"/>
              </w:rPr>
            </w:pPr>
            <w:r w:rsidRPr="003713FB">
              <w:rPr>
                <w:rFonts w:ascii="Arial" w:hAnsi="Arial" w:cs="Arial"/>
                <w:sz w:val="20"/>
                <w:szCs w:val="2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 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3713FB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544A84" w:rsidRDefault="005C4D69" w:rsidP="003713FB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5C4D69" w:rsidRPr="00544A84" w:rsidRDefault="005C4D69" w:rsidP="003713FB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5C4D69" w:rsidRDefault="005C4D69" w:rsidP="003713FB">
            <w:pPr>
              <w:jc w:val="center"/>
            </w:pPr>
            <w:r>
              <w:rPr>
                <w:sz w:val="22"/>
                <w:szCs w:val="22"/>
              </w:rPr>
              <w:t>2180100</w:t>
            </w:r>
          </w:p>
        </w:tc>
        <w:tc>
          <w:tcPr>
            <w:tcW w:w="576" w:type="dxa"/>
            <w:vAlign w:val="center"/>
          </w:tcPr>
          <w:p w:rsidR="005C4D69" w:rsidRPr="004F1034" w:rsidRDefault="005C4D69" w:rsidP="003713FB">
            <w:pPr>
              <w:jc w:val="center"/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  <w:vAlign w:val="center"/>
          </w:tcPr>
          <w:p w:rsidR="005C4D69" w:rsidRDefault="005C4D69" w:rsidP="003713FB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5C4D69" w:rsidRPr="004F1034">
        <w:trPr>
          <w:trHeight w:val="388"/>
        </w:trPr>
        <w:tc>
          <w:tcPr>
            <w:tcW w:w="5264" w:type="dxa"/>
          </w:tcPr>
          <w:p w:rsidR="005C4D69" w:rsidRPr="005C0905" w:rsidRDefault="005C4D69" w:rsidP="003713FB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3713FB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544A84" w:rsidRDefault="005C4D69" w:rsidP="003713FB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5C4D69" w:rsidRPr="00544A84" w:rsidRDefault="005C4D69" w:rsidP="003713FB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5C4D69" w:rsidRDefault="005C4D69" w:rsidP="003713FB">
            <w:pPr>
              <w:jc w:val="center"/>
            </w:pPr>
            <w:r>
              <w:rPr>
                <w:sz w:val="22"/>
                <w:szCs w:val="22"/>
              </w:rPr>
              <w:t>2180100</w:t>
            </w:r>
          </w:p>
        </w:tc>
        <w:tc>
          <w:tcPr>
            <w:tcW w:w="576" w:type="dxa"/>
            <w:vAlign w:val="center"/>
          </w:tcPr>
          <w:p w:rsidR="005C4D69" w:rsidRPr="004F1034" w:rsidRDefault="005C4D69" w:rsidP="003713FB">
            <w:pPr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  <w:vAlign w:val="center"/>
          </w:tcPr>
          <w:p w:rsidR="005C4D69" w:rsidRDefault="005C4D69" w:rsidP="003713FB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5C4D69" w:rsidRPr="004F1034">
        <w:trPr>
          <w:trHeight w:val="388"/>
        </w:trPr>
        <w:tc>
          <w:tcPr>
            <w:tcW w:w="5264" w:type="dxa"/>
          </w:tcPr>
          <w:p w:rsidR="005C4D69" w:rsidRPr="00DF01AE" w:rsidRDefault="005C4D69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76461F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544A84" w:rsidRDefault="005C4D69" w:rsidP="0076461F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5C4D69" w:rsidRPr="00544A84" w:rsidRDefault="005C4D69" w:rsidP="0076461F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5C4D69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2180100</w:t>
            </w:r>
          </w:p>
        </w:tc>
        <w:tc>
          <w:tcPr>
            <w:tcW w:w="576" w:type="dxa"/>
            <w:vAlign w:val="center"/>
          </w:tcPr>
          <w:p w:rsidR="005C4D69" w:rsidRPr="004F1034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  <w:vAlign w:val="center"/>
          </w:tcPr>
          <w:p w:rsidR="005C4D69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20,0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EB3AF9" w:rsidRDefault="005C4D69" w:rsidP="0076461F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25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72" w:type="dxa"/>
            <w:vAlign w:val="center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096" w:type="dxa"/>
            <w:vAlign w:val="center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  <w:vAlign w:val="center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1483,3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291684" w:rsidRDefault="005C4D69" w:rsidP="007646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5" w:type="dxa"/>
          </w:tcPr>
          <w:p w:rsidR="005C4D69" w:rsidRPr="0085030C" w:rsidRDefault="005C4D69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85030C" w:rsidRDefault="005C4D69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72" w:type="dxa"/>
            <w:vAlign w:val="center"/>
          </w:tcPr>
          <w:p w:rsidR="005C4D69" w:rsidRPr="0085030C" w:rsidRDefault="005C4D69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096" w:type="dxa"/>
            <w:vAlign w:val="center"/>
          </w:tcPr>
          <w:p w:rsidR="005C4D69" w:rsidRPr="0085030C" w:rsidRDefault="005C4D69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  <w:vAlign w:val="center"/>
          </w:tcPr>
          <w:p w:rsidR="005C4D69" w:rsidRPr="0085030C" w:rsidRDefault="005C4D69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85030C" w:rsidRDefault="005C4D69" w:rsidP="0076461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30,0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AA04C1">
              <w:rPr>
                <w:rFonts w:ascii="Arial" w:hAnsi="Arial" w:cs="Arial"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725" w:type="dxa"/>
          </w:tcPr>
          <w:p w:rsidR="005C4D69" w:rsidRPr="004F1034" w:rsidRDefault="005C4D69" w:rsidP="0076461F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76461F">
            <w:r>
              <w:t>04</w:t>
            </w:r>
          </w:p>
        </w:tc>
        <w:tc>
          <w:tcPr>
            <w:tcW w:w="572" w:type="dxa"/>
          </w:tcPr>
          <w:p w:rsidR="005C4D69" w:rsidRDefault="005C4D69" w:rsidP="0076461F">
            <w:r>
              <w:t>09</w:t>
            </w:r>
          </w:p>
        </w:tc>
        <w:tc>
          <w:tcPr>
            <w:tcW w:w="1096" w:type="dxa"/>
          </w:tcPr>
          <w:p w:rsidR="005C4D69" w:rsidRPr="004F1034" w:rsidRDefault="005C4D69" w:rsidP="0076461F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76" w:type="dxa"/>
          </w:tcPr>
          <w:p w:rsidR="005C4D69" w:rsidRPr="004F1034" w:rsidRDefault="005C4D69" w:rsidP="0076461F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76461F">
            <w:r>
              <w:rPr>
                <w:sz w:val="22"/>
                <w:szCs w:val="22"/>
              </w:rPr>
              <w:t>30,0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4F1034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85030C"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04</w:t>
            </w:r>
          </w:p>
        </w:tc>
        <w:tc>
          <w:tcPr>
            <w:tcW w:w="572" w:type="dxa"/>
          </w:tcPr>
          <w:p w:rsidR="005C4D69" w:rsidRDefault="005C4D69" w:rsidP="0057279C">
            <w:r>
              <w:t>09</w:t>
            </w:r>
          </w:p>
        </w:tc>
        <w:tc>
          <w:tcPr>
            <w:tcW w:w="109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30,0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4F1034" w:rsidRDefault="005C4D69" w:rsidP="0057279C">
            <w:pPr>
              <w:rPr>
                <w:rFonts w:ascii="Arial CYR" w:hAnsi="Arial CYR" w:cs="Arial CYR"/>
                <w:sz w:val="20"/>
                <w:szCs w:val="20"/>
              </w:rPr>
            </w:pPr>
            <w:r w:rsidRPr="0085030C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85030C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04</w:t>
            </w:r>
          </w:p>
        </w:tc>
        <w:tc>
          <w:tcPr>
            <w:tcW w:w="572" w:type="dxa"/>
          </w:tcPr>
          <w:p w:rsidR="005C4D69" w:rsidRDefault="005C4D69" w:rsidP="0057279C">
            <w:r>
              <w:t>09</w:t>
            </w:r>
          </w:p>
        </w:tc>
        <w:tc>
          <w:tcPr>
            <w:tcW w:w="109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30,0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4F1034" w:rsidRDefault="005C4D69" w:rsidP="0076461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96422">
              <w:rPr>
                <w:rFonts w:ascii="Arial" w:hAnsi="Arial" w:cs="Arial"/>
                <w:i/>
                <w:iCs/>
                <w:sz w:val="20"/>
                <w:szCs w:val="20"/>
              </w:rPr>
              <w:t>Реализация мероприятий долгосрочной целевой программы "Развитие автомобильных дорог регионального, межмуниципального и местного значения в Новосибирской области в 2012 - 2015 годах"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76461F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4F1034" w:rsidRDefault="005C4D69" w:rsidP="0076461F">
            <w:pPr>
              <w:jc w:val="center"/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5C4D69" w:rsidRPr="004F1034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5C4D69" w:rsidRPr="004F1034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76" w:type="dxa"/>
            <w:vAlign w:val="center"/>
          </w:tcPr>
          <w:p w:rsidR="005C4D69" w:rsidRPr="004F1034" w:rsidRDefault="005C4D69" w:rsidP="0076461F">
            <w:pPr>
              <w:jc w:val="center"/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  <w:vAlign w:val="center"/>
          </w:tcPr>
          <w:p w:rsidR="005C4D69" w:rsidRPr="004F1034" w:rsidRDefault="005C4D69" w:rsidP="0076461F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1284,2</w:t>
            </w:r>
          </w:p>
        </w:tc>
      </w:tr>
      <w:tr w:rsidR="005C4D69" w:rsidRPr="004F1034">
        <w:trPr>
          <w:trHeight w:val="294"/>
        </w:trPr>
        <w:tc>
          <w:tcPr>
            <w:tcW w:w="5264" w:type="dxa"/>
            <w:vAlign w:val="center"/>
          </w:tcPr>
          <w:p w:rsidR="005C4D69" w:rsidRPr="004E6B87" w:rsidRDefault="005C4D69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4E6B8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76461F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4F1034" w:rsidRDefault="005C4D69" w:rsidP="0076461F">
            <w:pPr>
              <w:jc w:val="center"/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5C4D69" w:rsidRPr="004F1034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5C4D69" w:rsidRPr="004F1034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76" w:type="dxa"/>
            <w:vAlign w:val="center"/>
          </w:tcPr>
          <w:p w:rsidR="005C4D69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5C4D69" w:rsidRDefault="005C4D69">
            <w:r w:rsidRPr="005B203F">
              <w:rPr>
                <w:b/>
                <w:bCs/>
                <w:sz w:val="22"/>
                <w:szCs w:val="22"/>
              </w:rPr>
              <w:t>1284,2</w:t>
            </w:r>
          </w:p>
        </w:tc>
      </w:tr>
      <w:tr w:rsidR="005C4D69" w:rsidRPr="004F1034">
        <w:trPr>
          <w:trHeight w:val="294"/>
        </w:trPr>
        <w:tc>
          <w:tcPr>
            <w:tcW w:w="5264" w:type="dxa"/>
            <w:vAlign w:val="center"/>
          </w:tcPr>
          <w:p w:rsidR="005C4D69" w:rsidRPr="004E6B87" w:rsidRDefault="005C4D69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4E6B87">
              <w:rPr>
                <w:rFonts w:ascii="Arial" w:hAnsi="Arial" w:cs="Arial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5" w:type="dxa"/>
            <w:vAlign w:val="center"/>
          </w:tcPr>
          <w:p w:rsidR="005C4D69" w:rsidRPr="004F1034" w:rsidRDefault="005C4D69" w:rsidP="0076461F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5C4D69" w:rsidRPr="004F1034" w:rsidRDefault="005C4D69" w:rsidP="0076461F">
            <w:pPr>
              <w:jc w:val="center"/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5C4D69" w:rsidRPr="004F1034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5C4D69" w:rsidRPr="004F1034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76" w:type="dxa"/>
            <w:vAlign w:val="center"/>
          </w:tcPr>
          <w:p w:rsidR="005C4D69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911" w:type="dxa"/>
          </w:tcPr>
          <w:p w:rsidR="005C4D69" w:rsidRDefault="005C4D69">
            <w:r w:rsidRPr="005B203F">
              <w:rPr>
                <w:b/>
                <w:bCs/>
                <w:sz w:val="22"/>
                <w:szCs w:val="22"/>
              </w:rPr>
              <w:t>1284,2</w:t>
            </w:r>
          </w:p>
        </w:tc>
      </w:tr>
      <w:tr w:rsidR="005C4D69" w:rsidRPr="004F1034">
        <w:tc>
          <w:tcPr>
            <w:tcW w:w="5264" w:type="dxa"/>
          </w:tcPr>
          <w:p w:rsidR="005C4D69" w:rsidRPr="00EB3AF9" w:rsidRDefault="005C4D69" w:rsidP="0076461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5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72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096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EB3AF9" w:rsidRDefault="005C4D69" w:rsidP="0076461F">
            <w:pPr>
              <w:jc w:val="center"/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169,1</w:t>
            </w:r>
          </w:p>
        </w:tc>
      </w:tr>
      <w:tr w:rsidR="005C4D69" w:rsidRPr="00977D90">
        <w:tc>
          <w:tcPr>
            <w:tcW w:w="5264" w:type="dxa"/>
          </w:tcPr>
          <w:p w:rsidR="005C4D69" w:rsidRPr="00977D90" w:rsidRDefault="005C4D69" w:rsidP="0076461F">
            <w:pPr>
              <w:rPr>
                <w:rFonts w:ascii="Arial CYR" w:hAnsi="Arial CYR" w:cs="Arial CYR"/>
                <w:sz w:val="20"/>
                <w:szCs w:val="20"/>
              </w:rPr>
            </w:pPr>
            <w:r w:rsidRPr="00977D90">
              <w:rPr>
                <w:rFonts w:ascii="Arial CYR" w:hAnsi="Arial CYR" w:cs="Arial CYR"/>
                <w:sz w:val="20"/>
                <w:szCs w:val="20"/>
              </w:rPr>
              <w:t>Подпрограмма «Территориальное планирование Новосибирской области»</w:t>
            </w:r>
          </w:p>
        </w:tc>
        <w:tc>
          <w:tcPr>
            <w:tcW w:w="725" w:type="dxa"/>
          </w:tcPr>
          <w:p w:rsidR="005C4D69" w:rsidRPr="00977D90" w:rsidRDefault="005C4D69" w:rsidP="0076461F"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977D90" w:rsidRDefault="005C4D69" w:rsidP="0076461F">
            <w:r>
              <w:t>04</w:t>
            </w:r>
          </w:p>
        </w:tc>
        <w:tc>
          <w:tcPr>
            <w:tcW w:w="572" w:type="dxa"/>
          </w:tcPr>
          <w:p w:rsidR="005C4D69" w:rsidRPr="00977D90" w:rsidRDefault="005C4D69" w:rsidP="0076461F">
            <w:r>
              <w:t>12</w:t>
            </w:r>
          </w:p>
        </w:tc>
        <w:tc>
          <w:tcPr>
            <w:tcW w:w="1096" w:type="dxa"/>
          </w:tcPr>
          <w:p w:rsidR="005C4D69" w:rsidRPr="00977D90" w:rsidRDefault="005C4D69" w:rsidP="0076461F">
            <w:r>
              <w:rPr>
                <w:sz w:val="22"/>
                <w:szCs w:val="22"/>
              </w:rPr>
              <w:t>5223201</w:t>
            </w:r>
          </w:p>
        </w:tc>
        <w:tc>
          <w:tcPr>
            <w:tcW w:w="576" w:type="dxa"/>
          </w:tcPr>
          <w:p w:rsidR="005C4D69" w:rsidRPr="00977D90" w:rsidRDefault="005C4D69" w:rsidP="0076461F"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977D90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169,1</w:t>
            </w:r>
          </w:p>
        </w:tc>
      </w:tr>
      <w:tr w:rsidR="005C4D69" w:rsidRPr="00977D90">
        <w:tc>
          <w:tcPr>
            <w:tcW w:w="5264" w:type="dxa"/>
          </w:tcPr>
          <w:p w:rsidR="005C4D69" w:rsidRPr="00977D90" w:rsidRDefault="005C4D69" w:rsidP="0076461F">
            <w:pPr>
              <w:rPr>
                <w:rFonts w:ascii="Arial CYR" w:hAnsi="Arial CYR" w:cs="Arial CYR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977D90" w:rsidRDefault="005C4D69" w:rsidP="0076461F"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977D90" w:rsidRDefault="005C4D69" w:rsidP="0076461F">
            <w:r>
              <w:t>04</w:t>
            </w:r>
          </w:p>
        </w:tc>
        <w:tc>
          <w:tcPr>
            <w:tcW w:w="572" w:type="dxa"/>
          </w:tcPr>
          <w:p w:rsidR="005C4D69" w:rsidRPr="00977D90" w:rsidRDefault="005C4D69" w:rsidP="0076461F">
            <w:r>
              <w:t>12</w:t>
            </w:r>
          </w:p>
        </w:tc>
        <w:tc>
          <w:tcPr>
            <w:tcW w:w="1096" w:type="dxa"/>
          </w:tcPr>
          <w:p w:rsidR="005C4D69" w:rsidRPr="00977D90" w:rsidRDefault="005C4D69" w:rsidP="0076461F">
            <w:r>
              <w:rPr>
                <w:sz w:val="22"/>
                <w:szCs w:val="22"/>
              </w:rPr>
              <w:t>5223201</w:t>
            </w:r>
          </w:p>
        </w:tc>
        <w:tc>
          <w:tcPr>
            <w:tcW w:w="576" w:type="dxa"/>
          </w:tcPr>
          <w:p w:rsidR="005C4D69" w:rsidRPr="00977D90" w:rsidRDefault="005C4D69" w:rsidP="0076461F"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5C4D69" w:rsidRPr="00977D90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169,1</w:t>
            </w:r>
          </w:p>
        </w:tc>
      </w:tr>
      <w:tr w:rsidR="005C4D69" w:rsidRPr="00EB3AF9">
        <w:tc>
          <w:tcPr>
            <w:tcW w:w="5264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25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72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096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EB3AF9" w:rsidRDefault="005C4D69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EB3AF9" w:rsidRDefault="005C4D69" w:rsidP="0076461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6570,4</w:t>
            </w:r>
          </w:p>
        </w:tc>
      </w:tr>
      <w:tr w:rsidR="005C4D69" w:rsidRPr="00291684">
        <w:trPr>
          <w:trHeight w:val="300"/>
        </w:trPr>
        <w:tc>
          <w:tcPr>
            <w:tcW w:w="5264" w:type="dxa"/>
          </w:tcPr>
          <w:p w:rsidR="005C4D69" w:rsidRPr="00291684" w:rsidRDefault="005C4D69" w:rsidP="0076461F">
            <w:pPr>
              <w:jc w:val="both"/>
              <w:rPr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</w:t>
            </w:r>
            <w:r w:rsidRPr="002916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хозяйство</w:t>
            </w:r>
          </w:p>
        </w:tc>
        <w:tc>
          <w:tcPr>
            <w:tcW w:w="725" w:type="dxa"/>
          </w:tcPr>
          <w:p w:rsidR="005C4D69" w:rsidRPr="00030DC6" w:rsidRDefault="005C4D69" w:rsidP="0076461F">
            <w:pPr>
              <w:rPr>
                <w:b/>
                <w:bCs/>
              </w:rPr>
            </w:pPr>
            <w:r w:rsidRPr="00030DC6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291684" w:rsidRDefault="005C4D69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05</w:t>
            </w:r>
          </w:p>
        </w:tc>
        <w:tc>
          <w:tcPr>
            <w:tcW w:w="572" w:type="dxa"/>
          </w:tcPr>
          <w:p w:rsidR="005C4D69" w:rsidRPr="00291684" w:rsidRDefault="005C4D69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02</w:t>
            </w:r>
          </w:p>
        </w:tc>
        <w:tc>
          <w:tcPr>
            <w:tcW w:w="1096" w:type="dxa"/>
          </w:tcPr>
          <w:p w:rsidR="005C4D69" w:rsidRPr="00291684" w:rsidRDefault="005C4D69" w:rsidP="0076461F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291684" w:rsidRDefault="005C4D69" w:rsidP="0076461F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Default="005C4D69" w:rsidP="0076461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6209,5</w:t>
            </w:r>
          </w:p>
          <w:p w:rsidR="005C4D69" w:rsidRPr="00291684" w:rsidRDefault="005C4D69" w:rsidP="0076461F">
            <w:pPr>
              <w:jc w:val="center"/>
              <w:rPr>
                <w:b/>
                <w:bCs/>
              </w:rPr>
            </w:pP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4F1034" w:rsidRDefault="005C4D69" w:rsidP="0076461F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25" w:type="dxa"/>
          </w:tcPr>
          <w:p w:rsidR="005C4D69" w:rsidRPr="004F1034" w:rsidRDefault="005C4D69" w:rsidP="0076461F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6D5CA4" w:rsidRDefault="005C4D69" w:rsidP="0076461F">
            <w:r>
              <w:t>05</w:t>
            </w:r>
          </w:p>
        </w:tc>
        <w:tc>
          <w:tcPr>
            <w:tcW w:w="572" w:type="dxa"/>
          </w:tcPr>
          <w:p w:rsidR="005C4D69" w:rsidRPr="006D5CA4" w:rsidRDefault="005C4D69" w:rsidP="0076461F">
            <w:r>
              <w:t>02</w:t>
            </w:r>
          </w:p>
        </w:tc>
        <w:tc>
          <w:tcPr>
            <w:tcW w:w="1096" w:type="dxa"/>
          </w:tcPr>
          <w:p w:rsidR="005C4D69" w:rsidRPr="004F1034" w:rsidRDefault="005C4D69" w:rsidP="0076461F">
            <w:r w:rsidRPr="004F1034">
              <w:rPr>
                <w:sz w:val="22"/>
                <w:szCs w:val="22"/>
              </w:rPr>
              <w:t>3510000</w:t>
            </w:r>
          </w:p>
        </w:tc>
        <w:tc>
          <w:tcPr>
            <w:tcW w:w="576" w:type="dxa"/>
          </w:tcPr>
          <w:p w:rsidR="005C4D69" w:rsidRPr="004F1034" w:rsidRDefault="005C4D69" w:rsidP="0076461F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76461F">
            <w:pPr>
              <w:jc w:val="center"/>
            </w:pPr>
            <w:r>
              <w:rPr>
                <w:sz w:val="22"/>
                <w:szCs w:val="22"/>
              </w:rPr>
              <w:t>84,5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4F1034" w:rsidRDefault="005C4D69" w:rsidP="005727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Default="005C4D69">
            <w:r w:rsidRPr="00411907">
              <w:rPr>
                <w:sz w:val="22"/>
                <w:szCs w:val="22"/>
              </w:rPr>
              <w:t>84,5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554324" w:rsidRDefault="005C4D69" w:rsidP="005727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5C4D69" w:rsidRDefault="005C4D69">
            <w:r w:rsidRPr="00411907">
              <w:rPr>
                <w:sz w:val="22"/>
                <w:szCs w:val="22"/>
              </w:rPr>
              <w:t>84,5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4F1034" w:rsidRDefault="005C4D69" w:rsidP="005727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5C4D69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156,1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4F1034" w:rsidRDefault="005C4D69" w:rsidP="0057279C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5C4D69" w:rsidRPr="004F1034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156,1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AB790D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реализацию областной целевой программы «Обеспечение населения Новосибирской области питьевой водой на 2012-2017годы»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5223700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5144,0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EB0915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5B29C2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5223700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400</w:t>
            </w:r>
          </w:p>
        </w:tc>
        <w:tc>
          <w:tcPr>
            <w:tcW w:w="911" w:type="dxa"/>
          </w:tcPr>
          <w:p w:rsidR="005C4D69" w:rsidRDefault="005C4D69" w:rsidP="0057279C">
            <w:r w:rsidRPr="00F11CF9">
              <w:rPr>
                <w:sz w:val="22"/>
                <w:szCs w:val="22"/>
              </w:rPr>
              <w:t>5144,0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4F1034" w:rsidRDefault="005C4D69" w:rsidP="0057279C">
            <w:pPr>
              <w:rPr>
                <w:sz w:val="20"/>
                <w:szCs w:val="20"/>
              </w:rPr>
            </w:pPr>
            <w:r w:rsidRPr="005B29C2">
              <w:rPr>
                <w:rFonts w:ascii="Arial CYR" w:hAnsi="Arial CYR" w:cs="Arial CYR"/>
                <w:sz w:val="20"/>
                <w:szCs w:val="20"/>
              </w:rPr>
              <w:t xml:space="preserve">Бюджетные инвестиции в объекты государственной (муниципальной) собственности казенным учреждениям вне рамок государственного оборонного заказа  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5221700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411</w:t>
            </w:r>
          </w:p>
        </w:tc>
        <w:tc>
          <w:tcPr>
            <w:tcW w:w="911" w:type="dxa"/>
          </w:tcPr>
          <w:p w:rsidR="005C4D69" w:rsidRDefault="005C4D69" w:rsidP="0057279C">
            <w:r w:rsidRPr="00F11CF9">
              <w:rPr>
                <w:sz w:val="22"/>
                <w:szCs w:val="22"/>
              </w:rPr>
              <w:t>5144,0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5B29C2" w:rsidRDefault="005C4D69" w:rsidP="0057279C">
            <w:pPr>
              <w:rPr>
                <w:rFonts w:ascii="Arial CYR" w:hAnsi="Arial CYR" w:cs="Arial CYR"/>
                <w:sz w:val="20"/>
                <w:szCs w:val="20"/>
              </w:rPr>
            </w:pPr>
            <w:r w:rsidRPr="0076461F">
              <w:rPr>
                <w:rFonts w:ascii="Arial CYR" w:hAnsi="Arial CYR" w:cs="Arial CYR"/>
                <w:sz w:val="20"/>
                <w:szCs w:val="20"/>
              </w:rPr>
              <w:t>Ведомственная целевая программа "Государственная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 Новосибирской области к работе в осенне-зимний период на 2013-201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Default="005C4D69" w:rsidP="0057279C"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F11CF9" w:rsidRDefault="005C4D69" w:rsidP="0057279C">
            <w:r>
              <w:rPr>
                <w:sz w:val="22"/>
                <w:szCs w:val="22"/>
              </w:rPr>
              <w:t>736,9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4F1034" w:rsidRDefault="005C4D69" w:rsidP="005727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Default="005C4D69" w:rsidP="0057279C"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5C4D69" w:rsidRPr="00F11CF9" w:rsidRDefault="005C4D69" w:rsidP="0057279C">
            <w:r>
              <w:rPr>
                <w:sz w:val="22"/>
                <w:szCs w:val="22"/>
              </w:rPr>
              <w:t>736,9</w:t>
            </w:r>
          </w:p>
        </w:tc>
      </w:tr>
      <w:tr w:rsidR="005C4D69" w:rsidRPr="006D5CA4">
        <w:trPr>
          <w:trHeight w:val="300"/>
        </w:trPr>
        <w:tc>
          <w:tcPr>
            <w:tcW w:w="5264" w:type="dxa"/>
          </w:tcPr>
          <w:p w:rsidR="005C4D69" w:rsidRPr="004F1034" w:rsidRDefault="005C4D69" w:rsidP="0057279C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02</w:t>
            </w:r>
          </w:p>
        </w:tc>
        <w:tc>
          <w:tcPr>
            <w:tcW w:w="1096" w:type="dxa"/>
          </w:tcPr>
          <w:p w:rsidR="005C4D69" w:rsidRDefault="005C4D69" w:rsidP="0057279C"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5C4D69" w:rsidRPr="00F11CF9" w:rsidRDefault="005C4D69" w:rsidP="0057279C">
            <w:r>
              <w:rPr>
                <w:sz w:val="22"/>
                <w:szCs w:val="22"/>
              </w:rPr>
              <w:t>736,9</w:t>
            </w:r>
          </w:p>
        </w:tc>
      </w:tr>
      <w:tr w:rsidR="005C4D69" w:rsidRPr="00291684">
        <w:trPr>
          <w:trHeight w:val="286"/>
        </w:trPr>
        <w:tc>
          <w:tcPr>
            <w:tcW w:w="5264" w:type="dxa"/>
          </w:tcPr>
          <w:p w:rsidR="005C4D69" w:rsidRPr="00291684" w:rsidRDefault="005C4D69" w:rsidP="0057279C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916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Благоустройство</w:t>
            </w:r>
          </w:p>
        </w:tc>
        <w:tc>
          <w:tcPr>
            <w:tcW w:w="725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72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291684" w:rsidRDefault="005C4D69" w:rsidP="0057279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360,9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57279C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Уличное</w:t>
            </w:r>
            <w:r w:rsidRPr="004F1034">
              <w:rPr>
                <w:sz w:val="20"/>
                <w:szCs w:val="20"/>
              </w:rPr>
              <w:t xml:space="preserve"> освещение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03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7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D90F54">
            <w:pPr>
              <w:jc w:val="center"/>
            </w:pPr>
            <w:r>
              <w:rPr>
                <w:sz w:val="22"/>
                <w:szCs w:val="22"/>
              </w:rPr>
              <w:t>179,0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5727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03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5C4D69" w:rsidRDefault="005C4D69">
            <w:r w:rsidRPr="00FB5327">
              <w:rPr>
                <w:sz w:val="22"/>
                <w:szCs w:val="22"/>
              </w:rPr>
              <w:t>179,0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57279C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05</w:t>
            </w:r>
          </w:p>
        </w:tc>
        <w:tc>
          <w:tcPr>
            <w:tcW w:w="572" w:type="dxa"/>
          </w:tcPr>
          <w:p w:rsidR="005C4D69" w:rsidRDefault="005C4D69" w:rsidP="0057279C">
            <w:r>
              <w:t>03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5C4D69" w:rsidRDefault="005C4D69">
            <w:r w:rsidRPr="00FB5327">
              <w:rPr>
                <w:sz w:val="22"/>
                <w:szCs w:val="22"/>
              </w:rPr>
              <w:t>179,0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57279C">
            <w:pPr>
              <w:rPr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71542" w:rsidRDefault="005C4D69" w:rsidP="0057279C">
            <w:r w:rsidRPr="00471542">
              <w:t>05</w:t>
            </w:r>
          </w:p>
        </w:tc>
        <w:tc>
          <w:tcPr>
            <w:tcW w:w="572" w:type="dxa"/>
          </w:tcPr>
          <w:p w:rsidR="005C4D69" w:rsidRPr="00471542" w:rsidRDefault="005C4D69" w:rsidP="0057279C">
            <w:r w:rsidRPr="00471542">
              <w:t>03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7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2,8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5727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A45435" w:rsidRDefault="005C4D69" w:rsidP="0057279C">
            <w:r w:rsidRPr="00A45435">
              <w:t>05</w:t>
            </w:r>
          </w:p>
        </w:tc>
        <w:tc>
          <w:tcPr>
            <w:tcW w:w="572" w:type="dxa"/>
          </w:tcPr>
          <w:p w:rsidR="005C4D69" w:rsidRPr="00A45435" w:rsidRDefault="005C4D69" w:rsidP="0057279C">
            <w:r w:rsidRPr="00A45435">
              <w:t>03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5C4D69" w:rsidRDefault="005C4D69">
            <w:r w:rsidRPr="00ED0551">
              <w:rPr>
                <w:sz w:val="22"/>
                <w:szCs w:val="22"/>
              </w:rPr>
              <w:t>2,8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57279C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Субсидии юридическим лицам (кроме </w:t>
            </w:r>
            <w:r w:rsidRPr="001779EF">
              <w:rPr>
                <w:rFonts w:ascii="Arial" w:hAnsi="Arial" w:cs="Arial"/>
                <w:sz w:val="20"/>
                <w:szCs w:val="20"/>
              </w:rPr>
              <w:t>государственных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A45435" w:rsidRDefault="005C4D69" w:rsidP="0057279C">
            <w:r w:rsidRPr="00A45435">
              <w:t>05</w:t>
            </w:r>
          </w:p>
        </w:tc>
        <w:tc>
          <w:tcPr>
            <w:tcW w:w="572" w:type="dxa"/>
          </w:tcPr>
          <w:p w:rsidR="005C4D69" w:rsidRPr="00A45435" w:rsidRDefault="005C4D69" w:rsidP="0057279C">
            <w:r w:rsidRPr="00A45435">
              <w:t>03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5C4D69" w:rsidRDefault="005C4D69">
            <w:r w:rsidRPr="00ED0551">
              <w:rPr>
                <w:sz w:val="22"/>
                <w:szCs w:val="22"/>
              </w:rPr>
              <w:t>2,8</w:t>
            </w:r>
          </w:p>
        </w:tc>
      </w:tr>
      <w:tr w:rsidR="005C4D69" w:rsidRPr="004F1034">
        <w:trPr>
          <w:trHeight w:val="1364"/>
        </w:trPr>
        <w:tc>
          <w:tcPr>
            <w:tcW w:w="5264" w:type="dxa"/>
          </w:tcPr>
          <w:p w:rsidR="005C4D69" w:rsidRPr="00554324" w:rsidRDefault="005C4D69" w:rsidP="0057279C">
            <w:pPr>
              <w:rPr>
                <w:rFonts w:ascii="Arial CYR" w:hAnsi="Arial CYR" w:cs="Arial CYR"/>
                <w:sz w:val="20"/>
                <w:szCs w:val="20"/>
              </w:rPr>
            </w:pPr>
            <w:r w:rsidRPr="005B29C2">
              <w:rPr>
                <w:rFonts w:ascii="Arial CYR" w:hAnsi="Arial CYR" w:cs="Arial CYR"/>
                <w:sz w:val="20"/>
                <w:szCs w:val="20"/>
              </w:rPr>
              <w:t>Ведомственная целевая программа «Государственная поддержка муниципальных образований по благоустройству территорий населенных пунктов и подготовке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A45435" w:rsidRDefault="005C4D69" w:rsidP="0057279C">
            <w:r w:rsidRPr="00A45435">
              <w:t>05</w:t>
            </w:r>
          </w:p>
        </w:tc>
        <w:tc>
          <w:tcPr>
            <w:tcW w:w="572" w:type="dxa"/>
          </w:tcPr>
          <w:p w:rsidR="005C4D69" w:rsidRPr="00A45435" w:rsidRDefault="005C4D69" w:rsidP="0057279C">
            <w:r w:rsidRPr="00A45435">
              <w:t>03</w:t>
            </w:r>
          </w:p>
        </w:tc>
        <w:tc>
          <w:tcPr>
            <w:tcW w:w="109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5C4D69" w:rsidRDefault="005C4D69" w:rsidP="0057279C"/>
        </w:tc>
        <w:tc>
          <w:tcPr>
            <w:tcW w:w="911" w:type="dxa"/>
          </w:tcPr>
          <w:p w:rsidR="005C4D69" w:rsidRPr="004F1034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179,1</w:t>
            </w:r>
          </w:p>
        </w:tc>
      </w:tr>
      <w:tr w:rsidR="005C4D69" w:rsidRPr="004F1034">
        <w:tc>
          <w:tcPr>
            <w:tcW w:w="5264" w:type="dxa"/>
          </w:tcPr>
          <w:p w:rsidR="005C4D69" w:rsidRPr="00554324" w:rsidRDefault="005C4D69" w:rsidP="0057279C">
            <w:pPr>
              <w:rPr>
                <w:rFonts w:ascii="Arial CYR" w:hAnsi="Arial CYR" w:cs="Arial CYR"/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Субсидии юридическим лицам (кроме </w:t>
            </w:r>
            <w:r w:rsidRPr="001779EF">
              <w:rPr>
                <w:rFonts w:ascii="Arial" w:hAnsi="Arial" w:cs="Arial"/>
                <w:sz w:val="20"/>
                <w:szCs w:val="20"/>
              </w:rPr>
              <w:t>государственных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A45435" w:rsidRDefault="005C4D69" w:rsidP="0057279C">
            <w:r w:rsidRPr="00A45435">
              <w:t>05</w:t>
            </w:r>
          </w:p>
        </w:tc>
        <w:tc>
          <w:tcPr>
            <w:tcW w:w="572" w:type="dxa"/>
          </w:tcPr>
          <w:p w:rsidR="005C4D69" w:rsidRPr="00A45435" w:rsidRDefault="005C4D69" w:rsidP="0057279C">
            <w:r w:rsidRPr="00A45435">
              <w:t>03</w:t>
            </w:r>
          </w:p>
        </w:tc>
        <w:tc>
          <w:tcPr>
            <w:tcW w:w="109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5C4D69" w:rsidRPr="004F1034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179,1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763C24" w:rsidRDefault="005C4D69">
            <w:pPr>
              <w:rPr>
                <w:b/>
                <w:bCs/>
              </w:rPr>
            </w:pPr>
            <w:r w:rsidRPr="00763C24">
              <w:rPr>
                <w:b/>
                <w:bCs/>
                <w:sz w:val="22"/>
                <w:szCs w:val="22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25" w:type="dxa"/>
          </w:tcPr>
          <w:p w:rsidR="005C4D69" w:rsidRPr="00763C24" w:rsidRDefault="005C4D69" w:rsidP="0057279C">
            <w:pPr>
              <w:rPr>
                <w:b/>
                <w:bCs/>
              </w:rPr>
            </w:pPr>
            <w:r w:rsidRPr="00763C2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763C24" w:rsidRDefault="005C4D69" w:rsidP="0057279C">
            <w:pPr>
              <w:rPr>
                <w:b/>
                <w:bCs/>
              </w:rPr>
            </w:pPr>
            <w:r w:rsidRPr="00763C24">
              <w:rPr>
                <w:b/>
                <w:bCs/>
              </w:rPr>
              <w:t>06</w:t>
            </w:r>
          </w:p>
        </w:tc>
        <w:tc>
          <w:tcPr>
            <w:tcW w:w="572" w:type="dxa"/>
          </w:tcPr>
          <w:p w:rsidR="005C4D69" w:rsidRPr="00763C24" w:rsidRDefault="005C4D69" w:rsidP="0057279C">
            <w:pPr>
              <w:rPr>
                <w:b/>
                <w:bCs/>
              </w:rPr>
            </w:pPr>
            <w:r w:rsidRPr="00763C24">
              <w:rPr>
                <w:b/>
                <w:bCs/>
              </w:rPr>
              <w:t>03</w:t>
            </w:r>
          </w:p>
        </w:tc>
        <w:tc>
          <w:tcPr>
            <w:tcW w:w="1096" w:type="dxa"/>
          </w:tcPr>
          <w:p w:rsidR="005C4D69" w:rsidRPr="00763C24" w:rsidRDefault="005C4D69" w:rsidP="0057279C">
            <w:pPr>
              <w:rPr>
                <w:b/>
                <w:bCs/>
              </w:rPr>
            </w:pPr>
            <w:r w:rsidRPr="00763C2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763C24" w:rsidRDefault="005C4D69" w:rsidP="0057279C">
            <w:pPr>
              <w:rPr>
                <w:b/>
                <w:bCs/>
              </w:rPr>
            </w:pPr>
            <w:r w:rsidRPr="00763C2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763C24" w:rsidRDefault="005C4D69" w:rsidP="0057279C">
            <w:pPr>
              <w:jc w:val="center"/>
              <w:rPr>
                <w:b/>
                <w:bCs/>
              </w:rPr>
            </w:pPr>
            <w:r w:rsidRPr="00763C24">
              <w:rPr>
                <w:b/>
                <w:bCs/>
                <w:sz w:val="22"/>
                <w:szCs w:val="22"/>
              </w:rPr>
              <w:t>34,0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57279C" w:rsidRDefault="005C4D69" w:rsidP="00763C24">
            <w:r w:rsidRPr="0057279C">
              <w:rPr>
                <w:sz w:val="22"/>
                <w:szCs w:val="22"/>
              </w:rPr>
              <w:t>Природоохранные мероприятия</w:t>
            </w:r>
          </w:p>
        </w:tc>
        <w:tc>
          <w:tcPr>
            <w:tcW w:w="725" w:type="dxa"/>
          </w:tcPr>
          <w:p w:rsidR="005C4D69" w:rsidRPr="004F1034" w:rsidRDefault="005C4D69" w:rsidP="00763C24"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A45435" w:rsidRDefault="005C4D69" w:rsidP="00763C24">
            <w:r>
              <w:t>06</w:t>
            </w:r>
          </w:p>
        </w:tc>
        <w:tc>
          <w:tcPr>
            <w:tcW w:w="572" w:type="dxa"/>
          </w:tcPr>
          <w:p w:rsidR="005C4D69" w:rsidRPr="00A45435" w:rsidRDefault="005C4D69" w:rsidP="00763C24">
            <w:r>
              <w:t>03</w:t>
            </w:r>
          </w:p>
        </w:tc>
        <w:tc>
          <w:tcPr>
            <w:tcW w:w="1096" w:type="dxa"/>
          </w:tcPr>
          <w:p w:rsidR="005C4D69" w:rsidRDefault="005C4D69" w:rsidP="00763C24">
            <w:r>
              <w:rPr>
                <w:sz w:val="22"/>
                <w:szCs w:val="22"/>
              </w:rPr>
              <w:t>4100100</w:t>
            </w:r>
          </w:p>
        </w:tc>
        <w:tc>
          <w:tcPr>
            <w:tcW w:w="576" w:type="dxa"/>
          </w:tcPr>
          <w:p w:rsidR="005C4D69" w:rsidRDefault="005C4D69" w:rsidP="00763C24"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Default="005C4D69">
            <w:r w:rsidRPr="000D1FA5">
              <w:rPr>
                <w:sz w:val="22"/>
                <w:szCs w:val="22"/>
              </w:rPr>
              <w:t>34,0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57279C" w:rsidRDefault="005C4D69" w:rsidP="00763C24">
            <w:r w:rsidRPr="0057279C">
              <w:rPr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725" w:type="dxa"/>
          </w:tcPr>
          <w:p w:rsidR="005C4D69" w:rsidRPr="004F1034" w:rsidRDefault="005C4D69" w:rsidP="00763C24"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A45435" w:rsidRDefault="005C4D69" w:rsidP="00763C24">
            <w:r>
              <w:t>06</w:t>
            </w:r>
          </w:p>
        </w:tc>
        <w:tc>
          <w:tcPr>
            <w:tcW w:w="572" w:type="dxa"/>
          </w:tcPr>
          <w:p w:rsidR="005C4D69" w:rsidRPr="00A45435" w:rsidRDefault="005C4D69" w:rsidP="00763C24">
            <w:r>
              <w:t>03</w:t>
            </w:r>
          </w:p>
        </w:tc>
        <w:tc>
          <w:tcPr>
            <w:tcW w:w="1096" w:type="dxa"/>
          </w:tcPr>
          <w:p w:rsidR="005C4D69" w:rsidRDefault="005C4D69">
            <w:r w:rsidRPr="00523D08">
              <w:rPr>
                <w:sz w:val="22"/>
                <w:szCs w:val="22"/>
              </w:rPr>
              <w:t>4100100</w:t>
            </w:r>
          </w:p>
        </w:tc>
        <w:tc>
          <w:tcPr>
            <w:tcW w:w="576" w:type="dxa"/>
          </w:tcPr>
          <w:p w:rsidR="005C4D69" w:rsidRDefault="005C4D69" w:rsidP="00763C24"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5C4D69" w:rsidRDefault="005C4D69">
            <w:r w:rsidRPr="000D1FA5">
              <w:rPr>
                <w:sz w:val="22"/>
                <w:szCs w:val="22"/>
              </w:rPr>
              <w:t>34,0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57279C" w:rsidRDefault="005C4D69" w:rsidP="00763C24">
            <w:r w:rsidRPr="0057279C">
              <w:rPr>
                <w:sz w:val="22"/>
                <w:szCs w:val="22"/>
              </w:rPr>
              <w:t>Расходы</w:t>
            </w:r>
          </w:p>
        </w:tc>
        <w:tc>
          <w:tcPr>
            <w:tcW w:w="725" w:type="dxa"/>
          </w:tcPr>
          <w:p w:rsidR="005C4D69" w:rsidRPr="004F1034" w:rsidRDefault="005C4D69" w:rsidP="00763C24"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A45435" w:rsidRDefault="005C4D69" w:rsidP="00763C24">
            <w:r>
              <w:t>06</w:t>
            </w:r>
          </w:p>
        </w:tc>
        <w:tc>
          <w:tcPr>
            <w:tcW w:w="572" w:type="dxa"/>
          </w:tcPr>
          <w:p w:rsidR="005C4D69" w:rsidRPr="00A45435" w:rsidRDefault="005C4D69" w:rsidP="00763C24">
            <w:r>
              <w:t>03</w:t>
            </w:r>
          </w:p>
        </w:tc>
        <w:tc>
          <w:tcPr>
            <w:tcW w:w="1096" w:type="dxa"/>
          </w:tcPr>
          <w:p w:rsidR="005C4D69" w:rsidRDefault="005C4D69">
            <w:r w:rsidRPr="00523D08">
              <w:rPr>
                <w:sz w:val="22"/>
                <w:szCs w:val="22"/>
              </w:rPr>
              <w:t>4100100</w:t>
            </w:r>
          </w:p>
        </w:tc>
        <w:tc>
          <w:tcPr>
            <w:tcW w:w="576" w:type="dxa"/>
          </w:tcPr>
          <w:p w:rsidR="005C4D69" w:rsidRDefault="005C4D69" w:rsidP="00763C24">
            <w:r>
              <w:rPr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5C4D69" w:rsidRDefault="005C4D69">
            <w:r w:rsidRPr="000D1FA5">
              <w:rPr>
                <w:sz w:val="22"/>
                <w:szCs w:val="22"/>
              </w:rPr>
              <w:t>34,0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57279C" w:rsidRDefault="005C4D69" w:rsidP="00763C24">
            <w:r w:rsidRPr="0057279C">
              <w:rPr>
                <w:sz w:val="22"/>
                <w:szCs w:val="22"/>
              </w:rPr>
              <w:t>Оплата работ, услуг</w:t>
            </w:r>
          </w:p>
        </w:tc>
        <w:tc>
          <w:tcPr>
            <w:tcW w:w="725" w:type="dxa"/>
          </w:tcPr>
          <w:p w:rsidR="005C4D69" w:rsidRPr="004F1034" w:rsidRDefault="005C4D69" w:rsidP="00763C24"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A45435" w:rsidRDefault="005C4D69" w:rsidP="00763C24">
            <w:r>
              <w:t>06</w:t>
            </w:r>
          </w:p>
        </w:tc>
        <w:tc>
          <w:tcPr>
            <w:tcW w:w="572" w:type="dxa"/>
          </w:tcPr>
          <w:p w:rsidR="005C4D69" w:rsidRPr="00A45435" w:rsidRDefault="005C4D69" w:rsidP="00763C24">
            <w:r>
              <w:t>03</w:t>
            </w:r>
          </w:p>
        </w:tc>
        <w:tc>
          <w:tcPr>
            <w:tcW w:w="1096" w:type="dxa"/>
          </w:tcPr>
          <w:p w:rsidR="005C4D69" w:rsidRDefault="005C4D69">
            <w:r w:rsidRPr="00523D08">
              <w:rPr>
                <w:sz w:val="22"/>
                <w:szCs w:val="22"/>
              </w:rPr>
              <w:t>4100100</w:t>
            </w:r>
          </w:p>
        </w:tc>
        <w:tc>
          <w:tcPr>
            <w:tcW w:w="576" w:type="dxa"/>
          </w:tcPr>
          <w:p w:rsidR="005C4D69" w:rsidRDefault="005C4D69" w:rsidP="00763C24">
            <w:r>
              <w:rPr>
                <w:sz w:val="22"/>
                <w:szCs w:val="22"/>
              </w:rPr>
              <w:t>220</w:t>
            </w:r>
          </w:p>
        </w:tc>
        <w:tc>
          <w:tcPr>
            <w:tcW w:w="911" w:type="dxa"/>
          </w:tcPr>
          <w:p w:rsidR="005C4D69" w:rsidRDefault="005C4D69">
            <w:r w:rsidRPr="000D1FA5">
              <w:rPr>
                <w:sz w:val="22"/>
                <w:szCs w:val="22"/>
              </w:rPr>
              <w:t>34,0</w:t>
            </w:r>
          </w:p>
        </w:tc>
      </w:tr>
      <w:tr w:rsidR="005C4D69" w:rsidRPr="004F1034">
        <w:tc>
          <w:tcPr>
            <w:tcW w:w="5264" w:type="dxa"/>
            <w:vAlign w:val="center"/>
          </w:tcPr>
          <w:p w:rsidR="005C4D69" w:rsidRPr="0057279C" w:rsidRDefault="005C4D69" w:rsidP="00763C24">
            <w:r w:rsidRPr="0057279C">
              <w:rPr>
                <w:sz w:val="22"/>
                <w:szCs w:val="22"/>
              </w:rPr>
              <w:t>Прочие работы, услуги</w:t>
            </w:r>
          </w:p>
        </w:tc>
        <w:tc>
          <w:tcPr>
            <w:tcW w:w="725" w:type="dxa"/>
          </w:tcPr>
          <w:p w:rsidR="005C4D69" w:rsidRPr="004F1034" w:rsidRDefault="005C4D69" w:rsidP="00763C24"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A45435" w:rsidRDefault="005C4D69" w:rsidP="00763C24">
            <w:r>
              <w:t>06</w:t>
            </w:r>
          </w:p>
        </w:tc>
        <w:tc>
          <w:tcPr>
            <w:tcW w:w="572" w:type="dxa"/>
          </w:tcPr>
          <w:p w:rsidR="005C4D69" w:rsidRPr="00A45435" w:rsidRDefault="005C4D69" w:rsidP="00763C24">
            <w:r>
              <w:t>03</w:t>
            </w:r>
          </w:p>
        </w:tc>
        <w:tc>
          <w:tcPr>
            <w:tcW w:w="1096" w:type="dxa"/>
          </w:tcPr>
          <w:p w:rsidR="005C4D69" w:rsidRDefault="005C4D69">
            <w:r w:rsidRPr="00523D08">
              <w:rPr>
                <w:sz w:val="22"/>
                <w:szCs w:val="22"/>
              </w:rPr>
              <w:t>4100100</w:t>
            </w:r>
          </w:p>
        </w:tc>
        <w:tc>
          <w:tcPr>
            <w:tcW w:w="576" w:type="dxa"/>
          </w:tcPr>
          <w:p w:rsidR="005C4D69" w:rsidRDefault="005C4D69" w:rsidP="00763C24">
            <w:r>
              <w:rPr>
                <w:sz w:val="22"/>
                <w:szCs w:val="22"/>
              </w:rPr>
              <w:t>226</w:t>
            </w:r>
          </w:p>
        </w:tc>
        <w:tc>
          <w:tcPr>
            <w:tcW w:w="911" w:type="dxa"/>
          </w:tcPr>
          <w:p w:rsidR="005C4D69" w:rsidRDefault="005C4D69">
            <w:r w:rsidRPr="000D1FA5">
              <w:rPr>
                <w:sz w:val="22"/>
                <w:szCs w:val="22"/>
              </w:rPr>
              <w:t>34,0</w:t>
            </w:r>
          </w:p>
        </w:tc>
      </w:tr>
      <w:tr w:rsidR="005C4D69" w:rsidRPr="004F1034">
        <w:tc>
          <w:tcPr>
            <w:tcW w:w="5264" w:type="dxa"/>
          </w:tcPr>
          <w:p w:rsidR="005C4D69" w:rsidRPr="00291684" w:rsidRDefault="005C4D69" w:rsidP="0057279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Культура </w:t>
            </w:r>
          </w:p>
        </w:tc>
        <w:tc>
          <w:tcPr>
            <w:tcW w:w="725" w:type="dxa"/>
          </w:tcPr>
          <w:p w:rsidR="005C4D69" w:rsidRPr="00291684" w:rsidRDefault="005C4D69" w:rsidP="0057279C">
            <w:pPr>
              <w:rPr>
                <w:b/>
                <w:bCs/>
                <w:i/>
                <w:iCs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291684" w:rsidRDefault="005C4D69" w:rsidP="0057279C">
            <w:pPr>
              <w:rPr>
                <w:b/>
                <w:bCs/>
                <w:i/>
                <w:iCs/>
              </w:rPr>
            </w:pPr>
            <w:r w:rsidRPr="00291684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572" w:type="dxa"/>
          </w:tcPr>
          <w:p w:rsidR="005C4D69" w:rsidRPr="00291684" w:rsidRDefault="005C4D69" w:rsidP="0057279C">
            <w:pPr>
              <w:rPr>
                <w:b/>
                <w:bCs/>
                <w:i/>
                <w:iCs/>
              </w:rPr>
            </w:pPr>
            <w:r w:rsidRPr="00291684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096" w:type="dxa"/>
          </w:tcPr>
          <w:p w:rsidR="005C4D69" w:rsidRPr="00291684" w:rsidRDefault="005C4D69" w:rsidP="0057279C">
            <w:pPr>
              <w:rPr>
                <w:b/>
                <w:bCs/>
                <w:i/>
                <w:iCs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5C4D69" w:rsidRPr="00291684" w:rsidRDefault="005C4D69" w:rsidP="0057279C">
            <w:pPr>
              <w:rPr>
                <w:b/>
                <w:bCs/>
                <w:i/>
                <w:iCs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291684" w:rsidRDefault="005C4D69" w:rsidP="00D90F54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2512,1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57279C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08</w:t>
            </w:r>
          </w:p>
        </w:tc>
        <w:tc>
          <w:tcPr>
            <w:tcW w:w="572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4400000</w:t>
            </w:r>
          </w:p>
        </w:tc>
        <w:tc>
          <w:tcPr>
            <w:tcW w:w="57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Pr="004F1034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2512,1</w:t>
            </w:r>
          </w:p>
        </w:tc>
      </w:tr>
      <w:tr w:rsidR="005C4D69" w:rsidRPr="004F1034">
        <w:tc>
          <w:tcPr>
            <w:tcW w:w="5264" w:type="dxa"/>
          </w:tcPr>
          <w:p w:rsidR="005C4D69" w:rsidRPr="001779EF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1779EF">
              <w:rPr>
                <w:rFonts w:ascii="Arial" w:hAnsi="Arial" w:cs="Arial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08</w:t>
            </w:r>
          </w:p>
        </w:tc>
        <w:tc>
          <w:tcPr>
            <w:tcW w:w="572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5C4D69" w:rsidRDefault="005C4D69">
            <w:r w:rsidRPr="00F82F1E">
              <w:rPr>
                <w:sz w:val="22"/>
                <w:szCs w:val="22"/>
              </w:rPr>
              <w:t>2512,1</w:t>
            </w:r>
          </w:p>
        </w:tc>
      </w:tr>
      <w:tr w:rsidR="005C4D69" w:rsidRPr="004F1034">
        <w:tc>
          <w:tcPr>
            <w:tcW w:w="5264" w:type="dxa"/>
          </w:tcPr>
          <w:p w:rsidR="005C4D69" w:rsidRPr="00291684" w:rsidRDefault="005C4D69" w:rsidP="005727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01</w:t>
            </w:r>
          </w:p>
        </w:tc>
        <w:tc>
          <w:tcPr>
            <w:tcW w:w="1096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911" w:type="dxa"/>
          </w:tcPr>
          <w:p w:rsidR="005C4D69" w:rsidRDefault="005C4D69">
            <w:r w:rsidRPr="00F82F1E">
              <w:rPr>
                <w:sz w:val="22"/>
                <w:szCs w:val="22"/>
              </w:rPr>
              <w:t>2512,1</w:t>
            </w:r>
          </w:p>
        </w:tc>
      </w:tr>
      <w:tr w:rsidR="005C4D69" w:rsidRPr="004F1034">
        <w:tc>
          <w:tcPr>
            <w:tcW w:w="5264" w:type="dxa"/>
          </w:tcPr>
          <w:p w:rsidR="005C4D69" w:rsidRPr="00846555" w:rsidRDefault="005C4D69" w:rsidP="0057279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5" w:type="dxa"/>
          </w:tcPr>
          <w:p w:rsidR="005C4D69" w:rsidRPr="00846555" w:rsidRDefault="005C4D69" w:rsidP="0057279C">
            <w:pPr>
              <w:rPr>
                <w:i/>
                <w:iCs/>
              </w:rPr>
            </w:pPr>
            <w:r w:rsidRPr="0084655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846555" w:rsidRDefault="005C4D69" w:rsidP="0057279C">
            <w:pPr>
              <w:rPr>
                <w:i/>
                <w:iCs/>
              </w:rPr>
            </w:pPr>
            <w:r w:rsidRPr="00846555">
              <w:rPr>
                <w:i/>
                <w:iCs/>
              </w:rPr>
              <w:t>08</w:t>
            </w:r>
          </w:p>
        </w:tc>
        <w:tc>
          <w:tcPr>
            <w:tcW w:w="572" w:type="dxa"/>
          </w:tcPr>
          <w:p w:rsidR="005C4D69" w:rsidRPr="00846555" w:rsidRDefault="005C4D69" w:rsidP="0057279C">
            <w:pPr>
              <w:rPr>
                <w:i/>
                <w:iCs/>
              </w:rPr>
            </w:pPr>
            <w:r w:rsidRPr="00846555">
              <w:rPr>
                <w:i/>
                <w:iCs/>
              </w:rPr>
              <w:t>01</w:t>
            </w:r>
          </w:p>
        </w:tc>
        <w:tc>
          <w:tcPr>
            <w:tcW w:w="1096" w:type="dxa"/>
          </w:tcPr>
          <w:p w:rsidR="005C4D69" w:rsidRPr="00846555" w:rsidRDefault="005C4D69" w:rsidP="0057279C">
            <w:pPr>
              <w:rPr>
                <w:i/>
                <w:iCs/>
              </w:rPr>
            </w:pPr>
            <w:r w:rsidRPr="00846555">
              <w:rPr>
                <w:i/>
                <w:i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Pr="00846555" w:rsidRDefault="005C4D69" w:rsidP="0057279C">
            <w:pPr>
              <w:rPr>
                <w:i/>
                <w:iCs/>
              </w:rPr>
            </w:pPr>
            <w:r w:rsidRPr="00846555">
              <w:rPr>
                <w:i/>
                <w:iCs/>
                <w:sz w:val="22"/>
                <w:szCs w:val="22"/>
              </w:rPr>
              <w:t>110</w:t>
            </w:r>
          </w:p>
        </w:tc>
        <w:tc>
          <w:tcPr>
            <w:tcW w:w="911" w:type="dxa"/>
          </w:tcPr>
          <w:p w:rsidR="005C4D69" w:rsidRPr="00846555" w:rsidRDefault="005C4D69" w:rsidP="0057279C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1836,8</w:t>
            </w:r>
          </w:p>
        </w:tc>
      </w:tr>
      <w:tr w:rsidR="005C4D69" w:rsidRPr="004F1034">
        <w:tc>
          <w:tcPr>
            <w:tcW w:w="5264" w:type="dxa"/>
          </w:tcPr>
          <w:p w:rsidR="005C4D69" w:rsidRPr="001779EF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1779EF">
              <w:rPr>
                <w:rFonts w:ascii="Arial" w:hAnsi="Arial" w:cs="Arial"/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08</w:t>
            </w:r>
          </w:p>
        </w:tc>
        <w:tc>
          <w:tcPr>
            <w:tcW w:w="572" w:type="dxa"/>
          </w:tcPr>
          <w:p w:rsidR="005C4D69" w:rsidRDefault="005C4D69" w:rsidP="0057279C">
            <w:r>
              <w:t>01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111</w:t>
            </w:r>
          </w:p>
        </w:tc>
        <w:tc>
          <w:tcPr>
            <w:tcW w:w="911" w:type="dxa"/>
          </w:tcPr>
          <w:p w:rsidR="005C4D69" w:rsidRPr="004F1034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1836,8</w:t>
            </w:r>
          </w:p>
        </w:tc>
      </w:tr>
      <w:tr w:rsidR="005C4D69" w:rsidRPr="004F1034">
        <w:tc>
          <w:tcPr>
            <w:tcW w:w="5264" w:type="dxa"/>
          </w:tcPr>
          <w:p w:rsidR="005C4D69" w:rsidRPr="00291684" w:rsidRDefault="005C4D69" w:rsidP="005727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01</w:t>
            </w:r>
          </w:p>
        </w:tc>
        <w:tc>
          <w:tcPr>
            <w:tcW w:w="1096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5C4D69" w:rsidRPr="00291684" w:rsidRDefault="005C4D69" w:rsidP="0057279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672,7</w:t>
            </w:r>
          </w:p>
        </w:tc>
      </w:tr>
      <w:tr w:rsidR="005C4D69" w:rsidRPr="004F1034">
        <w:tc>
          <w:tcPr>
            <w:tcW w:w="5264" w:type="dxa"/>
          </w:tcPr>
          <w:p w:rsidR="005C4D69" w:rsidRPr="00846555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08</w:t>
            </w:r>
          </w:p>
        </w:tc>
        <w:tc>
          <w:tcPr>
            <w:tcW w:w="572" w:type="dxa"/>
          </w:tcPr>
          <w:p w:rsidR="005C4D69" w:rsidRDefault="005C4D69" w:rsidP="0057279C">
            <w:r>
              <w:t>01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5C4D69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672,7</w:t>
            </w:r>
          </w:p>
        </w:tc>
      </w:tr>
      <w:tr w:rsidR="005C4D69" w:rsidRPr="004F1034">
        <w:tc>
          <w:tcPr>
            <w:tcW w:w="5264" w:type="dxa"/>
          </w:tcPr>
          <w:p w:rsidR="005C4D69" w:rsidRPr="00846555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08</w:t>
            </w:r>
          </w:p>
        </w:tc>
        <w:tc>
          <w:tcPr>
            <w:tcW w:w="572" w:type="dxa"/>
          </w:tcPr>
          <w:p w:rsidR="005C4D69" w:rsidRDefault="005C4D69" w:rsidP="0057279C">
            <w:r>
              <w:t>01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242</w:t>
            </w:r>
          </w:p>
        </w:tc>
        <w:tc>
          <w:tcPr>
            <w:tcW w:w="911" w:type="dxa"/>
          </w:tcPr>
          <w:p w:rsidR="005C4D69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100,7</w:t>
            </w:r>
          </w:p>
        </w:tc>
      </w:tr>
      <w:tr w:rsidR="005C4D69" w:rsidRPr="004F1034">
        <w:tc>
          <w:tcPr>
            <w:tcW w:w="5264" w:type="dxa"/>
          </w:tcPr>
          <w:p w:rsidR="005C4D69" w:rsidRPr="00846555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08</w:t>
            </w:r>
          </w:p>
        </w:tc>
        <w:tc>
          <w:tcPr>
            <w:tcW w:w="572" w:type="dxa"/>
          </w:tcPr>
          <w:p w:rsidR="005C4D69" w:rsidRDefault="005C4D69" w:rsidP="0057279C">
            <w:r>
              <w:t>01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5C4D69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572,0</w:t>
            </w:r>
          </w:p>
        </w:tc>
      </w:tr>
      <w:tr w:rsidR="005C4D69" w:rsidRPr="004F1034">
        <w:tc>
          <w:tcPr>
            <w:tcW w:w="5264" w:type="dxa"/>
          </w:tcPr>
          <w:p w:rsidR="005C4D69" w:rsidRPr="00291684" w:rsidRDefault="005C4D69" w:rsidP="005727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01</w:t>
            </w:r>
          </w:p>
        </w:tc>
        <w:tc>
          <w:tcPr>
            <w:tcW w:w="1096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Pr="00291684" w:rsidRDefault="005C4D69" w:rsidP="0057279C">
            <w:pPr>
              <w:rPr>
                <w:b/>
                <w:bCs/>
              </w:rPr>
            </w:pPr>
            <w:r w:rsidRPr="00291684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5C4D69" w:rsidRPr="00291684" w:rsidRDefault="005C4D69" w:rsidP="0057279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2,6</w:t>
            </w:r>
          </w:p>
        </w:tc>
      </w:tr>
      <w:tr w:rsidR="005C4D69" w:rsidRPr="004F1034">
        <w:tc>
          <w:tcPr>
            <w:tcW w:w="5264" w:type="dxa"/>
          </w:tcPr>
          <w:p w:rsidR="005C4D69" w:rsidRPr="00DF01AE" w:rsidRDefault="005C4D69" w:rsidP="0057279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01AE">
              <w:rPr>
                <w:rFonts w:ascii="Arial" w:hAnsi="Arial" w:cs="Arial"/>
                <w:i/>
                <w:iCs/>
                <w:sz w:val="20"/>
                <w:szCs w:val="20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08</w:t>
            </w:r>
          </w:p>
        </w:tc>
        <w:tc>
          <w:tcPr>
            <w:tcW w:w="572" w:type="dxa"/>
          </w:tcPr>
          <w:p w:rsidR="005C4D69" w:rsidRDefault="005C4D69" w:rsidP="0057279C">
            <w:r>
              <w:t>01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850</w:t>
            </w:r>
          </w:p>
        </w:tc>
        <w:tc>
          <w:tcPr>
            <w:tcW w:w="911" w:type="dxa"/>
          </w:tcPr>
          <w:p w:rsidR="005C4D69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2,6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08</w:t>
            </w:r>
          </w:p>
        </w:tc>
        <w:tc>
          <w:tcPr>
            <w:tcW w:w="572" w:type="dxa"/>
          </w:tcPr>
          <w:p w:rsidR="005C4D69" w:rsidRDefault="005C4D69" w:rsidP="0057279C">
            <w:r>
              <w:t>01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851</w:t>
            </w:r>
          </w:p>
        </w:tc>
        <w:tc>
          <w:tcPr>
            <w:tcW w:w="911" w:type="dxa"/>
          </w:tcPr>
          <w:p w:rsidR="005C4D69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1,5</w:t>
            </w:r>
          </w:p>
        </w:tc>
      </w:tr>
      <w:tr w:rsidR="005C4D69" w:rsidRPr="004F1034">
        <w:tc>
          <w:tcPr>
            <w:tcW w:w="5264" w:type="dxa"/>
          </w:tcPr>
          <w:p w:rsidR="005C4D69" w:rsidRPr="00E00F5B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Уплата прочих налогов, сборов и иных обязательных  платежей</w:t>
            </w:r>
          </w:p>
        </w:tc>
        <w:tc>
          <w:tcPr>
            <w:tcW w:w="725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08</w:t>
            </w:r>
          </w:p>
        </w:tc>
        <w:tc>
          <w:tcPr>
            <w:tcW w:w="572" w:type="dxa"/>
          </w:tcPr>
          <w:p w:rsidR="005C4D69" w:rsidRDefault="005C4D69" w:rsidP="0057279C">
            <w:r>
              <w:t>01</w:t>
            </w:r>
          </w:p>
        </w:tc>
        <w:tc>
          <w:tcPr>
            <w:tcW w:w="1096" w:type="dxa"/>
          </w:tcPr>
          <w:p w:rsidR="005C4D69" w:rsidRPr="004F1034" w:rsidRDefault="005C4D69" w:rsidP="0057279C"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852</w:t>
            </w:r>
          </w:p>
        </w:tc>
        <w:tc>
          <w:tcPr>
            <w:tcW w:w="911" w:type="dxa"/>
          </w:tcPr>
          <w:p w:rsidR="005C4D69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1,1</w:t>
            </w:r>
          </w:p>
        </w:tc>
      </w:tr>
      <w:tr w:rsidR="005C4D69" w:rsidRPr="004F1034">
        <w:tc>
          <w:tcPr>
            <w:tcW w:w="5264" w:type="dxa"/>
          </w:tcPr>
          <w:p w:rsidR="005C4D69" w:rsidRPr="00861FCF" w:rsidRDefault="005C4D69" w:rsidP="005727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1FCF">
              <w:rPr>
                <w:rFonts w:ascii="Arial" w:hAnsi="Arial" w:cs="Arial"/>
                <w:b/>
                <w:bCs/>
                <w:sz w:val="20"/>
                <w:szCs w:val="20"/>
              </w:rPr>
              <w:t>Долгосрочная целевая программа "Доступная среда для инвалидов в Новосибирской области на 2012-2015 годы"</w:t>
            </w:r>
          </w:p>
        </w:tc>
        <w:tc>
          <w:tcPr>
            <w:tcW w:w="725" w:type="dxa"/>
          </w:tcPr>
          <w:p w:rsidR="005C4D69" w:rsidRPr="00861FCF" w:rsidRDefault="005C4D69" w:rsidP="0057279C">
            <w:pPr>
              <w:rPr>
                <w:b/>
                <w:bCs/>
              </w:rPr>
            </w:pPr>
            <w:r w:rsidRPr="00861FCF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Pr="00861FCF" w:rsidRDefault="005C4D69" w:rsidP="0057279C">
            <w:pPr>
              <w:rPr>
                <w:b/>
                <w:bCs/>
              </w:rPr>
            </w:pPr>
            <w:r w:rsidRPr="00861FCF">
              <w:rPr>
                <w:b/>
                <w:bCs/>
              </w:rPr>
              <w:t>10</w:t>
            </w:r>
          </w:p>
        </w:tc>
        <w:tc>
          <w:tcPr>
            <w:tcW w:w="572" w:type="dxa"/>
          </w:tcPr>
          <w:p w:rsidR="005C4D69" w:rsidRPr="00861FCF" w:rsidRDefault="005C4D69" w:rsidP="0057279C">
            <w:pPr>
              <w:rPr>
                <w:b/>
                <w:bCs/>
              </w:rPr>
            </w:pPr>
            <w:r w:rsidRPr="00861FCF">
              <w:rPr>
                <w:b/>
                <w:bCs/>
              </w:rPr>
              <w:t>06</w:t>
            </w:r>
          </w:p>
        </w:tc>
        <w:tc>
          <w:tcPr>
            <w:tcW w:w="1096" w:type="dxa"/>
          </w:tcPr>
          <w:p w:rsidR="005C4D69" w:rsidRPr="00861FCF" w:rsidRDefault="005C4D69" w:rsidP="0057279C">
            <w:pPr>
              <w:rPr>
                <w:b/>
                <w:bCs/>
              </w:rPr>
            </w:pPr>
            <w:r w:rsidRPr="00861FCF">
              <w:rPr>
                <w:b/>
                <w:bCs/>
                <w:sz w:val="22"/>
                <w:szCs w:val="22"/>
              </w:rPr>
              <w:t>5224100</w:t>
            </w:r>
          </w:p>
        </w:tc>
        <w:tc>
          <w:tcPr>
            <w:tcW w:w="576" w:type="dxa"/>
          </w:tcPr>
          <w:p w:rsidR="005C4D69" w:rsidRPr="00861FCF" w:rsidRDefault="005C4D69" w:rsidP="0057279C">
            <w:pPr>
              <w:rPr>
                <w:b/>
                <w:bCs/>
              </w:rPr>
            </w:pPr>
            <w:r w:rsidRPr="00861FCF">
              <w:rPr>
                <w:b/>
                <w:bCs/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5C4D69" w:rsidRPr="00861FCF" w:rsidRDefault="005C4D69" w:rsidP="0057279C">
            <w:pPr>
              <w:jc w:val="center"/>
              <w:rPr>
                <w:b/>
                <w:bCs/>
              </w:rPr>
            </w:pPr>
            <w:r w:rsidRPr="00861FCF">
              <w:rPr>
                <w:b/>
                <w:bCs/>
                <w:sz w:val="22"/>
                <w:szCs w:val="22"/>
              </w:rPr>
              <w:t>70,7</w:t>
            </w:r>
          </w:p>
        </w:tc>
      </w:tr>
      <w:tr w:rsidR="005C4D69" w:rsidRPr="004F1034">
        <w:tc>
          <w:tcPr>
            <w:tcW w:w="5264" w:type="dxa"/>
          </w:tcPr>
          <w:p w:rsidR="005C4D69" w:rsidRPr="00EB0915" w:rsidRDefault="005C4D69" w:rsidP="0057279C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5C4D69" w:rsidRDefault="005C4D69" w:rsidP="0057279C">
            <w:r>
              <w:t>10</w:t>
            </w:r>
          </w:p>
        </w:tc>
        <w:tc>
          <w:tcPr>
            <w:tcW w:w="572" w:type="dxa"/>
          </w:tcPr>
          <w:p w:rsidR="005C4D69" w:rsidRDefault="005C4D69" w:rsidP="0057279C">
            <w:r>
              <w:t>06</w:t>
            </w:r>
          </w:p>
        </w:tc>
        <w:tc>
          <w:tcPr>
            <w:tcW w:w="1096" w:type="dxa"/>
          </w:tcPr>
          <w:p w:rsidR="005C4D69" w:rsidRPr="004F1034" w:rsidRDefault="005C4D69" w:rsidP="0057279C">
            <w:r>
              <w:rPr>
                <w:sz w:val="22"/>
                <w:szCs w:val="22"/>
              </w:rPr>
              <w:t>5224100</w:t>
            </w:r>
          </w:p>
        </w:tc>
        <w:tc>
          <w:tcPr>
            <w:tcW w:w="576" w:type="dxa"/>
          </w:tcPr>
          <w:p w:rsidR="005C4D69" w:rsidRDefault="005C4D69" w:rsidP="0057279C"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5C4D69" w:rsidRDefault="005C4D69" w:rsidP="0057279C">
            <w:pPr>
              <w:jc w:val="center"/>
            </w:pPr>
            <w:r>
              <w:rPr>
                <w:sz w:val="22"/>
                <w:szCs w:val="22"/>
              </w:rPr>
              <w:t>70,7</w:t>
            </w:r>
          </w:p>
        </w:tc>
      </w:tr>
      <w:tr w:rsidR="005C4D69" w:rsidRPr="004F1034">
        <w:tc>
          <w:tcPr>
            <w:tcW w:w="5264" w:type="dxa"/>
          </w:tcPr>
          <w:p w:rsidR="005C4D69" w:rsidRPr="004F1034" w:rsidRDefault="005C4D69" w:rsidP="0057279C">
            <w:pPr>
              <w:jc w:val="both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25" w:type="dxa"/>
          </w:tcPr>
          <w:p w:rsidR="005C4D69" w:rsidRPr="004F1034" w:rsidRDefault="005C4D69" w:rsidP="0057279C">
            <w:pPr>
              <w:rPr>
                <w:b/>
                <w:bCs/>
              </w:rPr>
            </w:pPr>
          </w:p>
        </w:tc>
        <w:tc>
          <w:tcPr>
            <w:tcW w:w="538" w:type="dxa"/>
          </w:tcPr>
          <w:p w:rsidR="005C4D69" w:rsidRPr="004F1034" w:rsidRDefault="005C4D69" w:rsidP="0057279C">
            <w:pPr>
              <w:rPr>
                <w:b/>
                <w:bCs/>
              </w:rPr>
            </w:pPr>
          </w:p>
        </w:tc>
        <w:tc>
          <w:tcPr>
            <w:tcW w:w="572" w:type="dxa"/>
          </w:tcPr>
          <w:p w:rsidR="005C4D69" w:rsidRPr="004F1034" w:rsidRDefault="005C4D69" w:rsidP="0057279C">
            <w:pPr>
              <w:rPr>
                <w:b/>
                <w:bCs/>
              </w:rPr>
            </w:pPr>
          </w:p>
        </w:tc>
        <w:tc>
          <w:tcPr>
            <w:tcW w:w="1096" w:type="dxa"/>
          </w:tcPr>
          <w:p w:rsidR="005C4D69" w:rsidRPr="004F1034" w:rsidRDefault="005C4D69" w:rsidP="0057279C">
            <w:pPr>
              <w:rPr>
                <w:b/>
                <w:bCs/>
              </w:rPr>
            </w:pPr>
          </w:p>
        </w:tc>
        <w:tc>
          <w:tcPr>
            <w:tcW w:w="576" w:type="dxa"/>
          </w:tcPr>
          <w:p w:rsidR="005C4D69" w:rsidRPr="004F1034" w:rsidRDefault="005C4D69" w:rsidP="0057279C">
            <w:pPr>
              <w:rPr>
                <w:b/>
                <w:bCs/>
              </w:rPr>
            </w:pPr>
          </w:p>
        </w:tc>
        <w:tc>
          <w:tcPr>
            <w:tcW w:w="911" w:type="dxa"/>
          </w:tcPr>
          <w:p w:rsidR="005C4D69" w:rsidRPr="004F1034" w:rsidRDefault="005C4D69" w:rsidP="004919F5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12976,7</w:t>
            </w:r>
          </w:p>
        </w:tc>
      </w:tr>
    </w:tbl>
    <w:p w:rsidR="005C4D69" w:rsidRDefault="005C4D69" w:rsidP="005872C6">
      <w:pPr>
        <w:shd w:val="clear" w:color="auto" w:fill="FFFFFF"/>
        <w:spacing w:line="202" w:lineRule="exact"/>
        <w:ind w:left="5150" w:firstLine="1320"/>
        <w:rPr>
          <w:spacing w:val="-1"/>
        </w:rPr>
      </w:pPr>
    </w:p>
    <w:p w:rsidR="005C4D69" w:rsidRDefault="005C4D69" w:rsidP="005872C6">
      <w:pPr>
        <w:jc w:val="right"/>
      </w:pPr>
      <w:r>
        <w:t>Приложение № 6</w:t>
      </w:r>
    </w:p>
    <w:p w:rsidR="005C4D69" w:rsidRDefault="005C4D69" w:rsidP="004826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30    сессии четвертого созыва от 31.12.2013  </w:t>
      </w:r>
    </w:p>
    <w:p w:rsidR="005C4D69" w:rsidRDefault="005C4D69" w:rsidP="004826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внесении изменений в бюджет Киикского сельсовета</w:t>
      </w:r>
    </w:p>
    <w:p w:rsidR="005C4D69" w:rsidRDefault="005C4D69" w:rsidP="00482613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Тогучинского района Новосибирской области</w:t>
      </w:r>
    </w:p>
    <w:p w:rsidR="005C4D69" w:rsidRDefault="005C4D69" w:rsidP="004826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2013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 плановый  период 2014-2015 гг.»</w:t>
      </w:r>
    </w:p>
    <w:p w:rsidR="005C4D69" w:rsidRDefault="005C4D69" w:rsidP="00482613">
      <w:pPr>
        <w:jc w:val="right"/>
        <w:rPr>
          <w:spacing w:val="-1"/>
          <w:sz w:val="18"/>
          <w:szCs w:val="18"/>
        </w:rPr>
      </w:pPr>
    </w:p>
    <w:p w:rsidR="005C4D69" w:rsidRPr="003B08CF" w:rsidRDefault="005C4D69" w:rsidP="005872C6">
      <w:pPr>
        <w:ind w:left="720"/>
        <w:jc w:val="right"/>
        <w:rPr>
          <w:spacing w:val="-1"/>
        </w:rPr>
      </w:pPr>
      <w:r w:rsidRPr="003B08CF">
        <w:t>Таблица 1</w:t>
      </w:r>
    </w:p>
    <w:p w:rsidR="005C4D69" w:rsidRPr="003B08CF" w:rsidRDefault="005C4D69" w:rsidP="005872C6">
      <w:pPr>
        <w:shd w:val="clear" w:color="auto" w:fill="FFFFFF"/>
        <w:spacing w:line="202" w:lineRule="exact"/>
        <w:ind w:left="5150" w:firstLine="1320"/>
        <w:jc w:val="both"/>
        <w:rPr>
          <w:spacing w:val="-1"/>
          <w:sz w:val="26"/>
          <w:szCs w:val="26"/>
        </w:rPr>
      </w:pPr>
    </w:p>
    <w:p w:rsidR="005C4D69" w:rsidRDefault="005C4D69" w:rsidP="005872C6">
      <w:pPr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Источники Финансирования дефицита бюджета </w:t>
      </w:r>
    </w:p>
    <w:p w:rsidR="005C4D69" w:rsidRPr="003B08CF" w:rsidRDefault="005C4D69" w:rsidP="005872C6">
      <w:pPr>
        <w:jc w:val="center"/>
        <w:rPr>
          <w:i/>
          <w:iCs/>
        </w:rPr>
      </w:pPr>
      <w:r w:rsidRPr="003B08CF">
        <w:rPr>
          <w:b/>
          <w:bCs/>
          <w:i/>
          <w:iCs/>
          <w:spacing w:val="-1"/>
        </w:rPr>
        <w:t>Киикского сельсовета Тогучинского района на 201</w:t>
      </w:r>
      <w:r>
        <w:rPr>
          <w:b/>
          <w:bCs/>
          <w:i/>
          <w:iCs/>
          <w:spacing w:val="-1"/>
        </w:rPr>
        <w:t>3</w:t>
      </w:r>
      <w:r w:rsidRPr="003B08CF">
        <w:rPr>
          <w:b/>
          <w:bCs/>
          <w:i/>
          <w:iCs/>
          <w:spacing w:val="-1"/>
        </w:rPr>
        <w:t>год</w:t>
      </w:r>
    </w:p>
    <w:p w:rsidR="005C4D69" w:rsidRPr="00BF4BB7" w:rsidRDefault="005C4D69" w:rsidP="005872C6">
      <w:pPr>
        <w:jc w:val="right"/>
        <w:rPr>
          <w:b/>
          <w:bCs/>
        </w:rPr>
      </w:pPr>
      <w:r w:rsidRPr="00BF4BB7">
        <w:rPr>
          <w:b/>
          <w:bCs/>
        </w:rPr>
        <w:t xml:space="preserve"> </w:t>
      </w:r>
    </w:p>
    <w:tbl>
      <w:tblPr>
        <w:tblW w:w="97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4"/>
        <w:gridCol w:w="2764"/>
        <w:gridCol w:w="4365"/>
        <w:gridCol w:w="960"/>
      </w:tblGrid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</w:pPr>
          </w:p>
          <w:p w:rsidR="005C4D69" w:rsidRPr="004F1034" w:rsidRDefault="005C4D69" w:rsidP="00FB49D4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</w:pPr>
          </w:p>
          <w:p w:rsidR="005C4D69" w:rsidRPr="004F1034" w:rsidRDefault="005C4D69" w:rsidP="00FB49D4">
            <w:pPr>
              <w:jc w:val="center"/>
            </w:pPr>
            <w:r w:rsidRPr="004F1034">
              <w:t>КОД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</w:pPr>
            <w:r w:rsidRPr="004F1034">
              <w:t xml:space="preserve">Наименование кода администратора, группы, подгруппы, статьи, элемента, кода экономической классификации источников внутреннего финансирования дефицитов бюджетов </w:t>
            </w:r>
          </w:p>
        </w:tc>
        <w:tc>
          <w:tcPr>
            <w:tcW w:w="960" w:type="dxa"/>
          </w:tcPr>
          <w:p w:rsidR="005C4D69" w:rsidRPr="004F1034" w:rsidRDefault="005C4D69" w:rsidP="00FB49D4">
            <w:pPr>
              <w:jc w:val="center"/>
            </w:pPr>
          </w:p>
          <w:p w:rsidR="005C4D69" w:rsidRPr="004F1034" w:rsidRDefault="005C4D69" w:rsidP="00FB49D4">
            <w:pPr>
              <w:jc w:val="center"/>
            </w:pPr>
            <w:r w:rsidRPr="004F1034">
              <w:t>Сумма</w:t>
            </w:r>
          </w:p>
          <w:p w:rsidR="005C4D69" w:rsidRPr="004F1034" w:rsidRDefault="005C4D69" w:rsidP="00FB49D4">
            <w:pPr>
              <w:jc w:val="center"/>
            </w:pPr>
            <w:r w:rsidRPr="004F1034">
              <w:t>201</w:t>
            </w:r>
            <w:r>
              <w:t>3</w:t>
            </w:r>
            <w:r w:rsidRPr="004F1034">
              <w:t>г</w:t>
            </w:r>
          </w:p>
          <w:p w:rsidR="005C4D69" w:rsidRPr="004F1034" w:rsidRDefault="005C4D69" w:rsidP="00FB49D4">
            <w:pPr>
              <w:jc w:val="center"/>
            </w:pPr>
          </w:p>
          <w:p w:rsidR="005C4D69" w:rsidRPr="004F1034" w:rsidRDefault="005C4D69" w:rsidP="00FB49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4F1034">
              <w:rPr>
                <w:i/>
                <w:iCs/>
                <w:sz w:val="18"/>
                <w:szCs w:val="18"/>
              </w:rPr>
              <w:t>(Тыс. рублей.)</w:t>
            </w:r>
          </w:p>
          <w:p w:rsidR="005C4D69" w:rsidRPr="004F1034" w:rsidRDefault="005C4D69" w:rsidP="00FB49D4">
            <w:pPr>
              <w:jc w:val="center"/>
            </w:pP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555</w:t>
            </w:r>
          </w:p>
        </w:tc>
        <w:tc>
          <w:tcPr>
            <w:tcW w:w="8089" w:type="dxa"/>
            <w:gridSpan w:val="3"/>
          </w:tcPr>
          <w:p w:rsidR="005C4D69" w:rsidRPr="004F1034" w:rsidRDefault="005C4D69" w:rsidP="00FB49D4">
            <w:pPr>
              <w:jc w:val="center"/>
              <w:rPr>
                <w:b/>
                <w:bCs/>
              </w:rPr>
            </w:pPr>
            <w:r w:rsidRPr="004F1034">
              <w:rPr>
                <w:b/>
                <w:bCs/>
              </w:rPr>
              <w:t>Администрация Киикского сельсовета Тогучинского района Новосибирской области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</w:pPr>
            <w:r w:rsidRPr="004F1034">
              <w:rPr>
                <w:sz w:val="20"/>
                <w:szCs w:val="20"/>
              </w:rPr>
              <w:t>Источники финансирования средств бюджета- всего</w:t>
            </w:r>
          </w:p>
        </w:tc>
        <w:tc>
          <w:tcPr>
            <w:tcW w:w="960" w:type="dxa"/>
          </w:tcPr>
          <w:p w:rsidR="005C4D69" w:rsidRPr="00216F5E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01 05 00 00 00 0000 000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960" w:type="dxa"/>
          </w:tcPr>
          <w:p w:rsidR="005C4D69" w:rsidRPr="00216F5E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36,2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01 03 00 00 00 0000 000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60" w:type="dxa"/>
          </w:tcPr>
          <w:p w:rsidR="005C4D69" w:rsidRPr="00216F5E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01 03 00 00 00 0000 700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60" w:type="dxa"/>
          </w:tcPr>
          <w:p w:rsidR="005C4D69" w:rsidRPr="00216F5E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01 03 00 00 10 0000 710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60" w:type="dxa"/>
          </w:tcPr>
          <w:p w:rsidR="005C4D69" w:rsidRPr="00216F5E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01 03 00 00 00 0000 800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60" w:type="dxa"/>
          </w:tcPr>
          <w:p w:rsidR="005C4D69" w:rsidRPr="00216F5E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16F5E">
              <w:rPr>
                <w:sz w:val="20"/>
                <w:szCs w:val="20"/>
              </w:rPr>
              <w:t>300,0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01 03 00 00 10 0000 810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60" w:type="dxa"/>
          </w:tcPr>
          <w:p w:rsidR="005C4D69" w:rsidRPr="00216F5E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216F5E">
              <w:rPr>
                <w:sz w:val="20"/>
                <w:szCs w:val="20"/>
              </w:rPr>
              <w:t>300,0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01 05 00 00 00 0000 500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960" w:type="dxa"/>
            <w:vAlign w:val="center"/>
          </w:tcPr>
          <w:p w:rsidR="005C4D69" w:rsidRPr="004F1034" w:rsidRDefault="005C4D69" w:rsidP="00504B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-12995,1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01 05 02 00 00 0000 510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960" w:type="dxa"/>
            <w:vAlign w:val="center"/>
          </w:tcPr>
          <w:p w:rsidR="005C4D69" w:rsidRPr="00095319" w:rsidRDefault="005C4D69" w:rsidP="007A0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-12995,1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01 05 02 01 00 0000 510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960" w:type="dxa"/>
            <w:vAlign w:val="center"/>
          </w:tcPr>
          <w:p w:rsidR="005C4D69" w:rsidRPr="00095319" w:rsidRDefault="005C4D69" w:rsidP="007A0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-12995,1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01 05 02 01 10 0000 510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960" w:type="dxa"/>
            <w:vAlign w:val="center"/>
          </w:tcPr>
          <w:p w:rsidR="005C4D69" w:rsidRPr="00095319" w:rsidRDefault="005C4D69" w:rsidP="007A0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-12995,1</w:t>
            </w:r>
          </w:p>
        </w:tc>
      </w:tr>
      <w:tr w:rsidR="005C4D69" w:rsidRPr="004F1034">
        <w:trPr>
          <w:trHeight w:val="286"/>
        </w:trPr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01 05 00 00 00 0000 600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960" w:type="dxa"/>
            <w:vAlign w:val="center"/>
          </w:tcPr>
          <w:p w:rsidR="005C4D69" w:rsidRPr="004F1034" w:rsidRDefault="005C4D69" w:rsidP="007A0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13276,7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01 05 02 00 00 0000 610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960" w:type="dxa"/>
            <w:vAlign w:val="center"/>
          </w:tcPr>
          <w:p w:rsidR="005C4D69" w:rsidRDefault="005C4D69" w:rsidP="00101E4E">
            <w:pPr>
              <w:jc w:val="center"/>
            </w:pPr>
            <w:r w:rsidRPr="00D84920">
              <w:rPr>
                <w:sz w:val="20"/>
                <w:szCs w:val="20"/>
              </w:rPr>
              <w:t>13276,7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01 05 02 01 00 0000 610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960" w:type="dxa"/>
            <w:vAlign w:val="center"/>
          </w:tcPr>
          <w:p w:rsidR="005C4D69" w:rsidRDefault="005C4D69" w:rsidP="00101E4E">
            <w:pPr>
              <w:jc w:val="center"/>
            </w:pPr>
            <w:r w:rsidRPr="00D84920">
              <w:rPr>
                <w:sz w:val="20"/>
                <w:szCs w:val="20"/>
              </w:rPr>
              <w:t>13276,7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01 05 02 01 10 0000 610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960" w:type="dxa"/>
            <w:vAlign w:val="center"/>
          </w:tcPr>
          <w:p w:rsidR="005C4D69" w:rsidRDefault="005C4D69" w:rsidP="00101E4E">
            <w:pPr>
              <w:jc w:val="center"/>
            </w:pPr>
            <w:r w:rsidRPr="00D84920">
              <w:rPr>
                <w:sz w:val="20"/>
                <w:szCs w:val="20"/>
              </w:rPr>
              <w:t>13276,7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01 06 00 00 00 0000 000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Иные поступления внутреннего финансирования дефицита бюджетов</w:t>
            </w:r>
          </w:p>
        </w:tc>
        <w:tc>
          <w:tcPr>
            <w:tcW w:w="960" w:type="dxa"/>
            <w:vAlign w:val="center"/>
          </w:tcPr>
          <w:p w:rsidR="005C4D69" w:rsidRPr="004F1034" w:rsidRDefault="005C4D69" w:rsidP="007A03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C4D69" w:rsidRPr="004F1034">
        <w:tc>
          <w:tcPr>
            <w:tcW w:w="16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2764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01 02 00 00 00 0000 000</w:t>
            </w:r>
          </w:p>
        </w:tc>
        <w:tc>
          <w:tcPr>
            <w:tcW w:w="4365" w:type="dxa"/>
          </w:tcPr>
          <w:p w:rsidR="005C4D69" w:rsidRPr="004F1034" w:rsidRDefault="005C4D69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Источник внешнего финансирования дефицита бюджета поселения</w:t>
            </w:r>
          </w:p>
        </w:tc>
        <w:tc>
          <w:tcPr>
            <w:tcW w:w="960" w:type="dxa"/>
          </w:tcPr>
          <w:p w:rsidR="005C4D69" w:rsidRPr="004F1034" w:rsidRDefault="005C4D69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5C4D69" w:rsidRDefault="005C4D69" w:rsidP="005872C6">
      <w:pPr>
        <w:jc w:val="right"/>
        <w:rPr>
          <w:sz w:val="20"/>
          <w:szCs w:val="20"/>
        </w:rPr>
      </w:pPr>
    </w:p>
    <w:p w:rsidR="005C4D69" w:rsidRPr="0082464C" w:rsidRDefault="005C4D69" w:rsidP="005872C6">
      <w:pPr>
        <w:shd w:val="clear" w:color="auto" w:fill="FFFFFF"/>
        <w:spacing w:line="202" w:lineRule="exact"/>
        <w:ind w:left="5150" w:firstLine="1320"/>
        <w:jc w:val="center"/>
        <w:rPr>
          <w:spacing w:val="-1"/>
          <w:sz w:val="20"/>
          <w:szCs w:val="20"/>
        </w:rPr>
      </w:pPr>
    </w:p>
    <w:p w:rsidR="005C4D69" w:rsidRDefault="005C4D69" w:rsidP="005872C6">
      <w:pPr>
        <w:jc w:val="right"/>
      </w:pPr>
    </w:p>
    <w:sectPr w:rsidR="005C4D69" w:rsidSect="007C1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D69" w:rsidRDefault="005C4D69" w:rsidP="00340FBA">
      <w:r>
        <w:separator/>
      </w:r>
    </w:p>
  </w:endnote>
  <w:endnote w:type="continuationSeparator" w:id="1">
    <w:p w:rsidR="005C4D69" w:rsidRDefault="005C4D69" w:rsidP="0034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D69" w:rsidRDefault="005C4D69" w:rsidP="00340FBA">
      <w:r>
        <w:separator/>
      </w:r>
    </w:p>
  </w:footnote>
  <w:footnote w:type="continuationSeparator" w:id="1">
    <w:p w:rsidR="005C4D69" w:rsidRDefault="005C4D69" w:rsidP="00340F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B9D"/>
    <w:rsid w:val="00001F3C"/>
    <w:rsid w:val="00002C8C"/>
    <w:rsid w:val="00002D50"/>
    <w:rsid w:val="00002DD3"/>
    <w:rsid w:val="00003D0B"/>
    <w:rsid w:val="00003D91"/>
    <w:rsid w:val="00007F4C"/>
    <w:rsid w:val="00011C32"/>
    <w:rsid w:val="00012E27"/>
    <w:rsid w:val="00013404"/>
    <w:rsid w:val="00016965"/>
    <w:rsid w:val="00017933"/>
    <w:rsid w:val="00017EEC"/>
    <w:rsid w:val="00020118"/>
    <w:rsid w:val="00020727"/>
    <w:rsid w:val="00020DC0"/>
    <w:rsid w:val="00021B6B"/>
    <w:rsid w:val="00021BB5"/>
    <w:rsid w:val="00023435"/>
    <w:rsid w:val="0002375D"/>
    <w:rsid w:val="00024E4E"/>
    <w:rsid w:val="00027877"/>
    <w:rsid w:val="00030A5F"/>
    <w:rsid w:val="00030CE9"/>
    <w:rsid w:val="00030DC6"/>
    <w:rsid w:val="00032268"/>
    <w:rsid w:val="00037B45"/>
    <w:rsid w:val="0004002E"/>
    <w:rsid w:val="000424DA"/>
    <w:rsid w:val="00042C9F"/>
    <w:rsid w:val="000447CC"/>
    <w:rsid w:val="00045134"/>
    <w:rsid w:val="00045EA6"/>
    <w:rsid w:val="00046099"/>
    <w:rsid w:val="00050338"/>
    <w:rsid w:val="00051D2E"/>
    <w:rsid w:val="00054BA0"/>
    <w:rsid w:val="00055586"/>
    <w:rsid w:val="00055F4B"/>
    <w:rsid w:val="00056619"/>
    <w:rsid w:val="000566A2"/>
    <w:rsid w:val="00062BD1"/>
    <w:rsid w:val="000647F1"/>
    <w:rsid w:val="00065311"/>
    <w:rsid w:val="00067298"/>
    <w:rsid w:val="0006799A"/>
    <w:rsid w:val="00067D3F"/>
    <w:rsid w:val="000716EB"/>
    <w:rsid w:val="00071A78"/>
    <w:rsid w:val="00074102"/>
    <w:rsid w:val="0007502C"/>
    <w:rsid w:val="000770B7"/>
    <w:rsid w:val="00080EA6"/>
    <w:rsid w:val="00081237"/>
    <w:rsid w:val="000814AF"/>
    <w:rsid w:val="0008200D"/>
    <w:rsid w:val="000822EF"/>
    <w:rsid w:val="0008292C"/>
    <w:rsid w:val="000854A2"/>
    <w:rsid w:val="0008756D"/>
    <w:rsid w:val="00090B3C"/>
    <w:rsid w:val="00092C01"/>
    <w:rsid w:val="00094E64"/>
    <w:rsid w:val="00095319"/>
    <w:rsid w:val="000954FB"/>
    <w:rsid w:val="000A0F15"/>
    <w:rsid w:val="000A2A2B"/>
    <w:rsid w:val="000A3552"/>
    <w:rsid w:val="000A75C5"/>
    <w:rsid w:val="000B1B64"/>
    <w:rsid w:val="000B2D04"/>
    <w:rsid w:val="000B61C2"/>
    <w:rsid w:val="000B6F58"/>
    <w:rsid w:val="000B7B0E"/>
    <w:rsid w:val="000B7F23"/>
    <w:rsid w:val="000B7F60"/>
    <w:rsid w:val="000C7587"/>
    <w:rsid w:val="000C7FB5"/>
    <w:rsid w:val="000D1186"/>
    <w:rsid w:val="000D1606"/>
    <w:rsid w:val="000D1FA5"/>
    <w:rsid w:val="000D2698"/>
    <w:rsid w:val="000D2FCD"/>
    <w:rsid w:val="000D4349"/>
    <w:rsid w:val="000D5FD0"/>
    <w:rsid w:val="000E005F"/>
    <w:rsid w:val="000E4343"/>
    <w:rsid w:val="000E476E"/>
    <w:rsid w:val="000E5B41"/>
    <w:rsid w:val="000E7125"/>
    <w:rsid w:val="000F3D3C"/>
    <w:rsid w:val="000F4021"/>
    <w:rsid w:val="000F6550"/>
    <w:rsid w:val="000F6D7A"/>
    <w:rsid w:val="00101256"/>
    <w:rsid w:val="00101490"/>
    <w:rsid w:val="00101E4E"/>
    <w:rsid w:val="001032CA"/>
    <w:rsid w:val="001043A2"/>
    <w:rsid w:val="001057FA"/>
    <w:rsid w:val="00112E9E"/>
    <w:rsid w:val="0011348C"/>
    <w:rsid w:val="00114264"/>
    <w:rsid w:val="00114805"/>
    <w:rsid w:val="001152A7"/>
    <w:rsid w:val="001171F1"/>
    <w:rsid w:val="001173C9"/>
    <w:rsid w:val="00120834"/>
    <w:rsid w:val="00120A8C"/>
    <w:rsid w:val="00123659"/>
    <w:rsid w:val="00124334"/>
    <w:rsid w:val="00131AA5"/>
    <w:rsid w:val="001339CA"/>
    <w:rsid w:val="00133D3D"/>
    <w:rsid w:val="001349B9"/>
    <w:rsid w:val="001354B1"/>
    <w:rsid w:val="00137623"/>
    <w:rsid w:val="00137A79"/>
    <w:rsid w:val="00143413"/>
    <w:rsid w:val="00143585"/>
    <w:rsid w:val="00143BE3"/>
    <w:rsid w:val="001441E9"/>
    <w:rsid w:val="00144E1C"/>
    <w:rsid w:val="001478B3"/>
    <w:rsid w:val="00147EDF"/>
    <w:rsid w:val="00152046"/>
    <w:rsid w:val="00154983"/>
    <w:rsid w:val="00156D4E"/>
    <w:rsid w:val="00157DEA"/>
    <w:rsid w:val="001600F4"/>
    <w:rsid w:val="00160EBA"/>
    <w:rsid w:val="00162DAD"/>
    <w:rsid w:val="00163BB6"/>
    <w:rsid w:val="001655F6"/>
    <w:rsid w:val="00170D84"/>
    <w:rsid w:val="001717AE"/>
    <w:rsid w:val="001779EF"/>
    <w:rsid w:val="0018049C"/>
    <w:rsid w:val="00180CA5"/>
    <w:rsid w:val="00183064"/>
    <w:rsid w:val="001836E7"/>
    <w:rsid w:val="00183DAC"/>
    <w:rsid w:val="0018531C"/>
    <w:rsid w:val="001863DD"/>
    <w:rsid w:val="001868C5"/>
    <w:rsid w:val="0019024A"/>
    <w:rsid w:val="00190440"/>
    <w:rsid w:val="00192866"/>
    <w:rsid w:val="001933D4"/>
    <w:rsid w:val="0019604B"/>
    <w:rsid w:val="001967AF"/>
    <w:rsid w:val="0019709A"/>
    <w:rsid w:val="0019724D"/>
    <w:rsid w:val="001A0665"/>
    <w:rsid w:val="001A21A1"/>
    <w:rsid w:val="001A4C9A"/>
    <w:rsid w:val="001A4F30"/>
    <w:rsid w:val="001A5AB2"/>
    <w:rsid w:val="001A682E"/>
    <w:rsid w:val="001A77EA"/>
    <w:rsid w:val="001B0D97"/>
    <w:rsid w:val="001B41DD"/>
    <w:rsid w:val="001B52F9"/>
    <w:rsid w:val="001B5E27"/>
    <w:rsid w:val="001B6B0C"/>
    <w:rsid w:val="001C02E8"/>
    <w:rsid w:val="001C414E"/>
    <w:rsid w:val="001C4976"/>
    <w:rsid w:val="001C5539"/>
    <w:rsid w:val="001C5EFF"/>
    <w:rsid w:val="001D1B91"/>
    <w:rsid w:val="001D717B"/>
    <w:rsid w:val="001D7292"/>
    <w:rsid w:val="001D79DE"/>
    <w:rsid w:val="001D7FB7"/>
    <w:rsid w:val="001E373C"/>
    <w:rsid w:val="001E792A"/>
    <w:rsid w:val="001F0504"/>
    <w:rsid w:val="001F07AF"/>
    <w:rsid w:val="001F3935"/>
    <w:rsid w:val="001F3C01"/>
    <w:rsid w:val="001F7AF0"/>
    <w:rsid w:val="00200E4E"/>
    <w:rsid w:val="00200E81"/>
    <w:rsid w:val="002011C3"/>
    <w:rsid w:val="002014A4"/>
    <w:rsid w:val="00201FAF"/>
    <w:rsid w:val="002026CA"/>
    <w:rsid w:val="00202F64"/>
    <w:rsid w:val="00203782"/>
    <w:rsid w:val="00206C68"/>
    <w:rsid w:val="002100E7"/>
    <w:rsid w:val="0021240C"/>
    <w:rsid w:val="00214E1C"/>
    <w:rsid w:val="002152AB"/>
    <w:rsid w:val="00216F5E"/>
    <w:rsid w:val="00220609"/>
    <w:rsid w:val="00220800"/>
    <w:rsid w:val="00220EB4"/>
    <w:rsid w:val="00222FD2"/>
    <w:rsid w:val="00224164"/>
    <w:rsid w:val="00225B04"/>
    <w:rsid w:val="00225C57"/>
    <w:rsid w:val="00230CBA"/>
    <w:rsid w:val="00233DC1"/>
    <w:rsid w:val="0023690C"/>
    <w:rsid w:val="00237021"/>
    <w:rsid w:val="002400AA"/>
    <w:rsid w:val="00240574"/>
    <w:rsid w:val="0024069F"/>
    <w:rsid w:val="00240CC1"/>
    <w:rsid w:val="0024642F"/>
    <w:rsid w:val="0024652F"/>
    <w:rsid w:val="002468FF"/>
    <w:rsid w:val="00250091"/>
    <w:rsid w:val="002518BB"/>
    <w:rsid w:val="00252BFB"/>
    <w:rsid w:val="00253D17"/>
    <w:rsid w:val="00253EA9"/>
    <w:rsid w:val="0025584A"/>
    <w:rsid w:val="00255AF7"/>
    <w:rsid w:val="00256989"/>
    <w:rsid w:val="00256B02"/>
    <w:rsid w:val="002571D0"/>
    <w:rsid w:val="0026312E"/>
    <w:rsid w:val="00263E40"/>
    <w:rsid w:val="00266DFD"/>
    <w:rsid w:val="00276B4A"/>
    <w:rsid w:val="00282AE2"/>
    <w:rsid w:val="00282DCF"/>
    <w:rsid w:val="00285BCF"/>
    <w:rsid w:val="00286922"/>
    <w:rsid w:val="002872B4"/>
    <w:rsid w:val="002872EF"/>
    <w:rsid w:val="00290689"/>
    <w:rsid w:val="00291684"/>
    <w:rsid w:val="0029293A"/>
    <w:rsid w:val="00293453"/>
    <w:rsid w:val="002948A4"/>
    <w:rsid w:val="0029687D"/>
    <w:rsid w:val="002A0118"/>
    <w:rsid w:val="002A5702"/>
    <w:rsid w:val="002A7374"/>
    <w:rsid w:val="002B0637"/>
    <w:rsid w:val="002B0899"/>
    <w:rsid w:val="002B1AE5"/>
    <w:rsid w:val="002B2E9A"/>
    <w:rsid w:val="002B2F89"/>
    <w:rsid w:val="002B31DF"/>
    <w:rsid w:val="002B658C"/>
    <w:rsid w:val="002B7BCA"/>
    <w:rsid w:val="002C2F32"/>
    <w:rsid w:val="002C4986"/>
    <w:rsid w:val="002D11C4"/>
    <w:rsid w:val="002D2E37"/>
    <w:rsid w:val="002D3D92"/>
    <w:rsid w:val="002D50E0"/>
    <w:rsid w:val="002D53E5"/>
    <w:rsid w:val="002D6D59"/>
    <w:rsid w:val="002D70A2"/>
    <w:rsid w:val="002E5362"/>
    <w:rsid w:val="002E7CCD"/>
    <w:rsid w:val="002F1C34"/>
    <w:rsid w:val="002F276C"/>
    <w:rsid w:val="002F45BE"/>
    <w:rsid w:val="002F65D0"/>
    <w:rsid w:val="002F717D"/>
    <w:rsid w:val="00302616"/>
    <w:rsid w:val="00302C04"/>
    <w:rsid w:val="0030300A"/>
    <w:rsid w:val="00303039"/>
    <w:rsid w:val="003033A6"/>
    <w:rsid w:val="00303F6E"/>
    <w:rsid w:val="003073FA"/>
    <w:rsid w:val="00312A21"/>
    <w:rsid w:val="00313226"/>
    <w:rsid w:val="00315A57"/>
    <w:rsid w:val="00316F71"/>
    <w:rsid w:val="003173E1"/>
    <w:rsid w:val="003213C7"/>
    <w:rsid w:val="00322BE4"/>
    <w:rsid w:val="0032397F"/>
    <w:rsid w:val="00324847"/>
    <w:rsid w:val="003255EE"/>
    <w:rsid w:val="00327B9E"/>
    <w:rsid w:val="00334034"/>
    <w:rsid w:val="003352FD"/>
    <w:rsid w:val="00337972"/>
    <w:rsid w:val="00340BF5"/>
    <w:rsid w:val="00340FBA"/>
    <w:rsid w:val="00342736"/>
    <w:rsid w:val="003467FA"/>
    <w:rsid w:val="00347C47"/>
    <w:rsid w:val="00356AD7"/>
    <w:rsid w:val="00356CE5"/>
    <w:rsid w:val="003600DD"/>
    <w:rsid w:val="00360298"/>
    <w:rsid w:val="00362621"/>
    <w:rsid w:val="003643D4"/>
    <w:rsid w:val="0036506E"/>
    <w:rsid w:val="003713FB"/>
    <w:rsid w:val="00377BF3"/>
    <w:rsid w:val="00380221"/>
    <w:rsid w:val="003873F2"/>
    <w:rsid w:val="00387625"/>
    <w:rsid w:val="00390012"/>
    <w:rsid w:val="00390FDB"/>
    <w:rsid w:val="003931FA"/>
    <w:rsid w:val="00396369"/>
    <w:rsid w:val="0039642F"/>
    <w:rsid w:val="003A15CB"/>
    <w:rsid w:val="003A5ADF"/>
    <w:rsid w:val="003A62B6"/>
    <w:rsid w:val="003A7AF8"/>
    <w:rsid w:val="003B072D"/>
    <w:rsid w:val="003B08CF"/>
    <w:rsid w:val="003B2117"/>
    <w:rsid w:val="003B2128"/>
    <w:rsid w:val="003B565E"/>
    <w:rsid w:val="003B6AC0"/>
    <w:rsid w:val="003B76E9"/>
    <w:rsid w:val="003C0A35"/>
    <w:rsid w:val="003C0C0A"/>
    <w:rsid w:val="003C15B7"/>
    <w:rsid w:val="003C1C98"/>
    <w:rsid w:val="003C1E15"/>
    <w:rsid w:val="003C2CB8"/>
    <w:rsid w:val="003C42A4"/>
    <w:rsid w:val="003C4A8D"/>
    <w:rsid w:val="003C5D12"/>
    <w:rsid w:val="003C5E58"/>
    <w:rsid w:val="003D0DAF"/>
    <w:rsid w:val="003D2C69"/>
    <w:rsid w:val="003D2E94"/>
    <w:rsid w:val="003D3495"/>
    <w:rsid w:val="003D41B6"/>
    <w:rsid w:val="003D525C"/>
    <w:rsid w:val="003D631B"/>
    <w:rsid w:val="003E0380"/>
    <w:rsid w:val="003E0772"/>
    <w:rsid w:val="003E0C2D"/>
    <w:rsid w:val="003E243A"/>
    <w:rsid w:val="003E54D3"/>
    <w:rsid w:val="003E67A9"/>
    <w:rsid w:val="003E734B"/>
    <w:rsid w:val="003F0065"/>
    <w:rsid w:val="003F09EA"/>
    <w:rsid w:val="003F179B"/>
    <w:rsid w:val="003F1E31"/>
    <w:rsid w:val="003F2E51"/>
    <w:rsid w:val="003F3B70"/>
    <w:rsid w:val="003F42AD"/>
    <w:rsid w:val="003F552E"/>
    <w:rsid w:val="003F5F37"/>
    <w:rsid w:val="003F73EC"/>
    <w:rsid w:val="00400E14"/>
    <w:rsid w:val="00410376"/>
    <w:rsid w:val="00411907"/>
    <w:rsid w:val="00411AB0"/>
    <w:rsid w:val="00414BDE"/>
    <w:rsid w:val="00415EC1"/>
    <w:rsid w:val="00416056"/>
    <w:rsid w:val="00416699"/>
    <w:rsid w:val="00417AEB"/>
    <w:rsid w:val="00425B6F"/>
    <w:rsid w:val="00425E47"/>
    <w:rsid w:val="00427278"/>
    <w:rsid w:val="004305C9"/>
    <w:rsid w:val="00430698"/>
    <w:rsid w:val="00431C8E"/>
    <w:rsid w:val="00432268"/>
    <w:rsid w:val="00435A9F"/>
    <w:rsid w:val="004370C2"/>
    <w:rsid w:val="00440F17"/>
    <w:rsid w:val="00442DD9"/>
    <w:rsid w:val="00443C42"/>
    <w:rsid w:val="00444BDB"/>
    <w:rsid w:val="004463D2"/>
    <w:rsid w:val="0045027F"/>
    <w:rsid w:val="00451D1B"/>
    <w:rsid w:val="00451F91"/>
    <w:rsid w:val="0045625B"/>
    <w:rsid w:val="004616D9"/>
    <w:rsid w:val="004649E6"/>
    <w:rsid w:val="00464C6C"/>
    <w:rsid w:val="00465E64"/>
    <w:rsid w:val="004668E3"/>
    <w:rsid w:val="00470B47"/>
    <w:rsid w:val="00471542"/>
    <w:rsid w:val="00472B25"/>
    <w:rsid w:val="0047369B"/>
    <w:rsid w:val="0047380E"/>
    <w:rsid w:val="00474A09"/>
    <w:rsid w:val="00474C36"/>
    <w:rsid w:val="00475392"/>
    <w:rsid w:val="00475828"/>
    <w:rsid w:val="00476255"/>
    <w:rsid w:val="004771D0"/>
    <w:rsid w:val="004820B3"/>
    <w:rsid w:val="00482613"/>
    <w:rsid w:val="004866F2"/>
    <w:rsid w:val="00486759"/>
    <w:rsid w:val="00490DE4"/>
    <w:rsid w:val="004919F5"/>
    <w:rsid w:val="00492726"/>
    <w:rsid w:val="00493AF2"/>
    <w:rsid w:val="004947A4"/>
    <w:rsid w:val="004962F7"/>
    <w:rsid w:val="00496422"/>
    <w:rsid w:val="004A0108"/>
    <w:rsid w:val="004A2763"/>
    <w:rsid w:val="004A4EEA"/>
    <w:rsid w:val="004A64CF"/>
    <w:rsid w:val="004A7E0A"/>
    <w:rsid w:val="004B16CB"/>
    <w:rsid w:val="004B35F9"/>
    <w:rsid w:val="004B72F0"/>
    <w:rsid w:val="004B7BA6"/>
    <w:rsid w:val="004C09A5"/>
    <w:rsid w:val="004C467C"/>
    <w:rsid w:val="004C46BF"/>
    <w:rsid w:val="004C508D"/>
    <w:rsid w:val="004C5207"/>
    <w:rsid w:val="004C5540"/>
    <w:rsid w:val="004C5AB6"/>
    <w:rsid w:val="004C6A18"/>
    <w:rsid w:val="004C7734"/>
    <w:rsid w:val="004D0441"/>
    <w:rsid w:val="004D12BA"/>
    <w:rsid w:val="004D23E6"/>
    <w:rsid w:val="004D2AB8"/>
    <w:rsid w:val="004D61F4"/>
    <w:rsid w:val="004E14F0"/>
    <w:rsid w:val="004E3DC2"/>
    <w:rsid w:val="004E421B"/>
    <w:rsid w:val="004E6B87"/>
    <w:rsid w:val="004E6BF1"/>
    <w:rsid w:val="004E6D84"/>
    <w:rsid w:val="004F1034"/>
    <w:rsid w:val="004F10BD"/>
    <w:rsid w:val="004F4363"/>
    <w:rsid w:val="004F4552"/>
    <w:rsid w:val="004F57C3"/>
    <w:rsid w:val="004F5DE9"/>
    <w:rsid w:val="00501C0A"/>
    <w:rsid w:val="00503A03"/>
    <w:rsid w:val="00504B38"/>
    <w:rsid w:val="0050790E"/>
    <w:rsid w:val="0051055F"/>
    <w:rsid w:val="00512671"/>
    <w:rsid w:val="00514453"/>
    <w:rsid w:val="005159F9"/>
    <w:rsid w:val="00515C08"/>
    <w:rsid w:val="0052301C"/>
    <w:rsid w:val="00523D08"/>
    <w:rsid w:val="00524B29"/>
    <w:rsid w:val="00525266"/>
    <w:rsid w:val="005269C8"/>
    <w:rsid w:val="00530900"/>
    <w:rsid w:val="00532D97"/>
    <w:rsid w:val="005341B3"/>
    <w:rsid w:val="00534375"/>
    <w:rsid w:val="00540803"/>
    <w:rsid w:val="00541373"/>
    <w:rsid w:val="005414D4"/>
    <w:rsid w:val="00544A84"/>
    <w:rsid w:val="005469F4"/>
    <w:rsid w:val="00547844"/>
    <w:rsid w:val="00552883"/>
    <w:rsid w:val="00553F21"/>
    <w:rsid w:val="00554324"/>
    <w:rsid w:val="005547D7"/>
    <w:rsid w:val="005578D4"/>
    <w:rsid w:val="0056144A"/>
    <w:rsid w:val="0056178D"/>
    <w:rsid w:val="00562417"/>
    <w:rsid w:val="005645EA"/>
    <w:rsid w:val="005708FD"/>
    <w:rsid w:val="0057279C"/>
    <w:rsid w:val="0057333F"/>
    <w:rsid w:val="00573474"/>
    <w:rsid w:val="00574420"/>
    <w:rsid w:val="005744FA"/>
    <w:rsid w:val="00574DEA"/>
    <w:rsid w:val="00575DCC"/>
    <w:rsid w:val="00577403"/>
    <w:rsid w:val="00577ADA"/>
    <w:rsid w:val="0058092C"/>
    <w:rsid w:val="00585400"/>
    <w:rsid w:val="0058579E"/>
    <w:rsid w:val="00586FC3"/>
    <w:rsid w:val="005872C6"/>
    <w:rsid w:val="005906A0"/>
    <w:rsid w:val="0059434B"/>
    <w:rsid w:val="005946AB"/>
    <w:rsid w:val="00594BD1"/>
    <w:rsid w:val="005A0EB8"/>
    <w:rsid w:val="005A0F21"/>
    <w:rsid w:val="005A4DBE"/>
    <w:rsid w:val="005A4F1C"/>
    <w:rsid w:val="005A5145"/>
    <w:rsid w:val="005A58ED"/>
    <w:rsid w:val="005A6941"/>
    <w:rsid w:val="005A755E"/>
    <w:rsid w:val="005B0072"/>
    <w:rsid w:val="005B203F"/>
    <w:rsid w:val="005B22DB"/>
    <w:rsid w:val="005B29C2"/>
    <w:rsid w:val="005B3365"/>
    <w:rsid w:val="005B5C8F"/>
    <w:rsid w:val="005B6933"/>
    <w:rsid w:val="005B7F59"/>
    <w:rsid w:val="005C0905"/>
    <w:rsid w:val="005C3AF9"/>
    <w:rsid w:val="005C4D69"/>
    <w:rsid w:val="005D13CB"/>
    <w:rsid w:val="005D472F"/>
    <w:rsid w:val="005E0ABC"/>
    <w:rsid w:val="005E23CF"/>
    <w:rsid w:val="005E345C"/>
    <w:rsid w:val="005E3995"/>
    <w:rsid w:val="005E441C"/>
    <w:rsid w:val="005E5D15"/>
    <w:rsid w:val="005E66A8"/>
    <w:rsid w:val="005E6F22"/>
    <w:rsid w:val="005F02AA"/>
    <w:rsid w:val="005F1A32"/>
    <w:rsid w:val="005F214D"/>
    <w:rsid w:val="005F2332"/>
    <w:rsid w:val="005F2391"/>
    <w:rsid w:val="005F36D7"/>
    <w:rsid w:val="005F401A"/>
    <w:rsid w:val="005F588C"/>
    <w:rsid w:val="005F6051"/>
    <w:rsid w:val="005F756E"/>
    <w:rsid w:val="00600944"/>
    <w:rsid w:val="0060095E"/>
    <w:rsid w:val="00601643"/>
    <w:rsid w:val="00601FD6"/>
    <w:rsid w:val="00607A71"/>
    <w:rsid w:val="006132B4"/>
    <w:rsid w:val="00613C62"/>
    <w:rsid w:val="00614631"/>
    <w:rsid w:val="00621431"/>
    <w:rsid w:val="00622A82"/>
    <w:rsid w:val="00623185"/>
    <w:rsid w:val="006249E1"/>
    <w:rsid w:val="006278C7"/>
    <w:rsid w:val="00630927"/>
    <w:rsid w:val="00633F33"/>
    <w:rsid w:val="00634D47"/>
    <w:rsid w:val="00635AB4"/>
    <w:rsid w:val="00636557"/>
    <w:rsid w:val="006403D9"/>
    <w:rsid w:val="00640B18"/>
    <w:rsid w:val="006428B9"/>
    <w:rsid w:val="0064351E"/>
    <w:rsid w:val="00646412"/>
    <w:rsid w:val="00650C4A"/>
    <w:rsid w:val="00662766"/>
    <w:rsid w:val="00664A4E"/>
    <w:rsid w:val="00665BC1"/>
    <w:rsid w:val="00667BE1"/>
    <w:rsid w:val="00670D1D"/>
    <w:rsid w:val="00671728"/>
    <w:rsid w:val="00671E57"/>
    <w:rsid w:val="00672542"/>
    <w:rsid w:val="00683162"/>
    <w:rsid w:val="00683FD7"/>
    <w:rsid w:val="00684181"/>
    <w:rsid w:val="006845D3"/>
    <w:rsid w:val="00685065"/>
    <w:rsid w:val="00686208"/>
    <w:rsid w:val="00690BBA"/>
    <w:rsid w:val="006A0047"/>
    <w:rsid w:val="006A1AE0"/>
    <w:rsid w:val="006A5290"/>
    <w:rsid w:val="006A6B9D"/>
    <w:rsid w:val="006A7A1B"/>
    <w:rsid w:val="006B04C6"/>
    <w:rsid w:val="006B1C8E"/>
    <w:rsid w:val="006B29F9"/>
    <w:rsid w:val="006B2A91"/>
    <w:rsid w:val="006B4F15"/>
    <w:rsid w:val="006B5F3F"/>
    <w:rsid w:val="006B793D"/>
    <w:rsid w:val="006B7F8F"/>
    <w:rsid w:val="006C18BA"/>
    <w:rsid w:val="006C2C8A"/>
    <w:rsid w:val="006C39A3"/>
    <w:rsid w:val="006C567E"/>
    <w:rsid w:val="006C6763"/>
    <w:rsid w:val="006D1FD3"/>
    <w:rsid w:val="006D2B79"/>
    <w:rsid w:val="006D2DE2"/>
    <w:rsid w:val="006D3FA7"/>
    <w:rsid w:val="006D4B2A"/>
    <w:rsid w:val="006D4B31"/>
    <w:rsid w:val="006D5CA4"/>
    <w:rsid w:val="006D797D"/>
    <w:rsid w:val="006E0733"/>
    <w:rsid w:val="006E38C5"/>
    <w:rsid w:val="006E45A5"/>
    <w:rsid w:val="006E5209"/>
    <w:rsid w:val="006E6DAC"/>
    <w:rsid w:val="006F3ADA"/>
    <w:rsid w:val="006F6740"/>
    <w:rsid w:val="00700C35"/>
    <w:rsid w:val="00700EBB"/>
    <w:rsid w:val="00705CE9"/>
    <w:rsid w:val="00711915"/>
    <w:rsid w:val="00712A11"/>
    <w:rsid w:val="00712E43"/>
    <w:rsid w:val="007135DF"/>
    <w:rsid w:val="00713EA8"/>
    <w:rsid w:val="00714169"/>
    <w:rsid w:val="007142B6"/>
    <w:rsid w:val="00714724"/>
    <w:rsid w:val="00717EBB"/>
    <w:rsid w:val="00721935"/>
    <w:rsid w:val="00723327"/>
    <w:rsid w:val="0072368B"/>
    <w:rsid w:val="00724AA1"/>
    <w:rsid w:val="00724D27"/>
    <w:rsid w:val="0072558B"/>
    <w:rsid w:val="007258D9"/>
    <w:rsid w:val="00725BC1"/>
    <w:rsid w:val="007274E1"/>
    <w:rsid w:val="0073072D"/>
    <w:rsid w:val="007307A1"/>
    <w:rsid w:val="00730DBB"/>
    <w:rsid w:val="00731673"/>
    <w:rsid w:val="00731F88"/>
    <w:rsid w:val="0073299E"/>
    <w:rsid w:val="00736107"/>
    <w:rsid w:val="00737103"/>
    <w:rsid w:val="00741C83"/>
    <w:rsid w:val="00742762"/>
    <w:rsid w:val="0074312B"/>
    <w:rsid w:val="00744D0E"/>
    <w:rsid w:val="007470D2"/>
    <w:rsid w:val="0075027E"/>
    <w:rsid w:val="00750990"/>
    <w:rsid w:val="00750E2A"/>
    <w:rsid w:val="00753C86"/>
    <w:rsid w:val="00755460"/>
    <w:rsid w:val="0075669E"/>
    <w:rsid w:val="007569E2"/>
    <w:rsid w:val="00757B59"/>
    <w:rsid w:val="00760664"/>
    <w:rsid w:val="007607F8"/>
    <w:rsid w:val="00760E3A"/>
    <w:rsid w:val="0076177D"/>
    <w:rsid w:val="00763C24"/>
    <w:rsid w:val="007640C0"/>
    <w:rsid w:val="0076461F"/>
    <w:rsid w:val="00764D23"/>
    <w:rsid w:val="007664AC"/>
    <w:rsid w:val="0077039F"/>
    <w:rsid w:val="00770B8B"/>
    <w:rsid w:val="00774FF1"/>
    <w:rsid w:val="00776A2A"/>
    <w:rsid w:val="00776F49"/>
    <w:rsid w:val="0077739F"/>
    <w:rsid w:val="0078016D"/>
    <w:rsid w:val="00781027"/>
    <w:rsid w:val="0078266D"/>
    <w:rsid w:val="0078599B"/>
    <w:rsid w:val="00786A60"/>
    <w:rsid w:val="0079086D"/>
    <w:rsid w:val="00790ADB"/>
    <w:rsid w:val="00790E20"/>
    <w:rsid w:val="00794566"/>
    <w:rsid w:val="0079617A"/>
    <w:rsid w:val="00797E48"/>
    <w:rsid w:val="007A007B"/>
    <w:rsid w:val="007A03B0"/>
    <w:rsid w:val="007A0BA2"/>
    <w:rsid w:val="007A4268"/>
    <w:rsid w:val="007A50A8"/>
    <w:rsid w:val="007B0214"/>
    <w:rsid w:val="007B107E"/>
    <w:rsid w:val="007B3B9D"/>
    <w:rsid w:val="007B6A00"/>
    <w:rsid w:val="007C18DC"/>
    <w:rsid w:val="007C1B12"/>
    <w:rsid w:val="007C2922"/>
    <w:rsid w:val="007C4439"/>
    <w:rsid w:val="007C4E90"/>
    <w:rsid w:val="007D5F29"/>
    <w:rsid w:val="007D7A85"/>
    <w:rsid w:val="007E0770"/>
    <w:rsid w:val="007E0971"/>
    <w:rsid w:val="007E0E8E"/>
    <w:rsid w:val="007E1C14"/>
    <w:rsid w:val="007E2AB5"/>
    <w:rsid w:val="007E65BB"/>
    <w:rsid w:val="007F1248"/>
    <w:rsid w:val="007F2A17"/>
    <w:rsid w:val="007F3564"/>
    <w:rsid w:val="007F3F7B"/>
    <w:rsid w:val="007F5831"/>
    <w:rsid w:val="008006B9"/>
    <w:rsid w:val="008014B4"/>
    <w:rsid w:val="00804500"/>
    <w:rsid w:val="00805252"/>
    <w:rsid w:val="008052E9"/>
    <w:rsid w:val="008061FF"/>
    <w:rsid w:val="00807538"/>
    <w:rsid w:val="00812B07"/>
    <w:rsid w:val="00815024"/>
    <w:rsid w:val="008179EE"/>
    <w:rsid w:val="00820BCA"/>
    <w:rsid w:val="0082114F"/>
    <w:rsid w:val="00822724"/>
    <w:rsid w:val="0082464C"/>
    <w:rsid w:val="0082472D"/>
    <w:rsid w:val="0082577B"/>
    <w:rsid w:val="00825E8F"/>
    <w:rsid w:val="0082696E"/>
    <w:rsid w:val="00830484"/>
    <w:rsid w:val="00832744"/>
    <w:rsid w:val="00833826"/>
    <w:rsid w:val="00834754"/>
    <w:rsid w:val="00835F7A"/>
    <w:rsid w:val="008368A1"/>
    <w:rsid w:val="00836D91"/>
    <w:rsid w:val="00837D99"/>
    <w:rsid w:val="0084126D"/>
    <w:rsid w:val="008450BA"/>
    <w:rsid w:val="00845868"/>
    <w:rsid w:val="0084599C"/>
    <w:rsid w:val="00845A50"/>
    <w:rsid w:val="00846555"/>
    <w:rsid w:val="00847915"/>
    <w:rsid w:val="0085030C"/>
    <w:rsid w:val="00851327"/>
    <w:rsid w:val="0085221A"/>
    <w:rsid w:val="00853826"/>
    <w:rsid w:val="008556C8"/>
    <w:rsid w:val="0085674A"/>
    <w:rsid w:val="00856D80"/>
    <w:rsid w:val="00861FCF"/>
    <w:rsid w:val="00862D56"/>
    <w:rsid w:val="008634C2"/>
    <w:rsid w:val="00864967"/>
    <w:rsid w:val="00865ADF"/>
    <w:rsid w:val="00871430"/>
    <w:rsid w:val="008744A7"/>
    <w:rsid w:val="00874E8C"/>
    <w:rsid w:val="00875F1D"/>
    <w:rsid w:val="00876627"/>
    <w:rsid w:val="00877687"/>
    <w:rsid w:val="00883501"/>
    <w:rsid w:val="008837E8"/>
    <w:rsid w:val="00887490"/>
    <w:rsid w:val="00894317"/>
    <w:rsid w:val="008948A0"/>
    <w:rsid w:val="008957EA"/>
    <w:rsid w:val="00895844"/>
    <w:rsid w:val="008969CB"/>
    <w:rsid w:val="008972AF"/>
    <w:rsid w:val="008977EC"/>
    <w:rsid w:val="008A1203"/>
    <w:rsid w:val="008A144B"/>
    <w:rsid w:val="008A286F"/>
    <w:rsid w:val="008A327C"/>
    <w:rsid w:val="008A5C5A"/>
    <w:rsid w:val="008A66C2"/>
    <w:rsid w:val="008B1E44"/>
    <w:rsid w:val="008B4C8C"/>
    <w:rsid w:val="008B5875"/>
    <w:rsid w:val="008B7054"/>
    <w:rsid w:val="008B721B"/>
    <w:rsid w:val="008B76CA"/>
    <w:rsid w:val="008C3501"/>
    <w:rsid w:val="008C63A6"/>
    <w:rsid w:val="008C69CB"/>
    <w:rsid w:val="008D3DFE"/>
    <w:rsid w:val="008D57BF"/>
    <w:rsid w:val="008D58AF"/>
    <w:rsid w:val="008E55FB"/>
    <w:rsid w:val="008E7120"/>
    <w:rsid w:val="008E7CB7"/>
    <w:rsid w:val="008F13CD"/>
    <w:rsid w:val="008F19CD"/>
    <w:rsid w:val="008F2509"/>
    <w:rsid w:val="008F501E"/>
    <w:rsid w:val="008F6AB6"/>
    <w:rsid w:val="00900315"/>
    <w:rsid w:val="00903EC1"/>
    <w:rsid w:val="00906D75"/>
    <w:rsid w:val="009075E7"/>
    <w:rsid w:val="00911680"/>
    <w:rsid w:val="00912225"/>
    <w:rsid w:val="00914BE5"/>
    <w:rsid w:val="009209AA"/>
    <w:rsid w:val="0092268D"/>
    <w:rsid w:val="00922855"/>
    <w:rsid w:val="00922C48"/>
    <w:rsid w:val="00922E6A"/>
    <w:rsid w:val="00924222"/>
    <w:rsid w:val="00926B44"/>
    <w:rsid w:val="00926D07"/>
    <w:rsid w:val="0093014E"/>
    <w:rsid w:val="009320AF"/>
    <w:rsid w:val="009345E4"/>
    <w:rsid w:val="009426DC"/>
    <w:rsid w:val="00942DBB"/>
    <w:rsid w:val="00945EEA"/>
    <w:rsid w:val="00946212"/>
    <w:rsid w:val="00947454"/>
    <w:rsid w:val="00947541"/>
    <w:rsid w:val="00947FB5"/>
    <w:rsid w:val="009500D2"/>
    <w:rsid w:val="00950EF5"/>
    <w:rsid w:val="00955BC4"/>
    <w:rsid w:val="0095626E"/>
    <w:rsid w:val="0095676F"/>
    <w:rsid w:val="00956CCB"/>
    <w:rsid w:val="00957FAF"/>
    <w:rsid w:val="0096217D"/>
    <w:rsid w:val="009643BB"/>
    <w:rsid w:val="00966008"/>
    <w:rsid w:val="009664EB"/>
    <w:rsid w:val="009669D5"/>
    <w:rsid w:val="00967CFA"/>
    <w:rsid w:val="0097029A"/>
    <w:rsid w:val="009710A8"/>
    <w:rsid w:val="00972B65"/>
    <w:rsid w:val="00975583"/>
    <w:rsid w:val="00977D90"/>
    <w:rsid w:val="0098219A"/>
    <w:rsid w:val="00984279"/>
    <w:rsid w:val="009848A6"/>
    <w:rsid w:val="00985D9E"/>
    <w:rsid w:val="0099220A"/>
    <w:rsid w:val="009923B4"/>
    <w:rsid w:val="009949FA"/>
    <w:rsid w:val="00996E1B"/>
    <w:rsid w:val="009A1941"/>
    <w:rsid w:val="009A1A9F"/>
    <w:rsid w:val="009A34C9"/>
    <w:rsid w:val="009A3D28"/>
    <w:rsid w:val="009A48C6"/>
    <w:rsid w:val="009A4FE7"/>
    <w:rsid w:val="009B2509"/>
    <w:rsid w:val="009B2959"/>
    <w:rsid w:val="009C2E07"/>
    <w:rsid w:val="009C4B37"/>
    <w:rsid w:val="009C7371"/>
    <w:rsid w:val="009D2387"/>
    <w:rsid w:val="009D32E5"/>
    <w:rsid w:val="009D3A8B"/>
    <w:rsid w:val="009D3D7A"/>
    <w:rsid w:val="009D6870"/>
    <w:rsid w:val="009D7E23"/>
    <w:rsid w:val="009F0EEF"/>
    <w:rsid w:val="009F1642"/>
    <w:rsid w:val="009F1EBB"/>
    <w:rsid w:val="009F5D82"/>
    <w:rsid w:val="009F79FA"/>
    <w:rsid w:val="00A0150A"/>
    <w:rsid w:val="00A02D09"/>
    <w:rsid w:val="00A03FE5"/>
    <w:rsid w:val="00A046C2"/>
    <w:rsid w:val="00A065D7"/>
    <w:rsid w:val="00A06E12"/>
    <w:rsid w:val="00A132F0"/>
    <w:rsid w:val="00A14335"/>
    <w:rsid w:val="00A1622F"/>
    <w:rsid w:val="00A17D4C"/>
    <w:rsid w:val="00A2355F"/>
    <w:rsid w:val="00A23DDA"/>
    <w:rsid w:val="00A249CD"/>
    <w:rsid w:val="00A26A1B"/>
    <w:rsid w:val="00A26C5A"/>
    <w:rsid w:val="00A30BD2"/>
    <w:rsid w:val="00A30E52"/>
    <w:rsid w:val="00A31129"/>
    <w:rsid w:val="00A32A16"/>
    <w:rsid w:val="00A32B5B"/>
    <w:rsid w:val="00A32C89"/>
    <w:rsid w:val="00A3539B"/>
    <w:rsid w:val="00A367D5"/>
    <w:rsid w:val="00A416D0"/>
    <w:rsid w:val="00A43D6D"/>
    <w:rsid w:val="00A45435"/>
    <w:rsid w:val="00A52BF6"/>
    <w:rsid w:val="00A54255"/>
    <w:rsid w:val="00A54989"/>
    <w:rsid w:val="00A55237"/>
    <w:rsid w:val="00A55525"/>
    <w:rsid w:val="00A55CDA"/>
    <w:rsid w:val="00A612A1"/>
    <w:rsid w:val="00A6174B"/>
    <w:rsid w:val="00A6377D"/>
    <w:rsid w:val="00A64D2B"/>
    <w:rsid w:val="00A66021"/>
    <w:rsid w:val="00A67426"/>
    <w:rsid w:val="00A71B08"/>
    <w:rsid w:val="00A72D68"/>
    <w:rsid w:val="00A73D68"/>
    <w:rsid w:val="00A759CE"/>
    <w:rsid w:val="00A767B8"/>
    <w:rsid w:val="00A77725"/>
    <w:rsid w:val="00A802A8"/>
    <w:rsid w:val="00A80CD8"/>
    <w:rsid w:val="00A81BA8"/>
    <w:rsid w:val="00A82208"/>
    <w:rsid w:val="00A82E72"/>
    <w:rsid w:val="00A871E3"/>
    <w:rsid w:val="00A87AA8"/>
    <w:rsid w:val="00A91441"/>
    <w:rsid w:val="00A9159C"/>
    <w:rsid w:val="00AA04C1"/>
    <w:rsid w:val="00AA0A99"/>
    <w:rsid w:val="00AA60CA"/>
    <w:rsid w:val="00AA7329"/>
    <w:rsid w:val="00AA79F4"/>
    <w:rsid w:val="00AB1761"/>
    <w:rsid w:val="00AB1D47"/>
    <w:rsid w:val="00AB1E6A"/>
    <w:rsid w:val="00AB2274"/>
    <w:rsid w:val="00AB2C16"/>
    <w:rsid w:val="00AB431C"/>
    <w:rsid w:val="00AB55EC"/>
    <w:rsid w:val="00AB66D5"/>
    <w:rsid w:val="00AB6CB5"/>
    <w:rsid w:val="00AB7792"/>
    <w:rsid w:val="00AB790D"/>
    <w:rsid w:val="00AC0721"/>
    <w:rsid w:val="00AC3E21"/>
    <w:rsid w:val="00AC5025"/>
    <w:rsid w:val="00AC5316"/>
    <w:rsid w:val="00AD5935"/>
    <w:rsid w:val="00AD70CC"/>
    <w:rsid w:val="00AE2A5E"/>
    <w:rsid w:val="00AE56AD"/>
    <w:rsid w:val="00AE5C61"/>
    <w:rsid w:val="00AE744F"/>
    <w:rsid w:val="00AF0D1E"/>
    <w:rsid w:val="00AF13F4"/>
    <w:rsid w:val="00AF57D0"/>
    <w:rsid w:val="00AF5945"/>
    <w:rsid w:val="00B05413"/>
    <w:rsid w:val="00B057DA"/>
    <w:rsid w:val="00B07800"/>
    <w:rsid w:val="00B100A3"/>
    <w:rsid w:val="00B11E82"/>
    <w:rsid w:val="00B157DC"/>
    <w:rsid w:val="00B2163B"/>
    <w:rsid w:val="00B21B4C"/>
    <w:rsid w:val="00B225FD"/>
    <w:rsid w:val="00B22CA0"/>
    <w:rsid w:val="00B22DD3"/>
    <w:rsid w:val="00B23583"/>
    <w:rsid w:val="00B245B7"/>
    <w:rsid w:val="00B2596D"/>
    <w:rsid w:val="00B25AEC"/>
    <w:rsid w:val="00B304AE"/>
    <w:rsid w:val="00B34EA4"/>
    <w:rsid w:val="00B36BE6"/>
    <w:rsid w:val="00B411DB"/>
    <w:rsid w:val="00B4212E"/>
    <w:rsid w:val="00B42E15"/>
    <w:rsid w:val="00B43093"/>
    <w:rsid w:val="00B45BA6"/>
    <w:rsid w:val="00B45E79"/>
    <w:rsid w:val="00B4652E"/>
    <w:rsid w:val="00B51979"/>
    <w:rsid w:val="00B52056"/>
    <w:rsid w:val="00B546D5"/>
    <w:rsid w:val="00B54B15"/>
    <w:rsid w:val="00B54E7F"/>
    <w:rsid w:val="00B55791"/>
    <w:rsid w:val="00B62B84"/>
    <w:rsid w:val="00B64841"/>
    <w:rsid w:val="00B65661"/>
    <w:rsid w:val="00B65FEF"/>
    <w:rsid w:val="00B662F3"/>
    <w:rsid w:val="00B668A0"/>
    <w:rsid w:val="00B67861"/>
    <w:rsid w:val="00B722A1"/>
    <w:rsid w:val="00B72366"/>
    <w:rsid w:val="00B724DB"/>
    <w:rsid w:val="00B725AD"/>
    <w:rsid w:val="00B72A21"/>
    <w:rsid w:val="00B73758"/>
    <w:rsid w:val="00B77418"/>
    <w:rsid w:val="00B80507"/>
    <w:rsid w:val="00B80CE1"/>
    <w:rsid w:val="00B82AF7"/>
    <w:rsid w:val="00B82AFB"/>
    <w:rsid w:val="00B835BF"/>
    <w:rsid w:val="00B83F27"/>
    <w:rsid w:val="00B85133"/>
    <w:rsid w:val="00B85386"/>
    <w:rsid w:val="00B85DD1"/>
    <w:rsid w:val="00B933D3"/>
    <w:rsid w:val="00B944FD"/>
    <w:rsid w:val="00B94D5A"/>
    <w:rsid w:val="00B955F4"/>
    <w:rsid w:val="00B96CAF"/>
    <w:rsid w:val="00B96FE6"/>
    <w:rsid w:val="00B97136"/>
    <w:rsid w:val="00BA1126"/>
    <w:rsid w:val="00BA292A"/>
    <w:rsid w:val="00BA631F"/>
    <w:rsid w:val="00BA682A"/>
    <w:rsid w:val="00BB4732"/>
    <w:rsid w:val="00BC1629"/>
    <w:rsid w:val="00BC25D9"/>
    <w:rsid w:val="00BC2E8C"/>
    <w:rsid w:val="00BC3493"/>
    <w:rsid w:val="00BC54DF"/>
    <w:rsid w:val="00BC61A8"/>
    <w:rsid w:val="00BD26D7"/>
    <w:rsid w:val="00BD3A3A"/>
    <w:rsid w:val="00BD3D75"/>
    <w:rsid w:val="00BD427B"/>
    <w:rsid w:val="00BD45F0"/>
    <w:rsid w:val="00BD48CB"/>
    <w:rsid w:val="00BD58D2"/>
    <w:rsid w:val="00BD5AC2"/>
    <w:rsid w:val="00BD62F9"/>
    <w:rsid w:val="00BD648F"/>
    <w:rsid w:val="00BD793E"/>
    <w:rsid w:val="00BE075D"/>
    <w:rsid w:val="00BE0CE9"/>
    <w:rsid w:val="00BE1CB0"/>
    <w:rsid w:val="00BE1FCE"/>
    <w:rsid w:val="00BE225A"/>
    <w:rsid w:val="00BE3BAB"/>
    <w:rsid w:val="00BE4E4D"/>
    <w:rsid w:val="00BE62E4"/>
    <w:rsid w:val="00BF0866"/>
    <w:rsid w:val="00BF0FA7"/>
    <w:rsid w:val="00BF3C1D"/>
    <w:rsid w:val="00BF4AC3"/>
    <w:rsid w:val="00BF4BB7"/>
    <w:rsid w:val="00BF4CC1"/>
    <w:rsid w:val="00BF5700"/>
    <w:rsid w:val="00BF7F0E"/>
    <w:rsid w:val="00C00694"/>
    <w:rsid w:val="00C008E8"/>
    <w:rsid w:val="00C01BC4"/>
    <w:rsid w:val="00C05363"/>
    <w:rsid w:val="00C06131"/>
    <w:rsid w:val="00C0740E"/>
    <w:rsid w:val="00C10226"/>
    <w:rsid w:val="00C114A7"/>
    <w:rsid w:val="00C125C9"/>
    <w:rsid w:val="00C154A4"/>
    <w:rsid w:val="00C16783"/>
    <w:rsid w:val="00C16A3F"/>
    <w:rsid w:val="00C17042"/>
    <w:rsid w:val="00C17140"/>
    <w:rsid w:val="00C20A24"/>
    <w:rsid w:val="00C22055"/>
    <w:rsid w:val="00C23578"/>
    <w:rsid w:val="00C2461D"/>
    <w:rsid w:val="00C258BC"/>
    <w:rsid w:val="00C269BD"/>
    <w:rsid w:val="00C2777C"/>
    <w:rsid w:val="00C3234F"/>
    <w:rsid w:val="00C32441"/>
    <w:rsid w:val="00C34461"/>
    <w:rsid w:val="00C34480"/>
    <w:rsid w:val="00C350EC"/>
    <w:rsid w:val="00C369A8"/>
    <w:rsid w:val="00C36DEB"/>
    <w:rsid w:val="00C411E4"/>
    <w:rsid w:val="00C415CA"/>
    <w:rsid w:val="00C43446"/>
    <w:rsid w:val="00C46BD1"/>
    <w:rsid w:val="00C46C99"/>
    <w:rsid w:val="00C47496"/>
    <w:rsid w:val="00C47AFF"/>
    <w:rsid w:val="00C5110D"/>
    <w:rsid w:val="00C5196F"/>
    <w:rsid w:val="00C54318"/>
    <w:rsid w:val="00C54626"/>
    <w:rsid w:val="00C55AA5"/>
    <w:rsid w:val="00C55DE2"/>
    <w:rsid w:val="00C62556"/>
    <w:rsid w:val="00C626FA"/>
    <w:rsid w:val="00C62FFE"/>
    <w:rsid w:val="00C63983"/>
    <w:rsid w:val="00C64976"/>
    <w:rsid w:val="00C65892"/>
    <w:rsid w:val="00C67E64"/>
    <w:rsid w:val="00C67EEE"/>
    <w:rsid w:val="00C70E73"/>
    <w:rsid w:val="00C70E89"/>
    <w:rsid w:val="00C7192B"/>
    <w:rsid w:val="00C73097"/>
    <w:rsid w:val="00C7473B"/>
    <w:rsid w:val="00C74754"/>
    <w:rsid w:val="00C75CA8"/>
    <w:rsid w:val="00C801CF"/>
    <w:rsid w:val="00C802E1"/>
    <w:rsid w:val="00C81E22"/>
    <w:rsid w:val="00C83548"/>
    <w:rsid w:val="00C84E12"/>
    <w:rsid w:val="00C85207"/>
    <w:rsid w:val="00C87D86"/>
    <w:rsid w:val="00C87DB4"/>
    <w:rsid w:val="00C906E7"/>
    <w:rsid w:val="00C914D4"/>
    <w:rsid w:val="00C91CD0"/>
    <w:rsid w:val="00C937E9"/>
    <w:rsid w:val="00C93CA4"/>
    <w:rsid w:val="00C957A9"/>
    <w:rsid w:val="00C96926"/>
    <w:rsid w:val="00C96ABF"/>
    <w:rsid w:val="00C97B8C"/>
    <w:rsid w:val="00CA10BC"/>
    <w:rsid w:val="00CA4D2B"/>
    <w:rsid w:val="00CA50ED"/>
    <w:rsid w:val="00CA5131"/>
    <w:rsid w:val="00CA5684"/>
    <w:rsid w:val="00CA6F8C"/>
    <w:rsid w:val="00CA7FF9"/>
    <w:rsid w:val="00CB0E9C"/>
    <w:rsid w:val="00CB35AF"/>
    <w:rsid w:val="00CB4F8C"/>
    <w:rsid w:val="00CB4FAA"/>
    <w:rsid w:val="00CB5089"/>
    <w:rsid w:val="00CB619C"/>
    <w:rsid w:val="00CB6A8C"/>
    <w:rsid w:val="00CC1749"/>
    <w:rsid w:val="00CC37AB"/>
    <w:rsid w:val="00CC3938"/>
    <w:rsid w:val="00CC3AC3"/>
    <w:rsid w:val="00CC5CCD"/>
    <w:rsid w:val="00CC6232"/>
    <w:rsid w:val="00CC6249"/>
    <w:rsid w:val="00CC7463"/>
    <w:rsid w:val="00CD16EA"/>
    <w:rsid w:val="00CD3198"/>
    <w:rsid w:val="00CD4E74"/>
    <w:rsid w:val="00CD5010"/>
    <w:rsid w:val="00CD60C8"/>
    <w:rsid w:val="00CD76D8"/>
    <w:rsid w:val="00CE264C"/>
    <w:rsid w:val="00CE3BA7"/>
    <w:rsid w:val="00CE4B99"/>
    <w:rsid w:val="00CE776C"/>
    <w:rsid w:val="00CF0544"/>
    <w:rsid w:val="00CF0FCB"/>
    <w:rsid w:val="00CF1B78"/>
    <w:rsid w:val="00CF23F8"/>
    <w:rsid w:val="00CF2636"/>
    <w:rsid w:val="00CF3183"/>
    <w:rsid w:val="00CF6DB7"/>
    <w:rsid w:val="00D002CF"/>
    <w:rsid w:val="00D02B5D"/>
    <w:rsid w:val="00D10754"/>
    <w:rsid w:val="00D15F06"/>
    <w:rsid w:val="00D16892"/>
    <w:rsid w:val="00D16C37"/>
    <w:rsid w:val="00D26BBE"/>
    <w:rsid w:val="00D27C50"/>
    <w:rsid w:val="00D320D7"/>
    <w:rsid w:val="00D40167"/>
    <w:rsid w:val="00D426C2"/>
    <w:rsid w:val="00D4337F"/>
    <w:rsid w:val="00D50BC6"/>
    <w:rsid w:val="00D56823"/>
    <w:rsid w:val="00D574D9"/>
    <w:rsid w:val="00D61AE6"/>
    <w:rsid w:val="00D64020"/>
    <w:rsid w:val="00D64AB0"/>
    <w:rsid w:val="00D65395"/>
    <w:rsid w:val="00D67949"/>
    <w:rsid w:val="00D704F6"/>
    <w:rsid w:val="00D71827"/>
    <w:rsid w:val="00D743C8"/>
    <w:rsid w:val="00D7497A"/>
    <w:rsid w:val="00D74C8E"/>
    <w:rsid w:val="00D75A8C"/>
    <w:rsid w:val="00D776EB"/>
    <w:rsid w:val="00D77839"/>
    <w:rsid w:val="00D80002"/>
    <w:rsid w:val="00D80D52"/>
    <w:rsid w:val="00D812FB"/>
    <w:rsid w:val="00D8331C"/>
    <w:rsid w:val="00D848A8"/>
    <w:rsid w:val="00D84920"/>
    <w:rsid w:val="00D856F5"/>
    <w:rsid w:val="00D8590A"/>
    <w:rsid w:val="00D86377"/>
    <w:rsid w:val="00D86CA5"/>
    <w:rsid w:val="00D86F17"/>
    <w:rsid w:val="00D87D58"/>
    <w:rsid w:val="00D9013C"/>
    <w:rsid w:val="00D906C7"/>
    <w:rsid w:val="00D906F7"/>
    <w:rsid w:val="00D90F54"/>
    <w:rsid w:val="00D92446"/>
    <w:rsid w:val="00D92BE0"/>
    <w:rsid w:val="00D93E09"/>
    <w:rsid w:val="00D95913"/>
    <w:rsid w:val="00D963A9"/>
    <w:rsid w:val="00D9717B"/>
    <w:rsid w:val="00DA111D"/>
    <w:rsid w:val="00DA48F8"/>
    <w:rsid w:val="00DA591C"/>
    <w:rsid w:val="00DA5C4F"/>
    <w:rsid w:val="00DA63BC"/>
    <w:rsid w:val="00DB0B0C"/>
    <w:rsid w:val="00DB327E"/>
    <w:rsid w:val="00DB54B0"/>
    <w:rsid w:val="00DC5AD1"/>
    <w:rsid w:val="00DC78A6"/>
    <w:rsid w:val="00DD23AD"/>
    <w:rsid w:val="00DD75A9"/>
    <w:rsid w:val="00DD7B5B"/>
    <w:rsid w:val="00DE1352"/>
    <w:rsid w:val="00DE4293"/>
    <w:rsid w:val="00DE5AFE"/>
    <w:rsid w:val="00DE6BAC"/>
    <w:rsid w:val="00DE6E31"/>
    <w:rsid w:val="00DF01AE"/>
    <w:rsid w:val="00DF073A"/>
    <w:rsid w:val="00DF124B"/>
    <w:rsid w:val="00DF172E"/>
    <w:rsid w:val="00DF47B9"/>
    <w:rsid w:val="00DF5C1A"/>
    <w:rsid w:val="00DF68F4"/>
    <w:rsid w:val="00E00F5B"/>
    <w:rsid w:val="00E038E4"/>
    <w:rsid w:val="00E03E14"/>
    <w:rsid w:val="00E0447D"/>
    <w:rsid w:val="00E05A8A"/>
    <w:rsid w:val="00E06066"/>
    <w:rsid w:val="00E068F9"/>
    <w:rsid w:val="00E069DB"/>
    <w:rsid w:val="00E1110C"/>
    <w:rsid w:val="00E11CC2"/>
    <w:rsid w:val="00E1426D"/>
    <w:rsid w:val="00E14B0C"/>
    <w:rsid w:val="00E16CAF"/>
    <w:rsid w:val="00E16D7E"/>
    <w:rsid w:val="00E17A7C"/>
    <w:rsid w:val="00E25494"/>
    <w:rsid w:val="00E26076"/>
    <w:rsid w:val="00E278A6"/>
    <w:rsid w:val="00E27A6D"/>
    <w:rsid w:val="00E3010C"/>
    <w:rsid w:val="00E336D2"/>
    <w:rsid w:val="00E35FA1"/>
    <w:rsid w:val="00E40AC6"/>
    <w:rsid w:val="00E43E4E"/>
    <w:rsid w:val="00E46707"/>
    <w:rsid w:val="00E50B37"/>
    <w:rsid w:val="00E514DB"/>
    <w:rsid w:val="00E54EF6"/>
    <w:rsid w:val="00E553AA"/>
    <w:rsid w:val="00E55F2E"/>
    <w:rsid w:val="00E5730E"/>
    <w:rsid w:val="00E62A23"/>
    <w:rsid w:val="00E676C3"/>
    <w:rsid w:val="00E7065B"/>
    <w:rsid w:val="00E731AB"/>
    <w:rsid w:val="00E733CD"/>
    <w:rsid w:val="00E736C0"/>
    <w:rsid w:val="00E74BF4"/>
    <w:rsid w:val="00E830D5"/>
    <w:rsid w:val="00E83BE1"/>
    <w:rsid w:val="00E85BBB"/>
    <w:rsid w:val="00E8771A"/>
    <w:rsid w:val="00E9437A"/>
    <w:rsid w:val="00E94C7D"/>
    <w:rsid w:val="00E958D2"/>
    <w:rsid w:val="00EA041E"/>
    <w:rsid w:val="00EA0926"/>
    <w:rsid w:val="00EA5054"/>
    <w:rsid w:val="00EA585F"/>
    <w:rsid w:val="00EB0915"/>
    <w:rsid w:val="00EB0CE6"/>
    <w:rsid w:val="00EB1686"/>
    <w:rsid w:val="00EB25C9"/>
    <w:rsid w:val="00EB3AF9"/>
    <w:rsid w:val="00EB5A74"/>
    <w:rsid w:val="00EB691A"/>
    <w:rsid w:val="00EB6DDD"/>
    <w:rsid w:val="00EB7138"/>
    <w:rsid w:val="00EC4884"/>
    <w:rsid w:val="00EC7EFF"/>
    <w:rsid w:val="00ED0551"/>
    <w:rsid w:val="00ED1902"/>
    <w:rsid w:val="00ED2297"/>
    <w:rsid w:val="00ED2852"/>
    <w:rsid w:val="00ED3CC4"/>
    <w:rsid w:val="00ED48A8"/>
    <w:rsid w:val="00ED5CAB"/>
    <w:rsid w:val="00ED7259"/>
    <w:rsid w:val="00EE08F6"/>
    <w:rsid w:val="00EE160E"/>
    <w:rsid w:val="00EE1B5D"/>
    <w:rsid w:val="00EE44DE"/>
    <w:rsid w:val="00EE7B07"/>
    <w:rsid w:val="00EE7C03"/>
    <w:rsid w:val="00EE7DE4"/>
    <w:rsid w:val="00EE7F7B"/>
    <w:rsid w:val="00EF1B36"/>
    <w:rsid w:val="00EF2DC1"/>
    <w:rsid w:val="00EF3B7A"/>
    <w:rsid w:val="00EF6461"/>
    <w:rsid w:val="00EF681A"/>
    <w:rsid w:val="00EF73D1"/>
    <w:rsid w:val="00EF751F"/>
    <w:rsid w:val="00EF7AB0"/>
    <w:rsid w:val="00EF7BE8"/>
    <w:rsid w:val="00F04647"/>
    <w:rsid w:val="00F05CC0"/>
    <w:rsid w:val="00F07DEF"/>
    <w:rsid w:val="00F11C5B"/>
    <w:rsid w:val="00F11CF9"/>
    <w:rsid w:val="00F136E1"/>
    <w:rsid w:val="00F13C07"/>
    <w:rsid w:val="00F15EFD"/>
    <w:rsid w:val="00F16B0F"/>
    <w:rsid w:val="00F24286"/>
    <w:rsid w:val="00F24F5C"/>
    <w:rsid w:val="00F25C8F"/>
    <w:rsid w:val="00F31FF4"/>
    <w:rsid w:val="00F32A37"/>
    <w:rsid w:val="00F32E8C"/>
    <w:rsid w:val="00F32EF9"/>
    <w:rsid w:val="00F33FCB"/>
    <w:rsid w:val="00F3518A"/>
    <w:rsid w:val="00F35ED2"/>
    <w:rsid w:val="00F428B4"/>
    <w:rsid w:val="00F4573C"/>
    <w:rsid w:val="00F46A7D"/>
    <w:rsid w:val="00F47D1F"/>
    <w:rsid w:val="00F506A6"/>
    <w:rsid w:val="00F50D79"/>
    <w:rsid w:val="00F529B4"/>
    <w:rsid w:val="00F5374E"/>
    <w:rsid w:val="00F56CE9"/>
    <w:rsid w:val="00F57CE9"/>
    <w:rsid w:val="00F6137C"/>
    <w:rsid w:val="00F65135"/>
    <w:rsid w:val="00F660DF"/>
    <w:rsid w:val="00F66657"/>
    <w:rsid w:val="00F71875"/>
    <w:rsid w:val="00F7327B"/>
    <w:rsid w:val="00F7361B"/>
    <w:rsid w:val="00F73669"/>
    <w:rsid w:val="00F73BB7"/>
    <w:rsid w:val="00F764E7"/>
    <w:rsid w:val="00F773A8"/>
    <w:rsid w:val="00F77916"/>
    <w:rsid w:val="00F77C96"/>
    <w:rsid w:val="00F80A2A"/>
    <w:rsid w:val="00F81E74"/>
    <w:rsid w:val="00F82F1E"/>
    <w:rsid w:val="00F86183"/>
    <w:rsid w:val="00F8663C"/>
    <w:rsid w:val="00F90290"/>
    <w:rsid w:val="00F921D1"/>
    <w:rsid w:val="00F92B34"/>
    <w:rsid w:val="00F94A31"/>
    <w:rsid w:val="00F96344"/>
    <w:rsid w:val="00FA4DE2"/>
    <w:rsid w:val="00FA54E1"/>
    <w:rsid w:val="00FA57B5"/>
    <w:rsid w:val="00FA5D4E"/>
    <w:rsid w:val="00FB07FD"/>
    <w:rsid w:val="00FB2EAE"/>
    <w:rsid w:val="00FB49D4"/>
    <w:rsid w:val="00FB5327"/>
    <w:rsid w:val="00FB59B4"/>
    <w:rsid w:val="00FB6853"/>
    <w:rsid w:val="00FC0166"/>
    <w:rsid w:val="00FC1F07"/>
    <w:rsid w:val="00FC6237"/>
    <w:rsid w:val="00FC7C1D"/>
    <w:rsid w:val="00FD19A1"/>
    <w:rsid w:val="00FD3BBD"/>
    <w:rsid w:val="00FD3E96"/>
    <w:rsid w:val="00FD67E0"/>
    <w:rsid w:val="00FD73C7"/>
    <w:rsid w:val="00FE3FC1"/>
    <w:rsid w:val="00FE4CCE"/>
    <w:rsid w:val="00FE5267"/>
    <w:rsid w:val="00FE5518"/>
    <w:rsid w:val="00FE5CEA"/>
    <w:rsid w:val="00FE7EFF"/>
    <w:rsid w:val="00FF0168"/>
    <w:rsid w:val="00FF045A"/>
    <w:rsid w:val="00FF2D07"/>
    <w:rsid w:val="00FF46F6"/>
    <w:rsid w:val="00FF480D"/>
    <w:rsid w:val="00FF4CA0"/>
    <w:rsid w:val="00FF54B4"/>
    <w:rsid w:val="00FF5779"/>
    <w:rsid w:val="00FF6143"/>
    <w:rsid w:val="00FF65E0"/>
    <w:rsid w:val="00FF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9D"/>
    <w:rPr>
      <w:rFonts w:ascii="Times New Roman" w:hAnsi="Times New Roman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E52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35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35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1E57"/>
    <w:rPr>
      <w:rFonts w:ascii="Cambria" w:hAnsi="Cambria" w:cs="Cambria"/>
      <w:b/>
      <w:bCs/>
      <w:color w:val="000000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23578"/>
    <w:rPr>
      <w:rFonts w:ascii="Arial" w:hAnsi="Arial" w:cs="Arial"/>
      <w:b/>
      <w:bCs/>
      <w:i/>
      <w:iCs/>
      <w:color w:val="00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23578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BF0866"/>
    <w:pPr>
      <w:spacing w:after="160" w:line="240" w:lineRule="exact"/>
    </w:pPr>
    <w:rPr>
      <w:rFonts w:ascii="Arial" w:hAnsi="Arial" w:cs="Arial"/>
      <w:color w:val="auto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78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10</Pages>
  <Words>3352</Words>
  <Characters>19112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</dc:title>
  <dc:subject/>
  <dc:creator>Ник</dc:creator>
  <cp:keywords/>
  <dc:description/>
  <cp:lastModifiedBy>008</cp:lastModifiedBy>
  <cp:revision>2</cp:revision>
  <dcterms:created xsi:type="dcterms:W3CDTF">2014-01-10T08:58:00Z</dcterms:created>
  <dcterms:modified xsi:type="dcterms:W3CDTF">2014-01-10T08:58:00Z</dcterms:modified>
</cp:coreProperties>
</file>